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Borders>
          <w:top w:val="single" w:sz="4" w:space="0" w:color="000000"/>
          <w:bottom w:val="single" w:sz="4" w:space="0" w:color="000000"/>
          <w:insideH w:val="single" w:sz="4" w:space="0" w:color="000000"/>
        </w:tblBorders>
        <w:tblLayout w:type="fixed"/>
        <w:tblCellMar>
          <w:left w:w="0" w:type="dxa"/>
          <w:right w:w="0" w:type="dxa"/>
        </w:tblCellMar>
        <w:tblLook w:val="04A0" w:firstRow="1" w:lastRow="0" w:firstColumn="1" w:lastColumn="0" w:noHBand="0" w:noVBand="1"/>
      </w:tblPr>
      <w:tblGrid>
        <w:gridCol w:w="3486"/>
        <w:gridCol w:w="3415"/>
        <w:gridCol w:w="3305"/>
      </w:tblGrid>
      <w:tr w:rsidR="00D35CC3" w:rsidRPr="004C122B" w:rsidTr="00942505">
        <w:tc>
          <w:tcPr>
            <w:tcW w:w="3486" w:type="dxa"/>
            <w:tcBorders>
              <w:bottom w:val="single" w:sz="4" w:space="0" w:color="000000"/>
            </w:tcBorders>
            <w:shd w:val="clear" w:color="auto" w:fill="auto"/>
            <w:tcMar>
              <w:top w:w="85" w:type="dxa"/>
              <w:bottom w:w="85" w:type="dxa"/>
            </w:tcMar>
          </w:tcPr>
          <w:p w:rsidR="00D35CC3" w:rsidRDefault="00D35CC3" w:rsidP="00624106">
            <w:pPr>
              <w:pStyle w:val="CUSTOMBoldColumnHeading"/>
            </w:pPr>
            <w:bookmarkStart w:id="0" w:name="_GoBack"/>
            <w:bookmarkEnd w:id="0"/>
          </w:p>
        </w:tc>
        <w:tc>
          <w:tcPr>
            <w:tcW w:w="6720" w:type="dxa"/>
            <w:gridSpan w:val="2"/>
            <w:tcBorders>
              <w:bottom w:val="single" w:sz="4" w:space="0" w:color="000000"/>
            </w:tcBorders>
            <w:shd w:val="clear" w:color="auto" w:fill="auto"/>
            <w:tcMar>
              <w:top w:w="85" w:type="dxa"/>
              <w:bottom w:w="85" w:type="dxa"/>
            </w:tcMar>
          </w:tcPr>
          <w:p w:rsidR="00D35CC3" w:rsidRDefault="00D35CC3" w:rsidP="006735C9">
            <w:pPr>
              <w:pStyle w:val="CUSTOMBoldColumnHeading"/>
            </w:pPr>
          </w:p>
        </w:tc>
      </w:tr>
      <w:tr w:rsidR="004C122B" w:rsidRP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6735C9">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6735C9">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6735C9">
            <w:pPr>
              <w:pStyle w:val="CUSTOMHeaderText"/>
            </w:pPr>
          </w:p>
        </w:tc>
      </w:tr>
      <w:tr w:rsid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6735C9">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6735C9">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6735C9">
            <w:pPr>
              <w:pStyle w:val="CUSTOMHeaderText"/>
            </w:pPr>
          </w:p>
        </w:tc>
      </w:tr>
      <w:tr w:rsidR="00575A29" w:rsidTr="00517ED8">
        <w:tc>
          <w:tcPr>
            <w:tcW w:w="3486" w:type="dxa"/>
            <w:tcBorders>
              <w:top w:val="single" w:sz="4" w:space="0" w:color="000000"/>
              <w:bottom w:val="single" w:sz="4" w:space="0" w:color="000000"/>
            </w:tcBorders>
            <w:shd w:val="clear" w:color="auto" w:fill="auto"/>
            <w:tcMar>
              <w:top w:w="85" w:type="dxa"/>
              <w:bottom w:w="85" w:type="dxa"/>
            </w:tcMar>
          </w:tcPr>
          <w:p w:rsidR="00575A29" w:rsidRDefault="00575A29" w:rsidP="006735C9">
            <w:pPr>
              <w:pStyle w:val="CUSTOMHeaderText"/>
            </w:pPr>
          </w:p>
        </w:tc>
        <w:tc>
          <w:tcPr>
            <w:tcW w:w="6720" w:type="dxa"/>
            <w:gridSpan w:val="2"/>
            <w:tcBorders>
              <w:top w:val="single" w:sz="4" w:space="0" w:color="000000"/>
              <w:bottom w:val="single" w:sz="4" w:space="0" w:color="000000"/>
            </w:tcBorders>
            <w:shd w:val="clear" w:color="auto" w:fill="auto"/>
            <w:tcMar>
              <w:top w:w="85" w:type="dxa"/>
              <w:bottom w:w="85" w:type="dxa"/>
            </w:tcMar>
          </w:tcPr>
          <w:p w:rsidR="00575A29" w:rsidRDefault="00575A29" w:rsidP="006735C9">
            <w:pPr>
              <w:pStyle w:val="CUSTOMHeaderText"/>
            </w:pPr>
          </w:p>
        </w:tc>
      </w:tr>
      <w:tr w:rsidR="00575A29" w:rsidTr="0034162D">
        <w:tc>
          <w:tcPr>
            <w:tcW w:w="10206" w:type="dxa"/>
            <w:gridSpan w:val="3"/>
            <w:tcBorders>
              <w:top w:val="single" w:sz="4" w:space="0" w:color="000000"/>
              <w:bottom w:val="single" w:sz="4" w:space="0" w:color="000000"/>
            </w:tcBorders>
            <w:shd w:val="clear" w:color="auto" w:fill="auto"/>
            <w:tcMar>
              <w:top w:w="85" w:type="dxa"/>
              <w:bottom w:w="85" w:type="dxa"/>
            </w:tcMar>
          </w:tcPr>
          <w:p w:rsidR="00575A29" w:rsidRDefault="00575A29" w:rsidP="00813362">
            <w:pPr>
              <w:pStyle w:val="CUSTOMHeaderText"/>
            </w:pPr>
          </w:p>
        </w:tc>
      </w:tr>
      <w:tr w:rsidR="00813362" w:rsidRPr="008C4F7F" w:rsidTr="00942505">
        <w:tc>
          <w:tcPr>
            <w:tcW w:w="10206" w:type="dxa"/>
            <w:gridSpan w:val="3"/>
            <w:tcBorders>
              <w:top w:val="single" w:sz="4" w:space="0" w:color="000000"/>
              <w:bottom w:val="single" w:sz="4" w:space="0" w:color="000000"/>
            </w:tcBorders>
            <w:shd w:val="clear" w:color="auto" w:fill="auto"/>
            <w:tcMar>
              <w:top w:w="85" w:type="dxa"/>
              <w:bottom w:w="85" w:type="dxa"/>
            </w:tcMar>
          </w:tcPr>
          <w:p w:rsidR="00813362" w:rsidRPr="00095E0A" w:rsidRDefault="00813362" w:rsidP="00B433C6">
            <w:pPr>
              <w:pStyle w:val="CUSTOMBoldColumnHeading"/>
              <w:rPr>
                <w:i/>
              </w:rPr>
            </w:pPr>
          </w:p>
        </w:tc>
      </w:tr>
      <w:tr w:rsidR="00813362" w:rsidRPr="004C122B" w:rsidTr="00C44E9D">
        <w:trPr>
          <w:trHeight w:hRule="exact" w:val="9923"/>
        </w:trPr>
        <w:tc>
          <w:tcPr>
            <w:tcW w:w="10206" w:type="dxa"/>
            <w:gridSpan w:val="3"/>
            <w:tcBorders>
              <w:top w:val="single" w:sz="4" w:space="0" w:color="000000"/>
              <w:bottom w:val="single" w:sz="4" w:space="0" w:color="000000"/>
            </w:tcBorders>
            <w:shd w:val="clear" w:color="auto" w:fill="auto"/>
            <w:tcMar>
              <w:top w:w="57" w:type="dxa"/>
              <w:bottom w:w="85" w:type="dxa"/>
            </w:tcMar>
          </w:tcPr>
          <w:p w:rsidR="00813362" w:rsidRPr="008C4F7F" w:rsidRDefault="009452F2" w:rsidP="00DC01AB">
            <w:pPr>
              <w:pStyle w:val="CUSTOMNormal"/>
            </w:pPr>
            <w:r>
              <w:rPr>
                <w:noProof/>
                <w:lang w:eastAsia="en-GB"/>
              </w:rPr>
              <mc:AlternateContent>
                <mc:Choice Requires="wps">
                  <w:drawing>
                    <wp:anchor distT="0" distB="0" distL="114300" distR="114300" simplePos="0" relativeHeight="251682304" behindDoc="0" locked="0" layoutInCell="1" allowOverlap="1">
                      <wp:simplePos x="0" y="0"/>
                      <wp:positionH relativeFrom="column">
                        <wp:posOffset>3422015</wp:posOffset>
                      </wp:positionH>
                      <wp:positionV relativeFrom="paragraph">
                        <wp:posOffset>139065</wp:posOffset>
                      </wp:positionV>
                      <wp:extent cx="90805" cy="337820"/>
                      <wp:effectExtent l="19050" t="52705" r="13970" b="19050"/>
                      <wp:wrapNone/>
                      <wp:docPr id="152"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337820"/>
                              </a:xfrm>
                              <a:custGeom>
                                <a:avLst/>
                                <a:gdLst>
                                  <a:gd name="T0" fmla="*/ 98 w 143"/>
                                  <a:gd name="T1" fmla="*/ 0 h 532"/>
                                  <a:gd name="T2" fmla="*/ 75 w 143"/>
                                  <a:gd name="T3" fmla="*/ 67 h 532"/>
                                  <a:gd name="T4" fmla="*/ 0 w 143"/>
                                  <a:gd name="T5" fmla="*/ 165 h 532"/>
                                  <a:gd name="T6" fmla="*/ 45 w 143"/>
                                  <a:gd name="T7" fmla="*/ 292 h 532"/>
                                  <a:gd name="T8" fmla="*/ 105 w 143"/>
                                  <a:gd name="T9" fmla="*/ 532 h 532"/>
                                  <a:gd name="T10" fmla="*/ 90 w 143"/>
                                  <a:gd name="T11" fmla="*/ 352 h 532"/>
                                  <a:gd name="T12" fmla="*/ 98 w 143"/>
                                  <a:gd name="T13" fmla="*/ 0 h 532"/>
                                </a:gdLst>
                                <a:ahLst/>
                                <a:cxnLst>
                                  <a:cxn ang="0">
                                    <a:pos x="T0" y="T1"/>
                                  </a:cxn>
                                  <a:cxn ang="0">
                                    <a:pos x="T2" y="T3"/>
                                  </a:cxn>
                                  <a:cxn ang="0">
                                    <a:pos x="T4" y="T5"/>
                                  </a:cxn>
                                  <a:cxn ang="0">
                                    <a:pos x="T6" y="T7"/>
                                  </a:cxn>
                                  <a:cxn ang="0">
                                    <a:pos x="T8" y="T9"/>
                                  </a:cxn>
                                  <a:cxn ang="0">
                                    <a:pos x="T10" y="T11"/>
                                  </a:cxn>
                                  <a:cxn ang="0">
                                    <a:pos x="T12" y="T13"/>
                                  </a:cxn>
                                </a:cxnLst>
                                <a:rect l="0" t="0" r="r" b="b"/>
                                <a:pathLst>
                                  <a:path w="143" h="532">
                                    <a:moveTo>
                                      <a:pt x="98" y="0"/>
                                    </a:moveTo>
                                    <a:cubicBezTo>
                                      <a:pt x="90" y="22"/>
                                      <a:pt x="85" y="47"/>
                                      <a:pt x="75" y="67"/>
                                    </a:cubicBezTo>
                                    <a:cubicBezTo>
                                      <a:pt x="57" y="103"/>
                                      <a:pt x="22" y="131"/>
                                      <a:pt x="0" y="165"/>
                                    </a:cubicBezTo>
                                    <a:cubicBezTo>
                                      <a:pt x="12" y="207"/>
                                      <a:pt x="21" y="256"/>
                                      <a:pt x="45" y="292"/>
                                    </a:cubicBezTo>
                                    <a:cubicBezTo>
                                      <a:pt x="50" y="395"/>
                                      <a:pt x="35" y="462"/>
                                      <a:pt x="105" y="532"/>
                                    </a:cubicBezTo>
                                    <a:cubicBezTo>
                                      <a:pt x="143" y="477"/>
                                      <a:pt x="124" y="404"/>
                                      <a:pt x="90" y="352"/>
                                    </a:cubicBezTo>
                                    <a:cubicBezTo>
                                      <a:pt x="49" y="223"/>
                                      <a:pt x="79" y="148"/>
                                      <a:pt x="98" y="0"/>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9" o:spid="_x0000_s1026" style="position:absolute;margin-left:269.45pt;margin-top:10.95pt;width:7.15pt;height:26.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3,5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" path="m98,c90,22,85,47,75,67,57,103,22,131,,165v12,42,21,91,45,127c50,395,35,462,105,532,143,477,124,404,90,352,49,223,79,148,98,xe" fillcolor="#7f7f7f [1612]" strokecolor="#7f7f7f [1612]">
                      <v:path arrowok="t" o:connecttype="custom" o:connectlocs="62230,0;47625,42545;0,104775;28575,185420;66675,337820;57150,223520;62230,0" o:connectangles="0,0,0,0,0,0,0"/>
                    </v:shape>
                  </w:pict>
                </mc:Fallback>
              </mc:AlternateContent>
            </w:r>
            <w:r>
              <w:rPr>
                <w:noProof/>
                <w:lang w:eastAsia="en-GB"/>
              </w:rPr>
              <mc:AlternateContent>
                <mc:Choice Requires="wps">
                  <w:drawing>
                    <wp:anchor distT="0" distB="0" distL="114300" distR="114300" simplePos="0" relativeHeight="251681280" behindDoc="0" locked="0" layoutInCell="1" allowOverlap="1">
                      <wp:simplePos x="0" y="0"/>
                      <wp:positionH relativeFrom="column">
                        <wp:posOffset>3210560</wp:posOffset>
                      </wp:positionH>
                      <wp:positionV relativeFrom="paragraph">
                        <wp:posOffset>133985</wp:posOffset>
                      </wp:positionV>
                      <wp:extent cx="119380" cy="339090"/>
                      <wp:effectExtent l="7620" t="9525" r="6350" b="13335"/>
                      <wp:wrapNone/>
                      <wp:docPr id="151"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9380" cy="339090"/>
                              </a:xfrm>
                              <a:custGeom>
                                <a:avLst/>
                                <a:gdLst>
                                  <a:gd name="T0" fmla="*/ 138 w 188"/>
                                  <a:gd name="T1" fmla="*/ 0 h 534"/>
                                  <a:gd name="T2" fmla="*/ 108 w 188"/>
                                  <a:gd name="T3" fmla="*/ 420 h 534"/>
                                  <a:gd name="T4" fmla="*/ 41 w 188"/>
                                  <a:gd name="T5" fmla="*/ 533 h 534"/>
                                  <a:gd name="T6" fmla="*/ 11 w 188"/>
                                  <a:gd name="T7" fmla="*/ 525 h 534"/>
                                  <a:gd name="T8" fmla="*/ 41 w 188"/>
                                  <a:gd name="T9" fmla="*/ 435 h 534"/>
                                  <a:gd name="T10" fmla="*/ 101 w 188"/>
                                  <a:gd name="T11" fmla="*/ 233 h 534"/>
                                  <a:gd name="T12" fmla="*/ 123 w 188"/>
                                  <a:gd name="T13" fmla="*/ 135 h 534"/>
                                  <a:gd name="T14" fmla="*/ 138 w 188"/>
                                  <a:gd name="T15" fmla="*/ 98 h 534"/>
                                  <a:gd name="T16" fmla="*/ 138 w 188"/>
                                  <a:gd name="T17" fmla="*/ 0 h 5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8" h="534">
                                    <a:moveTo>
                                      <a:pt x="138" y="0"/>
                                    </a:moveTo>
                                    <a:cubicBezTo>
                                      <a:pt x="136" y="124"/>
                                      <a:pt x="188" y="302"/>
                                      <a:pt x="108" y="420"/>
                                    </a:cubicBezTo>
                                    <a:cubicBezTo>
                                      <a:pt x="97" y="458"/>
                                      <a:pt x="73" y="511"/>
                                      <a:pt x="41" y="533"/>
                                    </a:cubicBezTo>
                                    <a:cubicBezTo>
                                      <a:pt x="31" y="530"/>
                                      <a:pt x="15" y="534"/>
                                      <a:pt x="11" y="525"/>
                                    </a:cubicBezTo>
                                    <a:cubicBezTo>
                                      <a:pt x="0" y="500"/>
                                      <a:pt x="28" y="455"/>
                                      <a:pt x="41" y="435"/>
                                    </a:cubicBezTo>
                                    <a:cubicBezTo>
                                      <a:pt x="62" y="370"/>
                                      <a:pt x="62" y="291"/>
                                      <a:pt x="101" y="233"/>
                                    </a:cubicBezTo>
                                    <a:cubicBezTo>
                                      <a:pt x="107" y="200"/>
                                      <a:pt x="111" y="166"/>
                                      <a:pt x="123" y="135"/>
                                    </a:cubicBezTo>
                                    <a:cubicBezTo>
                                      <a:pt x="128" y="123"/>
                                      <a:pt x="137" y="111"/>
                                      <a:pt x="138" y="98"/>
                                    </a:cubicBezTo>
                                    <a:cubicBezTo>
                                      <a:pt x="142" y="66"/>
                                      <a:pt x="138" y="33"/>
                                      <a:pt x="138" y="0"/>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8" o:spid="_x0000_s1026" style="position:absolute;margin-left:252.8pt;margin-top:10.55pt;width:9.4pt;height:26.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8,5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" path="m138,v-2,124,50,302,-30,420c97,458,73,511,41,533v-10,-3,-26,1,-30,-8c,500,28,455,41,435,62,370,62,291,101,233v6,-33,10,-67,22,-98c128,123,137,111,138,98v4,-32,,-65,,-98xe" fillcolor="#7f7f7f [1612]" strokecolor="#7f7f7f [1612]">
                      <v:path arrowok="t" o:connecttype="custom" o:connectlocs="87630,0;68580,266700;26035,338455;6985,333375;26035,276225;64135,147955;78105,85725;87630,62230;87630,0" o:connectangles="0,0,0,0,0,0,0,0,0"/>
                    </v:shape>
                  </w:pict>
                </mc:Fallback>
              </mc:AlternateContent>
            </w:r>
            <w:r>
              <w:rPr>
                <w:noProof/>
                <w:lang w:eastAsia="en-GB"/>
              </w:rPr>
              <mc:AlternateContent>
                <mc:Choice Requires="wps">
                  <w:drawing>
                    <wp:anchor distT="0" distB="0" distL="114300" distR="114300" simplePos="0" relativeHeight="251667968" behindDoc="0" locked="0" layoutInCell="1" allowOverlap="1">
                      <wp:simplePos x="0" y="0"/>
                      <wp:positionH relativeFrom="column">
                        <wp:posOffset>3645535</wp:posOffset>
                      </wp:positionH>
                      <wp:positionV relativeFrom="paragraph">
                        <wp:posOffset>671830</wp:posOffset>
                      </wp:positionV>
                      <wp:extent cx="231775" cy="631825"/>
                      <wp:effectExtent l="13970" t="13970" r="11430" b="11430"/>
                      <wp:wrapNone/>
                      <wp:docPr id="150"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1775" cy="631825"/>
                              </a:xfrm>
                              <a:custGeom>
                                <a:avLst/>
                                <a:gdLst>
                                  <a:gd name="T0" fmla="*/ 31 w 365"/>
                                  <a:gd name="T1" fmla="*/ 23 h 995"/>
                                  <a:gd name="T2" fmla="*/ 91 w 365"/>
                                  <a:gd name="T3" fmla="*/ 143 h 995"/>
                                  <a:gd name="T4" fmla="*/ 106 w 365"/>
                                  <a:gd name="T5" fmla="*/ 173 h 995"/>
                                  <a:gd name="T6" fmla="*/ 136 w 365"/>
                                  <a:gd name="T7" fmla="*/ 218 h 995"/>
                                  <a:gd name="T8" fmla="*/ 181 w 365"/>
                                  <a:gd name="T9" fmla="*/ 271 h 995"/>
                                  <a:gd name="T10" fmla="*/ 218 w 365"/>
                                  <a:gd name="T11" fmla="*/ 323 h 995"/>
                                  <a:gd name="T12" fmla="*/ 271 w 365"/>
                                  <a:gd name="T13" fmla="*/ 398 h 995"/>
                                  <a:gd name="T14" fmla="*/ 278 w 365"/>
                                  <a:gd name="T15" fmla="*/ 481 h 995"/>
                                  <a:gd name="T16" fmla="*/ 293 w 365"/>
                                  <a:gd name="T17" fmla="*/ 503 h 995"/>
                                  <a:gd name="T18" fmla="*/ 316 w 365"/>
                                  <a:gd name="T19" fmla="*/ 571 h 995"/>
                                  <a:gd name="T20" fmla="*/ 323 w 365"/>
                                  <a:gd name="T21" fmla="*/ 766 h 995"/>
                                  <a:gd name="T22" fmla="*/ 293 w 365"/>
                                  <a:gd name="T23" fmla="*/ 773 h 995"/>
                                  <a:gd name="T24" fmla="*/ 196 w 365"/>
                                  <a:gd name="T25" fmla="*/ 848 h 995"/>
                                  <a:gd name="T26" fmla="*/ 211 w 365"/>
                                  <a:gd name="T27" fmla="*/ 961 h 995"/>
                                  <a:gd name="T28" fmla="*/ 233 w 365"/>
                                  <a:gd name="T29" fmla="*/ 968 h 995"/>
                                  <a:gd name="T30" fmla="*/ 353 w 365"/>
                                  <a:gd name="T31" fmla="*/ 983 h 995"/>
                                  <a:gd name="T32" fmla="*/ 338 w 365"/>
                                  <a:gd name="T33" fmla="*/ 818 h 995"/>
                                  <a:gd name="T34" fmla="*/ 278 w 365"/>
                                  <a:gd name="T35" fmla="*/ 406 h 995"/>
                                  <a:gd name="T36" fmla="*/ 226 w 365"/>
                                  <a:gd name="T37" fmla="*/ 293 h 995"/>
                                  <a:gd name="T38" fmla="*/ 143 w 365"/>
                                  <a:gd name="T39" fmla="*/ 166 h 995"/>
                                  <a:gd name="T40" fmla="*/ 98 w 365"/>
                                  <a:gd name="T41" fmla="*/ 136 h 995"/>
                                  <a:gd name="T42" fmla="*/ 61 w 365"/>
                                  <a:gd name="T43" fmla="*/ 91 h 995"/>
                                  <a:gd name="T44" fmla="*/ 23 w 365"/>
                                  <a:gd name="T45" fmla="*/ 31 h 995"/>
                                  <a:gd name="T46" fmla="*/ 31 w 365"/>
                                  <a:gd name="T47" fmla="*/ 23 h 9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365" h="995">
                                    <a:moveTo>
                                      <a:pt x="31" y="23"/>
                                    </a:moveTo>
                                    <a:cubicBezTo>
                                      <a:pt x="42" y="71"/>
                                      <a:pt x="63" y="103"/>
                                      <a:pt x="91" y="143"/>
                                    </a:cubicBezTo>
                                    <a:cubicBezTo>
                                      <a:pt x="97" y="152"/>
                                      <a:pt x="100" y="163"/>
                                      <a:pt x="106" y="173"/>
                                    </a:cubicBezTo>
                                    <a:cubicBezTo>
                                      <a:pt x="115" y="188"/>
                                      <a:pt x="136" y="218"/>
                                      <a:pt x="136" y="218"/>
                                    </a:cubicBezTo>
                                    <a:cubicBezTo>
                                      <a:pt x="145" y="248"/>
                                      <a:pt x="150" y="260"/>
                                      <a:pt x="181" y="271"/>
                                    </a:cubicBezTo>
                                    <a:cubicBezTo>
                                      <a:pt x="205" y="295"/>
                                      <a:pt x="205" y="290"/>
                                      <a:pt x="218" y="323"/>
                                    </a:cubicBezTo>
                                    <a:cubicBezTo>
                                      <a:pt x="233" y="361"/>
                                      <a:pt x="229" y="385"/>
                                      <a:pt x="271" y="398"/>
                                    </a:cubicBezTo>
                                    <a:cubicBezTo>
                                      <a:pt x="273" y="426"/>
                                      <a:pt x="272" y="454"/>
                                      <a:pt x="278" y="481"/>
                                    </a:cubicBezTo>
                                    <a:cubicBezTo>
                                      <a:pt x="280" y="490"/>
                                      <a:pt x="290" y="495"/>
                                      <a:pt x="293" y="503"/>
                                    </a:cubicBezTo>
                                    <a:cubicBezTo>
                                      <a:pt x="302" y="525"/>
                                      <a:pt x="316" y="571"/>
                                      <a:pt x="316" y="571"/>
                                    </a:cubicBezTo>
                                    <a:cubicBezTo>
                                      <a:pt x="324" y="639"/>
                                      <a:pt x="346" y="694"/>
                                      <a:pt x="323" y="766"/>
                                    </a:cubicBezTo>
                                    <a:cubicBezTo>
                                      <a:pt x="320" y="776"/>
                                      <a:pt x="303" y="771"/>
                                      <a:pt x="293" y="773"/>
                                    </a:cubicBezTo>
                                    <a:cubicBezTo>
                                      <a:pt x="240" y="809"/>
                                      <a:pt x="229" y="798"/>
                                      <a:pt x="196" y="848"/>
                                    </a:cubicBezTo>
                                    <a:cubicBezTo>
                                      <a:pt x="181" y="893"/>
                                      <a:pt x="173" y="942"/>
                                      <a:pt x="211" y="961"/>
                                    </a:cubicBezTo>
                                    <a:cubicBezTo>
                                      <a:pt x="218" y="964"/>
                                      <a:pt x="226" y="966"/>
                                      <a:pt x="233" y="968"/>
                                    </a:cubicBezTo>
                                    <a:cubicBezTo>
                                      <a:pt x="275" y="995"/>
                                      <a:pt x="305" y="990"/>
                                      <a:pt x="353" y="983"/>
                                    </a:cubicBezTo>
                                    <a:cubicBezTo>
                                      <a:pt x="348" y="928"/>
                                      <a:pt x="339" y="873"/>
                                      <a:pt x="338" y="818"/>
                                    </a:cubicBezTo>
                                    <a:cubicBezTo>
                                      <a:pt x="334" y="648"/>
                                      <a:pt x="365" y="534"/>
                                      <a:pt x="278" y="406"/>
                                    </a:cubicBezTo>
                                    <a:cubicBezTo>
                                      <a:pt x="266" y="365"/>
                                      <a:pt x="262" y="318"/>
                                      <a:pt x="226" y="293"/>
                                    </a:cubicBezTo>
                                    <a:cubicBezTo>
                                      <a:pt x="214" y="261"/>
                                      <a:pt x="169" y="188"/>
                                      <a:pt x="143" y="166"/>
                                    </a:cubicBezTo>
                                    <a:cubicBezTo>
                                      <a:pt x="129" y="154"/>
                                      <a:pt x="98" y="136"/>
                                      <a:pt x="98" y="136"/>
                                    </a:cubicBezTo>
                                    <a:cubicBezTo>
                                      <a:pt x="87" y="120"/>
                                      <a:pt x="70" y="108"/>
                                      <a:pt x="61" y="91"/>
                                    </a:cubicBezTo>
                                    <a:cubicBezTo>
                                      <a:pt x="25" y="25"/>
                                      <a:pt x="70" y="62"/>
                                      <a:pt x="23" y="31"/>
                                    </a:cubicBezTo>
                                    <a:cubicBezTo>
                                      <a:pt x="3" y="0"/>
                                      <a:pt x="0" y="3"/>
                                      <a:pt x="31" y="23"/>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4" o:spid="_x0000_s1026" style="position:absolute;margin-left:287.05pt;margin-top:52.9pt;width:18.25pt;height:49.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65,9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" path="m31,23v11,48,32,80,60,120c97,152,100,163,106,173v9,15,30,45,30,45c145,248,150,260,181,271v24,24,24,19,37,52c233,361,229,385,271,398v2,28,1,56,7,83c280,490,290,495,293,503v9,22,23,68,23,68c324,639,346,694,323,766v-3,10,-20,5,-30,7c240,809,229,798,196,848v-15,45,-23,94,15,113c218,964,226,966,233,968v42,27,72,22,120,15c348,928,339,873,338,818,334,648,365,534,278,406,266,365,262,318,226,293,214,261,169,188,143,166,129,154,98,136,98,136,87,120,70,108,61,91,25,25,70,62,23,31,3,,,3,31,23xe" fillcolor="#7f7f7f [1612]" strokecolor="#7f7f7f [1612]">
                      <v:path arrowok="t" o:connecttype="custom" o:connectlocs="19685,14605;57785,90805;67310,109855;86360,138430;114935,172085;138430,205105;172085,252730;176530,305435;186055,319405;200660,362585;205105,486410;186055,490855;124460,538480;133985,610235;147955,614680;224155,624205;214630,519430;176530,257810;143510,186055;90805,105410;62230,86360;38735,57785;14605,19685;19685,14605" o:connectangles="0,0,0,0,0,0,0,0,0,0,0,0,0,0,0,0,0,0,0,0,0,0,0,0"/>
                    </v:shape>
                  </w:pict>
                </mc:Fallback>
              </mc:AlternateContent>
            </w:r>
            <w:r>
              <w:rPr>
                <w:noProof/>
                <w:lang w:eastAsia="en-GB"/>
              </w:rPr>
              <mc:AlternateContent>
                <mc:Choice Requires="wps">
                  <w:drawing>
                    <wp:anchor distT="0" distB="0" distL="114300" distR="114300" simplePos="0" relativeHeight="251674112" behindDoc="0" locked="0" layoutInCell="1" allowOverlap="1">
                      <wp:simplePos x="0" y="0"/>
                      <wp:positionH relativeFrom="column">
                        <wp:posOffset>2687320</wp:posOffset>
                      </wp:positionH>
                      <wp:positionV relativeFrom="paragraph">
                        <wp:posOffset>1438910</wp:posOffset>
                      </wp:positionV>
                      <wp:extent cx="218440" cy="1557655"/>
                      <wp:effectExtent l="17780" t="19050" r="11430" b="13970"/>
                      <wp:wrapNone/>
                      <wp:docPr id="1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8440" cy="1557655"/>
                              </a:xfrm>
                              <a:custGeom>
                                <a:avLst/>
                                <a:gdLst>
                                  <a:gd name="T0" fmla="*/ 302 w 344"/>
                                  <a:gd name="T1" fmla="*/ 2453 h 2453"/>
                                  <a:gd name="T2" fmla="*/ 310 w 344"/>
                                  <a:gd name="T3" fmla="*/ 2355 h 2453"/>
                                  <a:gd name="T4" fmla="*/ 310 w 344"/>
                                  <a:gd name="T5" fmla="*/ 2250 h 2453"/>
                                  <a:gd name="T6" fmla="*/ 325 w 344"/>
                                  <a:gd name="T7" fmla="*/ 2115 h 2453"/>
                                  <a:gd name="T8" fmla="*/ 327 w 344"/>
                                  <a:gd name="T9" fmla="*/ 1942 h 2453"/>
                                  <a:gd name="T10" fmla="*/ 312 w 344"/>
                                  <a:gd name="T11" fmla="*/ 1897 h 2453"/>
                                  <a:gd name="T12" fmla="*/ 290 w 344"/>
                                  <a:gd name="T13" fmla="*/ 1792 h 2453"/>
                                  <a:gd name="T14" fmla="*/ 237 w 344"/>
                                  <a:gd name="T15" fmla="*/ 1537 h 2453"/>
                                  <a:gd name="T16" fmla="*/ 230 w 344"/>
                                  <a:gd name="T17" fmla="*/ 1470 h 2453"/>
                                  <a:gd name="T18" fmla="*/ 215 w 344"/>
                                  <a:gd name="T19" fmla="*/ 1417 h 2453"/>
                                  <a:gd name="T20" fmla="*/ 182 w 344"/>
                                  <a:gd name="T21" fmla="*/ 1223 h 2453"/>
                                  <a:gd name="T22" fmla="*/ 115 w 344"/>
                                  <a:gd name="T23" fmla="*/ 1005 h 2453"/>
                                  <a:gd name="T24" fmla="*/ 72 w 344"/>
                                  <a:gd name="T25" fmla="*/ 750 h 2453"/>
                                  <a:gd name="T26" fmla="*/ 42 w 344"/>
                                  <a:gd name="T27" fmla="*/ 562 h 2453"/>
                                  <a:gd name="T28" fmla="*/ 12 w 344"/>
                                  <a:gd name="T29" fmla="*/ 292 h 2453"/>
                                  <a:gd name="T30" fmla="*/ 5 w 344"/>
                                  <a:gd name="T31" fmla="*/ 0 h 24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344" h="2453">
                                    <a:moveTo>
                                      <a:pt x="302" y="2453"/>
                                    </a:moveTo>
                                    <a:cubicBezTo>
                                      <a:pt x="329" y="2412"/>
                                      <a:pt x="301" y="2403"/>
                                      <a:pt x="310" y="2355"/>
                                    </a:cubicBezTo>
                                    <a:cubicBezTo>
                                      <a:pt x="308" y="2335"/>
                                      <a:pt x="311" y="2270"/>
                                      <a:pt x="310" y="2250"/>
                                    </a:cubicBezTo>
                                    <a:cubicBezTo>
                                      <a:pt x="306" y="2190"/>
                                      <a:pt x="331" y="2175"/>
                                      <a:pt x="325" y="2115"/>
                                    </a:cubicBezTo>
                                    <a:cubicBezTo>
                                      <a:pt x="320" y="2062"/>
                                      <a:pt x="344" y="1993"/>
                                      <a:pt x="327" y="1942"/>
                                    </a:cubicBezTo>
                                    <a:cubicBezTo>
                                      <a:pt x="322" y="1927"/>
                                      <a:pt x="312" y="1897"/>
                                      <a:pt x="312" y="1897"/>
                                    </a:cubicBezTo>
                                    <a:cubicBezTo>
                                      <a:pt x="306" y="1861"/>
                                      <a:pt x="301" y="1827"/>
                                      <a:pt x="290" y="1792"/>
                                    </a:cubicBezTo>
                                    <a:cubicBezTo>
                                      <a:pt x="282" y="1716"/>
                                      <a:pt x="281" y="1604"/>
                                      <a:pt x="237" y="1537"/>
                                    </a:cubicBezTo>
                                    <a:cubicBezTo>
                                      <a:pt x="235" y="1515"/>
                                      <a:pt x="234" y="1492"/>
                                      <a:pt x="230" y="1470"/>
                                    </a:cubicBezTo>
                                    <a:cubicBezTo>
                                      <a:pt x="227" y="1452"/>
                                      <a:pt x="217" y="1435"/>
                                      <a:pt x="215" y="1417"/>
                                    </a:cubicBezTo>
                                    <a:cubicBezTo>
                                      <a:pt x="201" y="1293"/>
                                      <a:pt x="207" y="1335"/>
                                      <a:pt x="182" y="1223"/>
                                    </a:cubicBezTo>
                                    <a:cubicBezTo>
                                      <a:pt x="169" y="1166"/>
                                      <a:pt x="147" y="1054"/>
                                      <a:pt x="115" y="1005"/>
                                    </a:cubicBezTo>
                                    <a:cubicBezTo>
                                      <a:pt x="104" y="945"/>
                                      <a:pt x="100" y="805"/>
                                      <a:pt x="72" y="750"/>
                                    </a:cubicBezTo>
                                    <a:cubicBezTo>
                                      <a:pt x="61" y="688"/>
                                      <a:pt x="58" y="623"/>
                                      <a:pt x="42" y="562"/>
                                    </a:cubicBezTo>
                                    <a:cubicBezTo>
                                      <a:pt x="37" y="468"/>
                                      <a:pt x="26" y="384"/>
                                      <a:pt x="12" y="292"/>
                                    </a:cubicBezTo>
                                    <a:cubicBezTo>
                                      <a:pt x="0" y="130"/>
                                      <a:pt x="5" y="227"/>
                                      <a:pt x="5" y="0"/>
                                    </a:cubicBezTo>
                                  </a:path>
                                </a:pathLst>
                              </a:custGeom>
                              <a:noFill/>
                              <a:ln w="22225">
                                <a:solidFill>
                                  <a:schemeClr val="bg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0" o:spid="_x0000_s1026" style="position:absolute;margin-left:211.6pt;margin-top:113.3pt;width:17.2pt;height:122.6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4,24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" path="m302,2453v27,-41,-1,-50,8,-98c308,2335,311,2270,310,2250v-4,-60,21,-75,15,-135c320,2062,344,1993,327,1942v-5,-15,-15,-45,-15,-45c306,1861,301,1827,290,1792v-8,-76,-9,-188,-53,-255c235,1515,234,1492,230,1470v-3,-18,-13,-35,-15,-53c201,1293,207,1335,182,1223v-13,-57,-35,-169,-67,-218c104,945,100,805,72,750,61,688,58,623,42,562,37,468,26,384,12,292,,130,5,227,5,e" filled="f" strokecolor="#7f7f7f [1612]" strokeweight="1.75pt">
                      <v:path arrowok="t" o:connecttype="custom" o:connectlocs="191770,1557655;196850,1495425;196850,1428750;206375,1343025;207645,1233170;198120,1204595;184150,1137920;150495,975995;146050,933450;136525,899795;115570,776605;73025,638175;45720,476250;26670,356870;7620,185420;3175,0" o:connectangles="0,0,0,0,0,0,0,0,0,0,0,0,0,0,0,0"/>
                    </v:shape>
                  </w:pict>
                </mc:Fallback>
              </mc:AlternateContent>
            </w:r>
            <w:r>
              <w:rPr>
                <w:noProof/>
                <w:lang w:eastAsia="en-GB"/>
              </w:rPr>
              <mc:AlternateContent>
                <mc:Choice Requires="wps">
                  <w:drawing>
                    <wp:anchor distT="0" distB="0" distL="114300" distR="114300" simplePos="0" relativeHeight="251680256" behindDoc="0" locked="0" layoutInCell="1" allowOverlap="1">
                      <wp:simplePos x="0" y="0"/>
                      <wp:positionH relativeFrom="column">
                        <wp:posOffset>3636645</wp:posOffset>
                      </wp:positionH>
                      <wp:positionV relativeFrom="paragraph">
                        <wp:posOffset>1391285</wp:posOffset>
                      </wp:positionV>
                      <wp:extent cx="219075" cy="1395730"/>
                      <wp:effectExtent l="14605" t="9525" r="13970" b="13970"/>
                      <wp:wrapNone/>
                      <wp:docPr id="148"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075" cy="1395730"/>
                              </a:xfrm>
                              <a:custGeom>
                                <a:avLst/>
                                <a:gdLst>
                                  <a:gd name="T0" fmla="*/ 345 w 345"/>
                                  <a:gd name="T1" fmla="*/ 0 h 2198"/>
                                  <a:gd name="T2" fmla="*/ 315 w 345"/>
                                  <a:gd name="T3" fmla="*/ 353 h 2198"/>
                                  <a:gd name="T4" fmla="*/ 270 w 345"/>
                                  <a:gd name="T5" fmla="*/ 795 h 2198"/>
                                  <a:gd name="T6" fmla="*/ 217 w 345"/>
                                  <a:gd name="T7" fmla="*/ 998 h 2198"/>
                                  <a:gd name="T8" fmla="*/ 180 w 345"/>
                                  <a:gd name="T9" fmla="*/ 1208 h 2198"/>
                                  <a:gd name="T10" fmla="*/ 150 w 345"/>
                                  <a:gd name="T11" fmla="*/ 1305 h 2198"/>
                                  <a:gd name="T12" fmla="*/ 142 w 345"/>
                                  <a:gd name="T13" fmla="*/ 1410 h 2198"/>
                                  <a:gd name="T14" fmla="*/ 142 w 345"/>
                                  <a:gd name="T15" fmla="*/ 1470 h 2198"/>
                                  <a:gd name="T16" fmla="*/ 90 w 345"/>
                                  <a:gd name="T17" fmla="*/ 1553 h 2198"/>
                                  <a:gd name="T18" fmla="*/ 90 w 345"/>
                                  <a:gd name="T19" fmla="*/ 1658 h 2198"/>
                                  <a:gd name="T20" fmla="*/ 22 w 345"/>
                                  <a:gd name="T21" fmla="*/ 1973 h 2198"/>
                                  <a:gd name="T22" fmla="*/ 15 w 345"/>
                                  <a:gd name="T23" fmla="*/ 2100 h 2198"/>
                                  <a:gd name="T24" fmla="*/ 0 w 345"/>
                                  <a:gd name="T25" fmla="*/ 2198 h 21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45" h="2198">
                                    <a:moveTo>
                                      <a:pt x="345" y="0"/>
                                    </a:moveTo>
                                    <a:cubicBezTo>
                                      <a:pt x="306" y="112"/>
                                      <a:pt x="330" y="236"/>
                                      <a:pt x="315" y="353"/>
                                    </a:cubicBezTo>
                                    <a:cubicBezTo>
                                      <a:pt x="307" y="499"/>
                                      <a:pt x="300" y="651"/>
                                      <a:pt x="270" y="795"/>
                                    </a:cubicBezTo>
                                    <a:cubicBezTo>
                                      <a:pt x="256" y="863"/>
                                      <a:pt x="231" y="930"/>
                                      <a:pt x="217" y="998"/>
                                    </a:cubicBezTo>
                                    <a:cubicBezTo>
                                      <a:pt x="211" y="1085"/>
                                      <a:pt x="203" y="1123"/>
                                      <a:pt x="180" y="1208"/>
                                    </a:cubicBezTo>
                                    <a:cubicBezTo>
                                      <a:pt x="175" y="1227"/>
                                      <a:pt x="155" y="1286"/>
                                      <a:pt x="150" y="1305"/>
                                    </a:cubicBezTo>
                                    <a:cubicBezTo>
                                      <a:pt x="138" y="1347"/>
                                      <a:pt x="152" y="1354"/>
                                      <a:pt x="142" y="1410"/>
                                    </a:cubicBezTo>
                                    <a:cubicBezTo>
                                      <a:pt x="127" y="1478"/>
                                      <a:pt x="142" y="1470"/>
                                      <a:pt x="142" y="1470"/>
                                    </a:cubicBezTo>
                                    <a:cubicBezTo>
                                      <a:pt x="140" y="1495"/>
                                      <a:pt x="94" y="1528"/>
                                      <a:pt x="90" y="1553"/>
                                    </a:cubicBezTo>
                                    <a:cubicBezTo>
                                      <a:pt x="84" y="1593"/>
                                      <a:pt x="99" y="1618"/>
                                      <a:pt x="90" y="1658"/>
                                    </a:cubicBezTo>
                                    <a:cubicBezTo>
                                      <a:pt x="67" y="1762"/>
                                      <a:pt x="41" y="1868"/>
                                      <a:pt x="22" y="1973"/>
                                    </a:cubicBezTo>
                                    <a:cubicBezTo>
                                      <a:pt x="20" y="2015"/>
                                      <a:pt x="18" y="2058"/>
                                      <a:pt x="15" y="2100"/>
                                    </a:cubicBezTo>
                                    <a:cubicBezTo>
                                      <a:pt x="13" y="2125"/>
                                      <a:pt x="0" y="2169"/>
                                      <a:pt x="0" y="2198"/>
                                    </a:cubicBezTo>
                                  </a:path>
                                </a:pathLst>
                              </a:custGeom>
                              <a:noFill/>
                              <a:ln w="19050">
                                <a:solidFill>
                                  <a:schemeClr val="bg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7" o:spid="_x0000_s1026" style="position:absolute;margin-left:286.35pt;margin-top:109.55pt;width:17.25pt;height:109.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5,21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" path="m345,c306,112,330,236,315,353v-8,146,-15,298,-45,442c256,863,231,930,217,998v-6,87,-14,125,-37,210c175,1227,155,1286,150,1305v-12,42,2,49,-8,105c127,1478,142,1470,142,1470v-2,25,-48,58,-52,83c84,1593,99,1618,90,1658,67,1762,41,1868,22,1973v-2,42,-4,85,-7,127c13,2125,,2169,,2198e" filled="f" strokecolor="#7f7f7f [1612]" strokeweight="1.5pt">
                      <v:path arrowok="t" o:connecttype="custom" o:connectlocs="219075,0;200025,224155;171450,504825;137795,633730;114300,767080;95250,828675;90170,895350;90170,933450;57150,986155;57150,1052830;13970,1252855;9525,1333500;0,1395730" o:connectangles="0,0,0,0,0,0,0,0,0,0,0,0,0"/>
                    </v:shape>
                  </w:pict>
                </mc:Fallback>
              </mc:AlternateContent>
            </w:r>
            <w:r>
              <w:rPr>
                <w:noProof/>
                <w:lang w:eastAsia="en-GB"/>
              </w:rPr>
              <mc:AlternateContent>
                <mc:Choice Requires="wps">
                  <w:drawing>
                    <wp:anchor distT="0" distB="0" distL="114300" distR="114300" simplePos="0" relativeHeight="251679232" behindDoc="0" locked="0" layoutInCell="1" allowOverlap="1">
                      <wp:simplePos x="0" y="0"/>
                      <wp:positionH relativeFrom="column">
                        <wp:posOffset>3576955</wp:posOffset>
                      </wp:positionH>
                      <wp:positionV relativeFrom="paragraph">
                        <wp:posOffset>1282065</wp:posOffset>
                      </wp:positionV>
                      <wp:extent cx="184785" cy="1530985"/>
                      <wp:effectExtent l="12065" t="5080" r="12700" b="6985"/>
                      <wp:wrapNone/>
                      <wp:docPr id="147"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785" cy="1530985"/>
                              </a:xfrm>
                              <a:custGeom>
                                <a:avLst/>
                                <a:gdLst>
                                  <a:gd name="T0" fmla="*/ 229 w 291"/>
                                  <a:gd name="T1" fmla="*/ 0 h 2411"/>
                                  <a:gd name="T2" fmla="*/ 279 w 291"/>
                                  <a:gd name="T3" fmla="*/ 176 h 2411"/>
                                  <a:gd name="T4" fmla="*/ 291 w 291"/>
                                  <a:gd name="T5" fmla="*/ 245 h 2411"/>
                                  <a:gd name="T6" fmla="*/ 233 w 291"/>
                                  <a:gd name="T7" fmla="*/ 522 h 2411"/>
                                  <a:gd name="T8" fmla="*/ 259 w 291"/>
                                  <a:gd name="T9" fmla="*/ 615 h 2411"/>
                                  <a:gd name="T10" fmla="*/ 244 w 291"/>
                                  <a:gd name="T11" fmla="*/ 750 h 2411"/>
                                  <a:gd name="T12" fmla="*/ 206 w 291"/>
                                  <a:gd name="T13" fmla="*/ 1012 h 2411"/>
                                  <a:gd name="T14" fmla="*/ 141 w 291"/>
                                  <a:gd name="T15" fmla="*/ 1397 h 2411"/>
                                  <a:gd name="T16" fmla="*/ 83 w 291"/>
                                  <a:gd name="T17" fmla="*/ 1685 h 2411"/>
                                  <a:gd name="T18" fmla="*/ 26 w 291"/>
                                  <a:gd name="T19" fmla="*/ 1881 h 2411"/>
                                  <a:gd name="T20" fmla="*/ 14 w 291"/>
                                  <a:gd name="T21" fmla="*/ 2354 h 2411"/>
                                  <a:gd name="T22" fmla="*/ 56 w 291"/>
                                  <a:gd name="T23" fmla="*/ 2115 h 2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91" h="2411">
                                    <a:moveTo>
                                      <a:pt x="229" y="0"/>
                                    </a:moveTo>
                                    <a:cubicBezTo>
                                      <a:pt x="233" y="69"/>
                                      <a:pt x="273" y="107"/>
                                      <a:pt x="279" y="176"/>
                                    </a:cubicBezTo>
                                    <a:cubicBezTo>
                                      <a:pt x="281" y="199"/>
                                      <a:pt x="291" y="222"/>
                                      <a:pt x="291" y="245"/>
                                    </a:cubicBezTo>
                                    <a:cubicBezTo>
                                      <a:pt x="291" y="345"/>
                                      <a:pt x="250" y="426"/>
                                      <a:pt x="233" y="522"/>
                                    </a:cubicBezTo>
                                    <a:cubicBezTo>
                                      <a:pt x="219" y="582"/>
                                      <a:pt x="264" y="533"/>
                                      <a:pt x="259" y="615"/>
                                    </a:cubicBezTo>
                                    <a:cubicBezTo>
                                      <a:pt x="261" y="653"/>
                                      <a:pt x="253" y="684"/>
                                      <a:pt x="244" y="750"/>
                                    </a:cubicBezTo>
                                    <a:cubicBezTo>
                                      <a:pt x="235" y="816"/>
                                      <a:pt x="223" y="904"/>
                                      <a:pt x="206" y="1012"/>
                                    </a:cubicBezTo>
                                    <a:cubicBezTo>
                                      <a:pt x="198" y="1088"/>
                                      <a:pt x="163" y="1325"/>
                                      <a:pt x="141" y="1397"/>
                                    </a:cubicBezTo>
                                    <a:cubicBezTo>
                                      <a:pt x="112" y="1491"/>
                                      <a:pt x="104" y="1589"/>
                                      <a:pt x="83" y="1685"/>
                                    </a:cubicBezTo>
                                    <a:cubicBezTo>
                                      <a:pt x="69" y="1751"/>
                                      <a:pt x="42" y="1815"/>
                                      <a:pt x="26" y="1881"/>
                                    </a:cubicBezTo>
                                    <a:cubicBezTo>
                                      <a:pt x="9" y="2057"/>
                                      <a:pt x="0" y="2162"/>
                                      <a:pt x="14" y="2354"/>
                                    </a:cubicBezTo>
                                    <a:cubicBezTo>
                                      <a:pt x="18" y="2411"/>
                                      <a:pt x="14" y="2115"/>
                                      <a:pt x="56" y="2115"/>
                                    </a:cubicBezTo>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6" o:spid="_x0000_s1026" style="position:absolute;margin-left:281.65pt;margin-top:100.95pt;width:14.55pt;height:120.5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1,2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" path="m229,v4,69,44,107,50,176c281,199,291,222,291,245v,100,-41,181,-58,277c219,582,264,533,259,615v2,38,-6,69,-15,135c235,816,223,904,206,1012v-8,76,-43,313,-65,385c112,1491,104,1589,83,1685v-14,66,-41,130,-57,196c9,2057,,2162,14,2354v4,57,,-239,42,-239e" fillcolor="#7f7f7f [1612]" strokecolor="#7f7f7f [1612]">
                      <v:path arrowok="t" o:connecttype="custom" o:connectlocs="145415,0;177165,111760;184785,155575;147955,331470;164465,390525;154940,476250;130810,642620;89535,887095;52705,1069975;16510,1194435;8890,1494790;35560,1343025" o:connectangles="0,0,0,0,0,0,0,0,0,0,0,0"/>
                    </v:shape>
                  </w:pict>
                </mc:Fallback>
              </mc:AlternateContent>
            </w:r>
            <w:r>
              <w:rPr>
                <w:noProof/>
                <w:lang w:eastAsia="en-GB"/>
              </w:rPr>
              <mc:AlternateContent>
                <mc:Choice Requires="wps">
                  <w:drawing>
                    <wp:anchor distT="0" distB="0" distL="114300" distR="114300" simplePos="0" relativeHeight="251678208" behindDoc="0" locked="0" layoutInCell="1" allowOverlap="1">
                      <wp:simplePos x="0" y="0"/>
                      <wp:positionH relativeFrom="column">
                        <wp:posOffset>3526790</wp:posOffset>
                      </wp:positionH>
                      <wp:positionV relativeFrom="paragraph">
                        <wp:posOffset>2732405</wp:posOffset>
                      </wp:positionV>
                      <wp:extent cx="73025" cy="329565"/>
                      <wp:effectExtent l="19050" t="7620" r="12700" b="5715"/>
                      <wp:wrapNone/>
                      <wp:docPr id="146"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3025" cy="329565"/>
                              </a:xfrm>
                              <a:custGeom>
                                <a:avLst/>
                                <a:gdLst>
                                  <a:gd name="T0" fmla="*/ 115 w 115"/>
                                  <a:gd name="T1" fmla="*/ 0 h 519"/>
                                  <a:gd name="T2" fmla="*/ 0 w 115"/>
                                  <a:gd name="T3" fmla="*/ 70 h 519"/>
                                  <a:gd name="T4" fmla="*/ 12 w 115"/>
                                  <a:gd name="T5" fmla="*/ 438 h 519"/>
                                  <a:gd name="T6" fmla="*/ 35 w 115"/>
                                  <a:gd name="T7" fmla="*/ 519 h 519"/>
                                </a:gdLst>
                                <a:ahLst/>
                                <a:cxnLst>
                                  <a:cxn ang="0">
                                    <a:pos x="T0" y="T1"/>
                                  </a:cxn>
                                  <a:cxn ang="0">
                                    <a:pos x="T2" y="T3"/>
                                  </a:cxn>
                                  <a:cxn ang="0">
                                    <a:pos x="T4" y="T5"/>
                                  </a:cxn>
                                  <a:cxn ang="0">
                                    <a:pos x="T6" y="T7"/>
                                  </a:cxn>
                                </a:cxnLst>
                                <a:rect l="0" t="0" r="r" b="b"/>
                                <a:pathLst>
                                  <a:path w="115" h="519">
                                    <a:moveTo>
                                      <a:pt x="115" y="0"/>
                                    </a:moveTo>
                                    <a:cubicBezTo>
                                      <a:pt x="54" y="13"/>
                                      <a:pt x="34" y="18"/>
                                      <a:pt x="0" y="70"/>
                                    </a:cubicBezTo>
                                    <a:cubicBezTo>
                                      <a:pt x="4" y="193"/>
                                      <a:pt x="5" y="315"/>
                                      <a:pt x="12" y="438"/>
                                    </a:cubicBezTo>
                                    <a:cubicBezTo>
                                      <a:pt x="14" y="466"/>
                                      <a:pt x="35" y="519"/>
                                      <a:pt x="35" y="519"/>
                                    </a:cubicBez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5" o:spid="_x0000_s1026" style="position:absolute;margin-left:277.7pt;margin-top:215.15pt;width:5.75pt;height:25.9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5,5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" path="m115,c54,13,34,18,,70,4,193,5,315,12,438v2,28,23,81,23,81e" filled="f" strokecolor="red">
                      <v:path arrowok="t" o:connecttype="custom" o:connectlocs="73025,0;0,44450;7620,278130;22225,329565" o:connectangles="0,0,0,0"/>
                    </v:shape>
                  </w:pict>
                </mc:Fallback>
              </mc:AlternateContent>
            </w:r>
            <w:r>
              <w:rPr>
                <w:noProof/>
                <w:lang w:eastAsia="en-GB"/>
              </w:rPr>
              <mc:AlternateContent>
                <mc:Choice Requires="wps">
                  <w:drawing>
                    <wp:anchor distT="0" distB="0" distL="114300" distR="114300" simplePos="0" relativeHeight="251677184" behindDoc="0" locked="0" layoutInCell="1" allowOverlap="1">
                      <wp:simplePos x="0" y="0"/>
                      <wp:positionH relativeFrom="column">
                        <wp:posOffset>3577590</wp:posOffset>
                      </wp:positionH>
                      <wp:positionV relativeFrom="paragraph">
                        <wp:posOffset>2755900</wp:posOffset>
                      </wp:positionV>
                      <wp:extent cx="77470" cy="271145"/>
                      <wp:effectExtent l="12700" t="12065" r="5080" b="12065"/>
                      <wp:wrapNone/>
                      <wp:docPr id="145"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7470" cy="271145"/>
                              </a:xfrm>
                              <a:custGeom>
                                <a:avLst/>
                                <a:gdLst>
                                  <a:gd name="T0" fmla="*/ 15 w 122"/>
                                  <a:gd name="T1" fmla="*/ 33 h 427"/>
                                  <a:gd name="T2" fmla="*/ 15 w 122"/>
                                  <a:gd name="T3" fmla="*/ 332 h 427"/>
                                  <a:gd name="T4" fmla="*/ 107 w 122"/>
                                  <a:gd name="T5" fmla="*/ 394 h 427"/>
                                  <a:gd name="T6" fmla="*/ 107 w 122"/>
                                  <a:gd name="T7" fmla="*/ 136 h 427"/>
                                  <a:gd name="T8" fmla="*/ 15 w 122"/>
                                  <a:gd name="T9" fmla="*/ 33 h 427"/>
                                </a:gdLst>
                                <a:ahLst/>
                                <a:cxnLst>
                                  <a:cxn ang="0">
                                    <a:pos x="T0" y="T1"/>
                                  </a:cxn>
                                  <a:cxn ang="0">
                                    <a:pos x="T2" y="T3"/>
                                  </a:cxn>
                                  <a:cxn ang="0">
                                    <a:pos x="T4" y="T5"/>
                                  </a:cxn>
                                  <a:cxn ang="0">
                                    <a:pos x="T6" y="T7"/>
                                  </a:cxn>
                                  <a:cxn ang="0">
                                    <a:pos x="T8" y="T9"/>
                                  </a:cxn>
                                </a:cxnLst>
                                <a:rect l="0" t="0" r="r" b="b"/>
                                <a:pathLst>
                                  <a:path w="122" h="427">
                                    <a:moveTo>
                                      <a:pt x="15" y="33"/>
                                    </a:moveTo>
                                    <a:cubicBezTo>
                                      <a:pt x="0" y="66"/>
                                      <a:pt x="0" y="272"/>
                                      <a:pt x="15" y="332"/>
                                    </a:cubicBezTo>
                                    <a:cubicBezTo>
                                      <a:pt x="30" y="392"/>
                                      <a:pt x="92" y="427"/>
                                      <a:pt x="107" y="394"/>
                                    </a:cubicBezTo>
                                    <a:cubicBezTo>
                                      <a:pt x="122" y="361"/>
                                      <a:pt x="122" y="190"/>
                                      <a:pt x="107" y="136"/>
                                    </a:cubicBezTo>
                                    <a:cubicBezTo>
                                      <a:pt x="92" y="82"/>
                                      <a:pt x="30" y="0"/>
                                      <a:pt x="15" y="33"/>
                                    </a:cubicBezTo>
                                    <a:close/>
                                  </a:path>
                                </a:pathLst>
                              </a:custGeom>
                              <a:solidFill>
                                <a:schemeClr val="tx1">
                                  <a:lumMod val="95000"/>
                                  <a:lumOff val="5000"/>
                                </a:schemeClr>
                              </a:solidFill>
                              <a:ln w="9525">
                                <a:solidFill>
                                  <a:schemeClr val="tx1">
                                    <a:lumMod val="95000"/>
                                    <a:lumOff val="500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4" o:spid="_x0000_s1026" style="position:absolute;margin-left:281.7pt;margin-top:217pt;width:6.1pt;height:21.3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2,4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" path="m15,33c,66,,272,15,332v15,60,77,95,92,62c122,361,122,190,107,136,92,82,30,,15,33xe" fillcolor="#0d0d0d [3069]" strokecolor="#0d0d0d [3069]">
                      <v:path arrowok="t" o:connecttype="custom" o:connectlocs="9525,20955;9525,210820;67945,250190;67945,86360;9525,20955" o:connectangles="0,0,0,0,0"/>
                    </v:shape>
                  </w:pict>
                </mc:Fallback>
              </mc:AlternateContent>
            </w:r>
            <w:r>
              <w:rPr>
                <w:noProof/>
                <w:lang w:eastAsia="en-GB"/>
              </w:rPr>
              <mc:AlternateContent>
                <mc:Choice Requires="wps">
                  <w:drawing>
                    <wp:anchor distT="0" distB="0" distL="114300" distR="114300" simplePos="0" relativeHeight="251676160" behindDoc="0" locked="0" layoutInCell="1" allowOverlap="1">
                      <wp:simplePos x="0" y="0"/>
                      <wp:positionH relativeFrom="column">
                        <wp:posOffset>3636645</wp:posOffset>
                      </wp:positionH>
                      <wp:positionV relativeFrom="paragraph">
                        <wp:posOffset>3315335</wp:posOffset>
                      </wp:positionV>
                      <wp:extent cx="154940" cy="1122680"/>
                      <wp:effectExtent l="14605" t="19050" r="11430" b="10795"/>
                      <wp:wrapNone/>
                      <wp:docPr id="144"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4940" cy="1122680"/>
                              </a:xfrm>
                              <a:custGeom>
                                <a:avLst/>
                                <a:gdLst>
                                  <a:gd name="T0" fmla="*/ 0 w 244"/>
                                  <a:gd name="T1" fmla="*/ 0 h 1768"/>
                                  <a:gd name="T2" fmla="*/ 165 w 244"/>
                                  <a:gd name="T3" fmla="*/ 308 h 1768"/>
                                  <a:gd name="T4" fmla="*/ 76 w 244"/>
                                  <a:gd name="T5" fmla="*/ 1288 h 1768"/>
                                  <a:gd name="T6" fmla="*/ 42 w 244"/>
                                  <a:gd name="T7" fmla="*/ 1710 h 1768"/>
                                  <a:gd name="T8" fmla="*/ 45 w 244"/>
                                  <a:gd name="T9" fmla="*/ 1635 h 1768"/>
                                  <a:gd name="T10" fmla="*/ 180 w 244"/>
                                  <a:gd name="T11" fmla="*/ 1170 h 1768"/>
                                  <a:gd name="T12" fmla="*/ 232 w 244"/>
                                  <a:gd name="T13" fmla="*/ 270 h 1768"/>
                                  <a:gd name="T14" fmla="*/ 105 w 244"/>
                                  <a:gd name="T15" fmla="*/ 8 h 1768"/>
                                  <a:gd name="T16" fmla="*/ 0 w 244"/>
                                  <a:gd name="T17" fmla="*/ 0 h 1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44" h="1768">
                                    <a:moveTo>
                                      <a:pt x="0" y="0"/>
                                    </a:moveTo>
                                    <a:cubicBezTo>
                                      <a:pt x="28" y="51"/>
                                      <a:pt x="152" y="93"/>
                                      <a:pt x="165" y="308"/>
                                    </a:cubicBezTo>
                                    <a:cubicBezTo>
                                      <a:pt x="178" y="523"/>
                                      <a:pt x="96" y="1054"/>
                                      <a:pt x="76" y="1288"/>
                                    </a:cubicBezTo>
                                    <a:cubicBezTo>
                                      <a:pt x="56" y="1522"/>
                                      <a:pt x="47" y="1652"/>
                                      <a:pt x="42" y="1710"/>
                                    </a:cubicBezTo>
                                    <a:cubicBezTo>
                                      <a:pt x="37" y="1768"/>
                                      <a:pt x="22" y="1725"/>
                                      <a:pt x="45" y="1635"/>
                                    </a:cubicBezTo>
                                    <a:cubicBezTo>
                                      <a:pt x="68" y="1545"/>
                                      <a:pt x="149" y="1397"/>
                                      <a:pt x="180" y="1170"/>
                                    </a:cubicBezTo>
                                    <a:cubicBezTo>
                                      <a:pt x="211" y="943"/>
                                      <a:pt x="244" y="464"/>
                                      <a:pt x="232" y="270"/>
                                    </a:cubicBezTo>
                                    <a:cubicBezTo>
                                      <a:pt x="220" y="76"/>
                                      <a:pt x="132" y="63"/>
                                      <a:pt x="105" y="8"/>
                                    </a:cubicBezTo>
                                    <a:cubicBezTo>
                                      <a:pt x="105" y="8"/>
                                      <a:pt x="0" y="0"/>
                                      <a:pt x="0" y="0"/>
                                    </a:cubicBezTo>
                                    <a:close/>
                                  </a:path>
                                </a:pathLst>
                              </a:custGeom>
                              <a:solidFill>
                                <a:schemeClr val="tx1">
                                  <a:lumMod val="95000"/>
                                  <a:lumOff val="5000"/>
                                </a:schemeClr>
                              </a:solidFill>
                              <a:ln w="9525">
                                <a:solidFill>
                                  <a:schemeClr val="tx1">
                                    <a:lumMod val="95000"/>
                                    <a:lumOff val="500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2" o:spid="_x0000_s1026" style="position:absolute;margin-left:286.35pt;margin-top:261.05pt;width:12.2pt;height:88.4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4,1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" path="m,c28,51,152,93,165,308v13,215,-69,746,-89,980c56,1522,47,1652,42,1710v-5,58,-20,15,3,-75c68,1545,149,1397,180,1170,211,943,244,464,232,270,220,76,132,63,105,8,105,8,,,,xe" fillcolor="#0d0d0d [3069]" strokecolor="#0d0d0d [3069]">
                      <v:path arrowok="t" o:connecttype="custom" o:connectlocs="0,0;104775,195580;48260,817880;26670,1085850;28575,1038225;114300,742950;147320,171450;66675,5080;0,0" o:connectangles="0,0,0,0,0,0,0,0,0"/>
                    </v:shape>
                  </w:pict>
                </mc:Fallback>
              </mc:AlternateContent>
            </w:r>
            <w:r>
              <w:rPr>
                <w:noProof/>
                <w:lang w:eastAsia="en-GB"/>
              </w:rPr>
              <mc:AlternateContent>
                <mc:Choice Requires="wps">
                  <w:drawing>
                    <wp:anchor distT="0" distB="0" distL="114300" distR="114300" simplePos="0" relativeHeight="251675136" behindDoc="0" locked="0" layoutInCell="1" allowOverlap="1">
                      <wp:simplePos x="0" y="0"/>
                      <wp:positionH relativeFrom="column">
                        <wp:posOffset>3684905</wp:posOffset>
                      </wp:positionH>
                      <wp:positionV relativeFrom="paragraph">
                        <wp:posOffset>3394075</wp:posOffset>
                      </wp:positionV>
                      <wp:extent cx="262255" cy="1381760"/>
                      <wp:effectExtent l="5715" t="12065" r="8255" b="6350"/>
                      <wp:wrapNone/>
                      <wp:docPr id="143"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2255" cy="1381760"/>
                              </a:xfrm>
                              <a:custGeom>
                                <a:avLst/>
                                <a:gdLst>
                                  <a:gd name="T0" fmla="*/ 303 w 413"/>
                                  <a:gd name="T1" fmla="*/ 56 h 2176"/>
                                  <a:gd name="T2" fmla="*/ 303 w 413"/>
                                  <a:gd name="T3" fmla="*/ 491 h 2176"/>
                                  <a:gd name="T4" fmla="*/ 171 w 413"/>
                                  <a:gd name="T5" fmla="*/ 1061 h 2176"/>
                                  <a:gd name="T6" fmla="*/ 104 w 413"/>
                                  <a:gd name="T7" fmla="*/ 1489 h 2176"/>
                                  <a:gd name="T8" fmla="*/ 29 w 413"/>
                                  <a:gd name="T9" fmla="*/ 1826 h 2176"/>
                                  <a:gd name="T10" fmla="*/ 6 w 413"/>
                                  <a:gd name="T11" fmla="*/ 2134 h 2176"/>
                                  <a:gd name="T12" fmla="*/ 66 w 413"/>
                                  <a:gd name="T13" fmla="*/ 2081 h 2176"/>
                                  <a:gd name="T14" fmla="*/ 59 w 413"/>
                                  <a:gd name="T15" fmla="*/ 2036 h 2176"/>
                                  <a:gd name="T16" fmla="*/ 171 w 413"/>
                                  <a:gd name="T17" fmla="*/ 1496 h 2176"/>
                                  <a:gd name="T18" fmla="*/ 231 w 413"/>
                                  <a:gd name="T19" fmla="*/ 1084 h 2176"/>
                                  <a:gd name="T20" fmla="*/ 359 w 413"/>
                                  <a:gd name="T21" fmla="*/ 739 h 2176"/>
                                  <a:gd name="T22" fmla="*/ 404 w 413"/>
                                  <a:gd name="T23" fmla="*/ 154 h 2176"/>
                                  <a:gd name="T24" fmla="*/ 303 w 413"/>
                                  <a:gd name="T25" fmla="*/ 56 h 21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13" h="2176">
                                    <a:moveTo>
                                      <a:pt x="303" y="56"/>
                                    </a:moveTo>
                                    <a:cubicBezTo>
                                      <a:pt x="286" y="112"/>
                                      <a:pt x="325" y="324"/>
                                      <a:pt x="303" y="491"/>
                                    </a:cubicBezTo>
                                    <a:cubicBezTo>
                                      <a:pt x="281" y="658"/>
                                      <a:pt x="204" y="895"/>
                                      <a:pt x="171" y="1061"/>
                                    </a:cubicBezTo>
                                    <a:cubicBezTo>
                                      <a:pt x="138" y="1227"/>
                                      <a:pt x="128" y="1362"/>
                                      <a:pt x="104" y="1489"/>
                                    </a:cubicBezTo>
                                    <a:cubicBezTo>
                                      <a:pt x="80" y="1616"/>
                                      <a:pt x="45" y="1719"/>
                                      <a:pt x="29" y="1826"/>
                                    </a:cubicBezTo>
                                    <a:cubicBezTo>
                                      <a:pt x="13" y="1933"/>
                                      <a:pt x="0" y="2092"/>
                                      <a:pt x="6" y="2134"/>
                                    </a:cubicBezTo>
                                    <a:cubicBezTo>
                                      <a:pt x="12" y="2176"/>
                                      <a:pt x="57" y="2097"/>
                                      <a:pt x="66" y="2081"/>
                                    </a:cubicBezTo>
                                    <a:cubicBezTo>
                                      <a:pt x="75" y="2065"/>
                                      <a:pt x="42" y="2133"/>
                                      <a:pt x="59" y="2036"/>
                                    </a:cubicBezTo>
                                    <a:cubicBezTo>
                                      <a:pt x="76" y="1939"/>
                                      <a:pt x="142" y="1655"/>
                                      <a:pt x="171" y="1496"/>
                                    </a:cubicBezTo>
                                    <a:cubicBezTo>
                                      <a:pt x="200" y="1337"/>
                                      <a:pt x="200" y="1210"/>
                                      <a:pt x="231" y="1084"/>
                                    </a:cubicBezTo>
                                    <a:cubicBezTo>
                                      <a:pt x="262" y="958"/>
                                      <a:pt x="330" y="894"/>
                                      <a:pt x="359" y="739"/>
                                    </a:cubicBezTo>
                                    <a:cubicBezTo>
                                      <a:pt x="388" y="584"/>
                                      <a:pt x="413" y="261"/>
                                      <a:pt x="404" y="154"/>
                                    </a:cubicBezTo>
                                    <a:cubicBezTo>
                                      <a:pt x="395" y="47"/>
                                      <a:pt x="320" y="0"/>
                                      <a:pt x="303" y="56"/>
                                    </a:cubicBezTo>
                                    <a:close/>
                                  </a:path>
                                </a:pathLst>
                              </a:custGeom>
                              <a:solidFill>
                                <a:schemeClr val="tx1">
                                  <a:lumMod val="95000"/>
                                  <a:lumOff val="5000"/>
                                </a:schemeClr>
                              </a:solidFill>
                              <a:ln w="9525">
                                <a:solidFill>
                                  <a:schemeClr val="tx1">
                                    <a:lumMod val="95000"/>
                                    <a:lumOff val="500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1" o:spid="_x0000_s1026" style="position:absolute;margin-left:290.15pt;margin-top:267.25pt;width:20.65pt;height:108.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3,21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" path="m303,56v-17,56,22,268,,435c281,658,204,895,171,1061v-33,166,-43,301,-67,428c80,1616,45,1719,29,1826,13,1933,,2092,6,2134v6,42,51,-37,60,-53c75,2065,42,2133,59,2036v17,-97,83,-381,112,-540c200,1337,200,1210,231,1084,262,958,330,894,359,739,388,584,413,261,404,154,395,47,320,,303,56xe" fillcolor="#0d0d0d [3069]" strokecolor="#0d0d0d [3069]">
                      <v:path arrowok="t" o:connecttype="custom" o:connectlocs="192405,35560;192405,311785;108585,673735;66040,945515;18415,1159510;3810,1355090;41910,1321435;37465,1292860;108585,949960;146685,688340;227965,469265;256540,97790;192405,35560" o:connectangles="0,0,0,0,0,0,0,0,0,0,0,0,0"/>
                    </v:shape>
                  </w:pict>
                </mc:Fallback>
              </mc:AlternateContent>
            </w:r>
            <w:r>
              <w:rPr>
                <w:noProof/>
                <w:lang w:eastAsia="en-GB"/>
              </w:rPr>
              <mc:AlternateContent>
                <mc:Choice Requires="wps">
                  <w:drawing>
                    <wp:anchor distT="0" distB="0" distL="114300" distR="114300" simplePos="0" relativeHeight="251673088" behindDoc="0" locked="0" layoutInCell="1" allowOverlap="1">
                      <wp:simplePos x="0" y="0"/>
                      <wp:positionH relativeFrom="column">
                        <wp:posOffset>2767330</wp:posOffset>
                      </wp:positionH>
                      <wp:positionV relativeFrom="paragraph">
                        <wp:posOffset>1305560</wp:posOffset>
                      </wp:positionV>
                      <wp:extent cx="209550" cy="1740535"/>
                      <wp:effectExtent l="12065" t="19050" r="16510" b="12065"/>
                      <wp:wrapNone/>
                      <wp:docPr id="142"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0" cy="1740535"/>
                              </a:xfrm>
                              <a:custGeom>
                                <a:avLst/>
                                <a:gdLst>
                                  <a:gd name="T0" fmla="*/ 34 w 330"/>
                                  <a:gd name="T1" fmla="*/ 0 h 2741"/>
                                  <a:gd name="T2" fmla="*/ 49 w 330"/>
                                  <a:gd name="T3" fmla="*/ 278 h 2741"/>
                                  <a:gd name="T4" fmla="*/ 79 w 330"/>
                                  <a:gd name="T5" fmla="*/ 480 h 2741"/>
                                  <a:gd name="T6" fmla="*/ 109 w 330"/>
                                  <a:gd name="T7" fmla="*/ 840 h 2741"/>
                                  <a:gd name="T8" fmla="*/ 161 w 330"/>
                                  <a:gd name="T9" fmla="*/ 1200 h 2741"/>
                                  <a:gd name="T10" fmla="*/ 229 w 330"/>
                                  <a:gd name="T11" fmla="*/ 1485 h 2741"/>
                                  <a:gd name="T12" fmla="*/ 259 w 330"/>
                                  <a:gd name="T13" fmla="*/ 1673 h 2741"/>
                                  <a:gd name="T14" fmla="*/ 289 w 330"/>
                                  <a:gd name="T15" fmla="*/ 1898 h 2741"/>
                                  <a:gd name="T16" fmla="*/ 319 w 330"/>
                                  <a:gd name="T17" fmla="*/ 2115 h 2741"/>
                                  <a:gd name="T18" fmla="*/ 319 w 330"/>
                                  <a:gd name="T19" fmla="*/ 2250 h 2741"/>
                                  <a:gd name="T20" fmla="*/ 311 w 330"/>
                                  <a:gd name="T21" fmla="*/ 2318 h 2741"/>
                                  <a:gd name="T22" fmla="*/ 296 w 330"/>
                                  <a:gd name="T23" fmla="*/ 2363 h 2741"/>
                                  <a:gd name="T24" fmla="*/ 281 w 330"/>
                                  <a:gd name="T25" fmla="*/ 2618 h 2741"/>
                                  <a:gd name="T26" fmla="*/ 266 w 330"/>
                                  <a:gd name="T27" fmla="*/ 2708 h 2741"/>
                                  <a:gd name="T28" fmla="*/ 244 w 330"/>
                                  <a:gd name="T29" fmla="*/ 2708 h 27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30" h="2741">
                                    <a:moveTo>
                                      <a:pt x="34" y="0"/>
                                    </a:moveTo>
                                    <a:cubicBezTo>
                                      <a:pt x="0" y="97"/>
                                      <a:pt x="38" y="183"/>
                                      <a:pt x="49" y="278"/>
                                    </a:cubicBezTo>
                                    <a:cubicBezTo>
                                      <a:pt x="56" y="345"/>
                                      <a:pt x="56" y="416"/>
                                      <a:pt x="79" y="480"/>
                                    </a:cubicBezTo>
                                    <a:cubicBezTo>
                                      <a:pt x="87" y="579"/>
                                      <a:pt x="79" y="756"/>
                                      <a:pt x="109" y="840"/>
                                    </a:cubicBezTo>
                                    <a:cubicBezTo>
                                      <a:pt x="119" y="959"/>
                                      <a:pt x="124" y="1085"/>
                                      <a:pt x="161" y="1200"/>
                                    </a:cubicBezTo>
                                    <a:cubicBezTo>
                                      <a:pt x="174" y="1298"/>
                                      <a:pt x="195" y="1392"/>
                                      <a:pt x="229" y="1485"/>
                                    </a:cubicBezTo>
                                    <a:cubicBezTo>
                                      <a:pt x="234" y="1551"/>
                                      <a:pt x="237" y="1611"/>
                                      <a:pt x="259" y="1673"/>
                                    </a:cubicBezTo>
                                    <a:cubicBezTo>
                                      <a:pt x="266" y="1739"/>
                                      <a:pt x="269" y="1840"/>
                                      <a:pt x="289" y="1898"/>
                                    </a:cubicBezTo>
                                    <a:cubicBezTo>
                                      <a:pt x="293" y="1969"/>
                                      <a:pt x="294" y="2046"/>
                                      <a:pt x="319" y="2115"/>
                                    </a:cubicBezTo>
                                    <a:cubicBezTo>
                                      <a:pt x="330" y="2186"/>
                                      <a:pt x="328" y="2152"/>
                                      <a:pt x="319" y="2250"/>
                                    </a:cubicBezTo>
                                    <a:cubicBezTo>
                                      <a:pt x="317" y="2273"/>
                                      <a:pt x="316" y="2296"/>
                                      <a:pt x="311" y="2318"/>
                                    </a:cubicBezTo>
                                    <a:cubicBezTo>
                                      <a:pt x="308" y="2333"/>
                                      <a:pt x="296" y="2363"/>
                                      <a:pt x="296" y="2363"/>
                                    </a:cubicBezTo>
                                    <a:cubicBezTo>
                                      <a:pt x="286" y="2503"/>
                                      <a:pt x="273" y="2458"/>
                                      <a:pt x="281" y="2618"/>
                                    </a:cubicBezTo>
                                    <a:cubicBezTo>
                                      <a:pt x="278" y="2648"/>
                                      <a:pt x="285" y="2684"/>
                                      <a:pt x="266" y="2708"/>
                                    </a:cubicBezTo>
                                    <a:cubicBezTo>
                                      <a:pt x="240" y="2741"/>
                                      <a:pt x="244" y="2723"/>
                                      <a:pt x="244" y="2708"/>
                                    </a:cubicBezTo>
                                  </a:path>
                                </a:pathLst>
                              </a:custGeom>
                              <a:noFill/>
                              <a:ln w="22225">
                                <a:solidFill>
                                  <a:schemeClr val="bg1">
                                    <a:lumMod val="5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9" o:spid="_x0000_s1026" style="position:absolute;margin-left:217.9pt;margin-top:102.8pt;width:16.5pt;height:137.0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30,2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" path="m34,c,97,38,183,49,278v7,67,7,138,30,202c87,579,79,756,109,840v10,119,15,245,52,360c174,1298,195,1392,229,1485v5,66,8,126,30,188c266,1739,269,1840,289,1898v4,71,5,148,30,217c330,2186,328,2152,319,2250v-2,23,-3,46,-8,68c308,2333,296,2363,296,2363v-10,140,-23,95,-15,255c278,2648,285,2684,266,2708v-26,33,-22,15,-22,e" filled="f" strokecolor="#7f7f7f [1612]" strokeweight="1.75pt">
                      <v:path arrowok="t" o:connecttype="custom" o:connectlocs="21590,0;31115,176530;50165,304800;69215,533400;102235,762000;145415,942975;164465,1062355;183515,1205230;202565,1343025;202565,1428750;197485,1471930;187960,1500505;178435,1662430;168910,1719580;154940,1719580" o:connectangles="0,0,0,0,0,0,0,0,0,0,0,0,0,0,0"/>
                    </v:shape>
                  </w:pict>
                </mc:Fallback>
              </mc:AlternateContent>
            </w:r>
            <w:r>
              <w:rPr>
                <w:noProof/>
                <w:lang w:eastAsia="en-GB"/>
              </w:rPr>
              <mc:AlternateContent>
                <mc:Choice Requires="wps">
                  <w:drawing>
                    <wp:anchor distT="0" distB="0" distL="114300" distR="114300" simplePos="0" relativeHeight="251672064" behindDoc="0" locked="0" layoutInCell="1" allowOverlap="1">
                      <wp:simplePos x="0" y="0"/>
                      <wp:positionH relativeFrom="column">
                        <wp:posOffset>3877310</wp:posOffset>
                      </wp:positionH>
                      <wp:positionV relativeFrom="paragraph">
                        <wp:posOffset>1367790</wp:posOffset>
                      </wp:positionV>
                      <wp:extent cx="102235" cy="238125"/>
                      <wp:effectExtent l="55245" t="33655" r="13970" b="13970"/>
                      <wp:wrapNone/>
                      <wp:docPr id="141"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02235" cy="238125"/>
                              </a:xfrm>
                              <a:prstGeom prst="straightConnector1">
                                <a:avLst/>
                              </a:prstGeom>
                              <a:noFill/>
                              <a:ln w="9525">
                                <a:solidFill>
                                  <a:schemeClr val="accent1">
                                    <a:lumMod val="50000"/>
                                    <a:lumOff val="0"/>
                                  </a:schemeClr>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8" o:spid="_x0000_s1026" type="#_x0000_t32" style="position:absolute;margin-left:305.3pt;margin-top:107.7pt;width:8.05pt;height:18.75pt;flip:x y;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" strokecolor="#1f4d78 [1604]">
                      <v:stroke endarrow="block"/>
                    </v:shape>
                  </w:pict>
                </mc:Fallback>
              </mc:AlternateContent>
            </w:r>
            <w:r>
              <w:rPr>
                <w:noProof/>
                <w:lang w:eastAsia="en-GB"/>
              </w:rPr>
              <mc:AlternateContent>
                <mc:Choice Requires="wps">
                  <w:drawing>
                    <wp:anchor distT="0" distB="0" distL="114300" distR="114300" simplePos="0" relativeHeight="251671040" behindDoc="0" locked="0" layoutInCell="1" allowOverlap="1">
                      <wp:simplePos x="0" y="0"/>
                      <wp:positionH relativeFrom="column">
                        <wp:posOffset>3703320</wp:posOffset>
                      </wp:positionH>
                      <wp:positionV relativeFrom="paragraph">
                        <wp:posOffset>1367790</wp:posOffset>
                      </wp:positionV>
                      <wp:extent cx="47625" cy="123825"/>
                      <wp:effectExtent l="5080" t="5080" r="13970" b="13970"/>
                      <wp:wrapNone/>
                      <wp:docPr id="140"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7625" cy="123825"/>
                              </a:xfrm>
                              <a:custGeom>
                                <a:avLst/>
                                <a:gdLst>
                                  <a:gd name="T0" fmla="*/ 0 w 75"/>
                                  <a:gd name="T1" fmla="*/ 0 h 195"/>
                                  <a:gd name="T2" fmla="*/ 30 w 75"/>
                                  <a:gd name="T3" fmla="*/ 90 h 195"/>
                                  <a:gd name="T4" fmla="*/ 37 w 75"/>
                                  <a:gd name="T5" fmla="*/ 112 h 195"/>
                                  <a:gd name="T6" fmla="*/ 52 w 75"/>
                                  <a:gd name="T7" fmla="*/ 135 h 195"/>
                                  <a:gd name="T8" fmla="*/ 75 w 75"/>
                                  <a:gd name="T9" fmla="*/ 195 h 195"/>
                                </a:gdLst>
                                <a:ahLst/>
                                <a:cxnLst>
                                  <a:cxn ang="0">
                                    <a:pos x="T0" y="T1"/>
                                  </a:cxn>
                                  <a:cxn ang="0">
                                    <a:pos x="T2" y="T3"/>
                                  </a:cxn>
                                  <a:cxn ang="0">
                                    <a:pos x="T4" y="T5"/>
                                  </a:cxn>
                                  <a:cxn ang="0">
                                    <a:pos x="T6" y="T7"/>
                                  </a:cxn>
                                  <a:cxn ang="0">
                                    <a:pos x="T8" y="T9"/>
                                  </a:cxn>
                                </a:cxnLst>
                                <a:rect l="0" t="0" r="r" b="b"/>
                                <a:pathLst>
                                  <a:path w="75" h="195">
                                    <a:moveTo>
                                      <a:pt x="0" y="0"/>
                                    </a:moveTo>
                                    <a:cubicBezTo>
                                      <a:pt x="6" y="40"/>
                                      <a:pt x="9" y="58"/>
                                      <a:pt x="30" y="90"/>
                                    </a:cubicBezTo>
                                    <a:cubicBezTo>
                                      <a:pt x="32" y="97"/>
                                      <a:pt x="34" y="105"/>
                                      <a:pt x="37" y="112"/>
                                    </a:cubicBezTo>
                                    <a:cubicBezTo>
                                      <a:pt x="41" y="120"/>
                                      <a:pt x="48" y="127"/>
                                      <a:pt x="52" y="135"/>
                                    </a:cubicBezTo>
                                    <a:cubicBezTo>
                                      <a:pt x="61" y="156"/>
                                      <a:pt x="58" y="178"/>
                                      <a:pt x="75" y="195"/>
                                    </a:cubicBez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7" o:spid="_x0000_s1026" style="position:absolute;margin-left:291.6pt;margin-top:107.7pt;width:3.75pt;height:9.7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5,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" path="m,c6,40,9,58,30,90v2,7,4,15,7,22c41,120,48,127,52,135v9,21,6,43,23,60e" filled="f" strokecolor="red">
                      <v:path arrowok="t" o:connecttype="custom" o:connectlocs="0,0;19050,57150;23495,71120;33020,85725;47625,123825" o:connectangles="0,0,0,0,0"/>
                    </v:shape>
                  </w:pict>
                </mc:Fallback>
              </mc:AlternateContent>
            </w:r>
            <w:r>
              <w:rPr>
                <w:noProof/>
                <w:lang w:eastAsia="en-GB"/>
              </w:rPr>
              <mc:AlternateContent>
                <mc:Choice Requires="wps">
                  <w:drawing>
                    <wp:anchor distT="0" distB="0" distL="114300" distR="114300" simplePos="0" relativeHeight="251670016" behindDoc="0" locked="0" layoutInCell="1" allowOverlap="1">
                      <wp:simplePos x="0" y="0"/>
                      <wp:positionH relativeFrom="column">
                        <wp:posOffset>2774315</wp:posOffset>
                      </wp:positionH>
                      <wp:positionV relativeFrom="paragraph">
                        <wp:posOffset>1257935</wp:posOffset>
                      </wp:positionV>
                      <wp:extent cx="43180" cy="152400"/>
                      <wp:effectExtent l="9525" t="9525" r="13970" b="9525"/>
                      <wp:wrapNone/>
                      <wp:docPr id="139"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180" cy="152400"/>
                              </a:xfrm>
                              <a:custGeom>
                                <a:avLst/>
                                <a:gdLst>
                                  <a:gd name="T0" fmla="*/ 68 w 68"/>
                                  <a:gd name="T1" fmla="*/ 0 h 240"/>
                                  <a:gd name="T2" fmla="*/ 8 w 68"/>
                                  <a:gd name="T3" fmla="*/ 180 h 240"/>
                                  <a:gd name="T4" fmla="*/ 0 w 68"/>
                                  <a:gd name="T5" fmla="*/ 240 h 240"/>
                                </a:gdLst>
                                <a:ahLst/>
                                <a:cxnLst>
                                  <a:cxn ang="0">
                                    <a:pos x="T0" y="T1"/>
                                  </a:cxn>
                                  <a:cxn ang="0">
                                    <a:pos x="T2" y="T3"/>
                                  </a:cxn>
                                  <a:cxn ang="0">
                                    <a:pos x="T4" y="T5"/>
                                  </a:cxn>
                                </a:cxnLst>
                                <a:rect l="0" t="0" r="r" b="b"/>
                                <a:pathLst>
                                  <a:path w="68" h="240">
                                    <a:moveTo>
                                      <a:pt x="68" y="0"/>
                                    </a:moveTo>
                                    <a:cubicBezTo>
                                      <a:pt x="57" y="62"/>
                                      <a:pt x="44" y="127"/>
                                      <a:pt x="8" y="180"/>
                                    </a:cubicBezTo>
                                    <a:cubicBezTo>
                                      <a:pt x="5" y="200"/>
                                      <a:pt x="0" y="240"/>
                                      <a:pt x="0" y="240"/>
                                    </a:cubicBezTo>
                                  </a:path>
                                </a:pathLst>
                              </a:cu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6" o:spid="_x0000_s1026" style="position:absolute;margin-left:218.45pt;margin-top:99.05pt;width:3.4pt;height:12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" path="m68,c57,62,44,127,8,180,5,200,,240,,240e" filled="f" strokecolor="red">
                      <v:path arrowok="t" o:connecttype="custom" o:connectlocs="43180,0;5080,114300;0,152400" o:connectangles="0,0,0"/>
                    </v:shape>
                  </w:pict>
                </mc:Fallback>
              </mc:AlternateContent>
            </w:r>
            <w:r>
              <w:rPr>
                <w:noProof/>
                <w:lang w:eastAsia="en-GB"/>
              </w:rPr>
              <mc:AlternateContent>
                <mc:Choice Requires="wps">
                  <w:drawing>
                    <wp:anchor distT="0" distB="0" distL="114300" distR="114300" simplePos="0" relativeHeight="251668992" behindDoc="0" locked="0" layoutInCell="1" allowOverlap="1">
                      <wp:simplePos x="0" y="0"/>
                      <wp:positionH relativeFrom="column">
                        <wp:posOffset>3665220</wp:posOffset>
                      </wp:positionH>
                      <wp:positionV relativeFrom="paragraph">
                        <wp:posOffset>682625</wp:posOffset>
                      </wp:positionV>
                      <wp:extent cx="198120" cy="376555"/>
                      <wp:effectExtent l="5080" t="5715" r="6350" b="8255"/>
                      <wp:wrapNone/>
                      <wp:docPr id="138"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8120" cy="376555"/>
                              </a:xfrm>
                              <a:custGeom>
                                <a:avLst/>
                                <a:gdLst>
                                  <a:gd name="T0" fmla="*/ 22 w 312"/>
                                  <a:gd name="T1" fmla="*/ 6 h 593"/>
                                  <a:gd name="T2" fmla="*/ 67 w 312"/>
                                  <a:gd name="T3" fmla="*/ 36 h 593"/>
                                  <a:gd name="T4" fmla="*/ 180 w 312"/>
                                  <a:gd name="T5" fmla="*/ 126 h 593"/>
                                  <a:gd name="T6" fmla="*/ 210 w 312"/>
                                  <a:gd name="T7" fmla="*/ 194 h 593"/>
                                  <a:gd name="T8" fmla="*/ 240 w 312"/>
                                  <a:gd name="T9" fmla="*/ 269 h 593"/>
                                  <a:gd name="T10" fmla="*/ 262 w 312"/>
                                  <a:gd name="T11" fmla="*/ 351 h 593"/>
                                  <a:gd name="T12" fmla="*/ 270 w 312"/>
                                  <a:gd name="T13" fmla="*/ 374 h 593"/>
                                  <a:gd name="T14" fmla="*/ 277 w 312"/>
                                  <a:gd name="T15" fmla="*/ 396 h 593"/>
                                  <a:gd name="T16" fmla="*/ 285 w 312"/>
                                  <a:gd name="T17" fmla="*/ 419 h 593"/>
                                  <a:gd name="T18" fmla="*/ 300 w 312"/>
                                  <a:gd name="T19" fmla="*/ 584 h 593"/>
                                  <a:gd name="T20" fmla="*/ 277 w 312"/>
                                  <a:gd name="T21" fmla="*/ 569 h 593"/>
                                  <a:gd name="T22" fmla="*/ 202 w 312"/>
                                  <a:gd name="T23" fmla="*/ 359 h 593"/>
                                  <a:gd name="T24" fmla="*/ 120 w 312"/>
                                  <a:gd name="T25" fmla="*/ 224 h 593"/>
                                  <a:gd name="T26" fmla="*/ 112 w 312"/>
                                  <a:gd name="T27" fmla="*/ 201 h 593"/>
                                  <a:gd name="T28" fmla="*/ 45 w 312"/>
                                  <a:gd name="T29" fmla="*/ 111 h 593"/>
                                  <a:gd name="T30" fmla="*/ 15 w 312"/>
                                  <a:gd name="T31" fmla="*/ 66 h 593"/>
                                  <a:gd name="T32" fmla="*/ 0 w 312"/>
                                  <a:gd name="T33" fmla="*/ 44 h 5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312" h="593">
                                    <a:moveTo>
                                      <a:pt x="22" y="6"/>
                                    </a:moveTo>
                                    <a:cubicBezTo>
                                      <a:pt x="85" y="23"/>
                                      <a:pt x="25" y="0"/>
                                      <a:pt x="67" y="36"/>
                                    </a:cubicBezTo>
                                    <a:cubicBezTo>
                                      <a:pt x="104" y="68"/>
                                      <a:pt x="144" y="92"/>
                                      <a:pt x="180" y="126"/>
                                    </a:cubicBezTo>
                                    <a:cubicBezTo>
                                      <a:pt x="188" y="152"/>
                                      <a:pt x="195" y="171"/>
                                      <a:pt x="210" y="194"/>
                                    </a:cubicBezTo>
                                    <a:cubicBezTo>
                                      <a:pt x="217" y="223"/>
                                      <a:pt x="233" y="241"/>
                                      <a:pt x="240" y="269"/>
                                    </a:cubicBezTo>
                                    <a:cubicBezTo>
                                      <a:pt x="262" y="355"/>
                                      <a:pt x="228" y="252"/>
                                      <a:pt x="262" y="351"/>
                                    </a:cubicBezTo>
                                    <a:cubicBezTo>
                                      <a:pt x="265" y="359"/>
                                      <a:pt x="267" y="366"/>
                                      <a:pt x="270" y="374"/>
                                    </a:cubicBezTo>
                                    <a:cubicBezTo>
                                      <a:pt x="272" y="381"/>
                                      <a:pt x="275" y="389"/>
                                      <a:pt x="277" y="396"/>
                                    </a:cubicBezTo>
                                    <a:cubicBezTo>
                                      <a:pt x="280" y="404"/>
                                      <a:pt x="285" y="419"/>
                                      <a:pt x="285" y="419"/>
                                    </a:cubicBezTo>
                                    <a:cubicBezTo>
                                      <a:pt x="290" y="474"/>
                                      <a:pt x="312" y="530"/>
                                      <a:pt x="300" y="584"/>
                                    </a:cubicBezTo>
                                    <a:cubicBezTo>
                                      <a:pt x="298" y="593"/>
                                      <a:pt x="285" y="574"/>
                                      <a:pt x="277" y="569"/>
                                    </a:cubicBezTo>
                                    <a:cubicBezTo>
                                      <a:pt x="257" y="504"/>
                                      <a:pt x="239" y="413"/>
                                      <a:pt x="202" y="359"/>
                                    </a:cubicBezTo>
                                    <a:cubicBezTo>
                                      <a:pt x="187" y="310"/>
                                      <a:pt x="149" y="266"/>
                                      <a:pt x="120" y="224"/>
                                    </a:cubicBezTo>
                                    <a:cubicBezTo>
                                      <a:pt x="115" y="217"/>
                                      <a:pt x="116" y="208"/>
                                      <a:pt x="112" y="201"/>
                                    </a:cubicBezTo>
                                    <a:cubicBezTo>
                                      <a:pt x="93" y="167"/>
                                      <a:pt x="71" y="138"/>
                                      <a:pt x="45" y="111"/>
                                    </a:cubicBezTo>
                                    <a:cubicBezTo>
                                      <a:pt x="31" y="73"/>
                                      <a:pt x="45" y="103"/>
                                      <a:pt x="15" y="66"/>
                                    </a:cubicBezTo>
                                    <a:cubicBezTo>
                                      <a:pt x="9" y="59"/>
                                      <a:pt x="0" y="44"/>
                                      <a:pt x="0" y="44"/>
                                    </a:cubicBezTo>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5" o:spid="_x0000_s1026" style="position:absolute;margin-left:288.6pt;margin-top:53.75pt;width:15.6pt;height:29.6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12,5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" path="m22,6c85,23,25,,67,36v37,32,77,56,113,90c188,152,195,171,210,194v7,29,23,47,30,75c262,355,228,252,262,351v3,8,5,15,8,23c272,381,275,389,277,396v3,8,8,23,8,23c290,474,312,530,300,584v-2,9,-15,-10,-23,-15c257,504,239,413,202,359,187,310,149,266,120,224v-5,-7,-4,-16,-8,-23c93,167,71,138,45,111,31,73,45,103,15,66,9,59,,44,,44e" fillcolor="#7f7f7f [1612]" strokecolor="#7f7f7f [1612]">
                      <v:path arrowok="t" o:connecttype="custom" o:connectlocs="13970,3810;42545,22860;114300,80010;133350,123190;152400,170815;166370,222885;171450,237490;175895,251460;180975,266065;190500,370840;175895,361315;128270,227965;76200,142240;71120,127635;28575,70485;9525,41910;0,27940" o:connectangles="0,0,0,0,0,0,0,0,0,0,0,0,0,0,0,0,0"/>
                    </v:shape>
                  </w:pict>
                </mc:Fallback>
              </mc:AlternateContent>
            </w:r>
            <w:r>
              <w:rPr>
                <w:noProof/>
                <w:lang w:eastAsia="en-GB"/>
              </w:rPr>
              <mc:AlternateContent>
                <mc:Choice Requires="wps">
                  <w:drawing>
                    <wp:anchor distT="0" distB="0" distL="114300" distR="114300" simplePos="0" relativeHeight="251666944" behindDoc="0" locked="0" layoutInCell="1" allowOverlap="1">
                      <wp:simplePos x="0" y="0"/>
                      <wp:positionH relativeFrom="column">
                        <wp:posOffset>3587115</wp:posOffset>
                      </wp:positionH>
                      <wp:positionV relativeFrom="paragraph">
                        <wp:posOffset>791210</wp:posOffset>
                      </wp:positionV>
                      <wp:extent cx="177800" cy="495300"/>
                      <wp:effectExtent l="22225" t="9525" r="19050" b="19050"/>
                      <wp:wrapNone/>
                      <wp:docPr id="136"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7800" cy="495300"/>
                              </a:xfrm>
                              <a:custGeom>
                                <a:avLst/>
                                <a:gdLst>
                                  <a:gd name="T0" fmla="*/ 3 w 280"/>
                                  <a:gd name="T1" fmla="*/ 0 h 780"/>
                                  <a:gd name="T2" fmla="*/ 153 w 280"/>
                                  <a:gd name="T3" fmla="*/ 143 h 780"/>
                                  <a:gd name="T4" fmla="*/ 160 w 280"/>
                                  <a:gd name="T5" fmla="*/ 165 h 780"/>
                                  <a:gd name="T6" fmla="*/ 190 w 280"/>
                                  <a:gd name="T7" fmla="*/ 210 h 780"/>
                                  <a:gd name="T8" fmla="*/ 250 w 280"/>
                                  <a:gd name="T9" fmla="*/ 360 h 780"/>
                                  <a:gd name="T10" fmla="*/ 280 w 280"/>
                                  <a:gd name="T11" fmla="*/ 653 h 780"/>
                                  <a:gd name="T12" fmla="*/ 250 w 280"/>
                                  <a:gd name="T13" fmla="*/ 780 h 780"/>
                                  <a:gd name="T14" fmla="*/ 213 w 280"/>
                                  <a:gd name="T15" fmla="*/ 698 h 780"/>
                                  <a:gd name="T16" fmla="*/ 198 w 280"/>
                                  <a:gd name="T17" fmla="*/ 308 h 780"/>
                                  <a:gd name="T18" fmla="*/ 175 w 280"/>
                                  <a:gd name="T19" fmla="*/ 285 h 780"/>
                                  <a:gd name="T20" fmla="*/ 10 w 280"/>
                                  <a:gd name="T21" fmla="*/ 53 h 780"/>
                                  <a:gd name="T22" fmla="*/ 3 w 280"/>
                                  <a:gd name="T23"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0" h="780">
                                    <a:moveTo>
                                      <a:pt x="3" y="0"/>
                                    </a:moveTo>
                                    <a:cubicBezTo>
                                      <a:pt x="20" y="73"/>
                                      <a:pt x="97" y="100"/>
                                      <a:pt x="153" y="143"/>
                                    </a:cubicBezTo>
                                    <a:cubicBezTo>
                                      <a:pt x="155" y="150"/>
                                      <a:pt x="156" y="158"/>
                                      <a:pt x="160" y="165"/>
                                    </a:cubicBezTo>
                                    <a:cubicBezTo>
                                      <a:pt x="169" y="181"/>
                                      <a:pt x="184" y="193"/>
                                      <a:pt x="190" y="210"/>
                                    </a:cubicBezTo>
                                    <a:cubicBezTo>
                                      <a:pt x="207" y="262"/>
                                      <a:pt x="237" y="306"/>
                                      <a:pt x="250" y="360"/>
                                    </a:cubicBezTo>
                                    <a:cubicBezTo>
                                      <a:pt x="255" y="431"/>
                                      <a:pt x="254" y="568"/>
                                      <a:pt x="280" y="653"/>
                                    </a:cubicBezTo>
                                    <a:cubicBezTo>
                                      <a:pt x="275" y="715"/>
                                      <a:pt x="280" y="736"/>
                                      <a:pt x="250" y="780"/>
                                    </a:cubicBezTo>
                                    <a:cubicBezTo>
                                      <a:pt x="216" y="757"/>
                                      <a:pt x="220" y="740"/>
                                      <a:pt x="213" y="698"/>
                                    </a:cubicBezTo>
                                    <a:cubicBezTo>
                                      <a:pt x="210" y="568"/>
                                      <a:pt x="262" y="421"/>
                                      <a:pt x="198" y="308"/>
                                    </a:cubicBezTo>
                                    <a:cubicBezTo>
                                      <a:pt x="193" y="299"/>
                                      <a:pt x="182" y="294"/>
                                      <a:pt x="175" y="285"/>
                                    </a:cubicBezTo>
                                    <a:cubicBezTo>
                                      <a:pt x="117" y="211"/>
                                      <a:pt x="63" y="130"/>
                                      <a:pt x="10" y="53"/>
                                    </a:cubicBezTo>
                                    <a:cubicBezTo>
                                      <a:pt x="0" y="38"/>
                                      <a:pt x="5" y="18"/>
                                      <a:pt x="3" y="0"/>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3" o:spid="_x0000_s1026" style="position:absolute;margin-left:282.45pt;margin-top:62.3pt;width:14pt;height:39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0,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" path="m3,c20,73,97,100,153,143v2,7,3,15,7,22c169,181,184,193,190,210v17,52,47,96,60,150c255,431,254,568,280,653v-5,62,,83,-30,127c216,757,220,740,213,698,210,568,262,421,198,308v-5,-9,-16,-14,-23,-23c117,211,63,130,10,53,,38,5,18,3,xe" fillcolor="#7f7f7f [1612]" strokecolor="#7f7f7f [1612]">
                      <v:path arrowok="t" o:connecttype="custom" o:connectlocs="1905,0;97155,90805;101600,104775;120650,133350;158750,228600;177800,414655;158750,495300;135255,443230;125730,195580;111125,180975;6350,33655;1905,0" o:connectangles="0,0,0,0,0,0,0,0,0,0,0,0"/>
                    </v:shape>
                  </w:pict>
                </mc:Fallback>
              </mc:AlternateContent>
            </w:r>
            <w:r>
              <w:rPr>
                <w:noProof/>
                <w:lang w:eastAsia="en-GB"/>
              </w:rPr>
              <mc:AlternateContent>
                <mc:Choice Requires="wps">
                  <w:drawing>
                    <wp:anchor distT="0" distB="0" distL="114300" distR="114300" simplePos="0" relativeHeight="251665920" behindDoc="0" locked="0" layoutInCell="1" allowOverlap="1">
                      <wp:simplePos x="0" y="0"/>
                      <wp:positionH relativeFrom="column">
                        <wp:posOffset>2616200</wp:posOffset>
                      </wp:positionH>
                      <wp:positionV relativeFrom="paragraph">
                        <wp:posOffset>615315</wp:posOffset>
                      </wp:positionV>
                      <wp:extent cx="448945" cy="695325"/>
                      <wp:effectExtent l="13335" t="24130" r="13970" b="13970"/>
                      <wp:wrapNone/>
                      <wp:docPr id="135"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8945" cy="695325"/>
                              </a:xfrm>
                              <a:custGeom>
                                <a:avLst/>
                                <a:gdLst>
                                  <a:gd name="T0" fmla="*/ 490 w 707"/>
                                  <a:gd name="T1" fmla="*/ 188 h 1095"/>
                                  <a:gd name="T2" fmla="*/ 400 w 707"/>
                                  <a:gd name="T3" fmla="*/ 285 h 1095"/>
                                  <a:gd name="T4" fmla="*/ 340 w 707"/>
                                  <a:gd name="T5" fmla="*/ 323 h 1095"/>
                                  <a:gd name="T6" fmla="*/ 295 w 707"/>
                                  <a:gd name="T7" fmla="*/ 353 h 1095"/>
                                  <a:gd name="T8" fmla="*/ 257 w 707"/>
                                  <a:gd name="T9" fmla="*/ 443 h 1095"/>
                                  <a:gd name="T10" fmla="*/ 227 w 707"/>
                                  <a:gd name="T11" fmla="*/ 435 h 1095"/>
                                  <a:gd name="T12" fmla="*/ 182 w 707"/>
                                  <a:gd name="T13" fmla="*/ 675 h 1095"/>
                                  <a:gd name="T14" fmla="*/ 175 w 707"/>
                                  <a:gd name="T15" fmla="*/ 765 h 1095"/>
                                  <a:gd name="T16" fmla="*/ 152 w 707"/>
                                  <a:gd name="T17" fmla="*/ 833 h 1095"/>
                                  <a:gd name="T18" fmla="*/ 145 w 707"/>
                                  <a:gd name="T19" fmla="*/ 855 h 1095"/>
                                  <a:gd name="T20" fmla="*/ 175 w 707"/>
                                  <a:gd name="T21" fmla="*/ 975 h 1095"/>
                                  <a:gd name="T22" fmla="*/ 107 w 707"/>
                                  <a:gd name="T23" fmla="*/ 1095 h 1095"/>
                                  <a:gd name="T24" fmla="*/ 130 w 707"/>
                                  <a:gd name="T25" fmla="*/ 668 h 1095"/>
                                  <a:gd name="T26" fmla="*/ 145 w 707"/>
                                  <a:gd name="T27" fmla="*/ 645 h 1095"/>
                                  <a:gd name="T28" fmla="*/ 137 w 707"/>
                                  <a:gd name="T29" fmla="*/ 562 h 1095"/>
                                  <a:gd name="T30" fmla="*/ 205 w 707"/>
                                  <a:gd name="T31" fmla="*/ 503 h 1095"/>
                                  <a:gd name="T32" fmla="*/ 340 w 707"/>
                                  <a:gd name="T33" fmla="*/ 270 h 1095"/>
                                  <a:gd name="T34" fmla="*/ 400 w 707"/>
                                  <a:gd name="T35" fmla="*/ 210 h 1095"/>
                                  <a:gd name="T36" fmla="*/ 490 w 707"/>
                                  <a:gd name="T37" fmla="*/ 165 h 1095"/>
                                  <a:gd name="T38" fmla="*/ 512 w 707"/>
                                  <a:gd name="T39" fmla="*/ 143 h 1095"/>
                                  <a:gd name="T40" fmla="*/ 542 w 707"/>
                                  <a:gd name="T41" fmla="*/ 128 h 1095"/>
                                  <a:gd name="T42" fmla="*/ 640 w 707"/>
                                  <a:gd name="T43" fmla="*/ 53 h 1095"/>
                                  <a:gd name="T44" fmla="*/ 700 w 707"/>
                                  <a:gd name="T45" fmla="*/ 0 h 1095"/>
                                  <a:gd name="T46" fmla="*/ 670 w 707"/>
                                  <a:gd name="T47" fmla="*/ 38 h 1095"/>
                                  <a:gd name="T48" fmla="*/ 655 w 707"/>
                                  <a:gd name="T49" fmla="*/ 60 h 1095"/>
                                  <a:gd name="T50" fmla="*/ 527 w 707"/>
                                  <a:gd name="T51" fmla="*/ 165 h 1095"/>
                                  <a:gd name="T52" fmla="*/ 565 w 707"/>
                                  <a:gd name="T53" fmla="*/ 180 h 1095"/>
                                  <a:gd name="T54" fmla="*/ 587 w 707"/>
                                  <a:gd name="T55" fmla="*/ 113 h 1095"/>
                                  <a:gd name="T56" fmla="*/ 685 w 707"/>
                                  <a:gd name="T57" fmla="*/ 68 h 10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707" h="1095">
                                    <a:moveTo>
                                      <a:pt x="490" y="188"/>
                                    </a:moveTo>
                                    <a:cubicBezTo>
                                      <a:pt x="459" y="234"/>
                                      <a:pt x="452" y="273"/>
                                      <a:pt x="400" y="285"/>
                                    </a:cubicBezTo>
                                    <a:cubicBezTo>
                                      <a:pt x="349" y="311"/>
                                      <a:pt x="390" y="288"/>
                                      <a:pt x="340" y="323"/>
                                    </a:cubicBezTo>
                                    <a:cubicBezTo>
                                      <a:pt x="325" y="333"/>
                                      <a:pt x="295" y="353"/>
                                      <a:pt x="295" y="353"/>
                                    </a:cubicBezTo>
                                    <a:cubicBezTo>
                                      <a:pt x="291" y="364"/>
                                      <a:pt x="257" y="443"/>
                                      <a:pt x="257" y="443"/>
                                    </a:cubicBezTo>
                                    <a:cubicBezTo>
                                      <a:pt x="247" y="458"/>
                                      <a:pt x="227" y="435"/>
                                      <a:pt x="227" y="435"/>
                                    </a:cubicBezTo>
                                    <a:cubicBezTo>
                                      <a:pt x="207" y="497"/>
                                      <a:pt x="194" y="612"/>
                                      <a:pt x="182" y="675"/>
                                    </a:cubicBezTo>
                                    <a:cubicBezTo>
                                      <a:pt x="180" y="705"/>
                                      <a:pt x="181" y="735"/>
                                      <a:pt x="175" y="765"/>
                                    </a:cubicBezTo>
                                    <a:cubicBezTo>
                                      <a:pt x="171" y="789"/>
                                      <a:pt x="160" y="810"/>
                                      <a:pt x="152" y="833"/>
                                    </a:cubicBezTo>
                                    <a:cubicBezTo>
                                      <a:pt x="150" y="840"/>
                                      <a:pt x="145" y="855"/>
                                      <a:pt x="145" y="855"/>
                                    </a:cubicBezTo>
                                    <a:cubicBezTo>
                                      <a:pt x="151" y="899"/>
                                      <a:pt x="160" y="934"/>
                                      <a:pt x="175" y="975"/>
                                    </a:cubicBezTo>
                                    <a:cubicBezTo>
                                      <a:pt x="167" y="1018"/>
                                      <a:pt x="153" y="1081"/>
                                      <a:pt x="107" y="1095"/>
                                    </a:cubicBezTo>
                                    <a:cubicBezTo>
                                      <a:pt x="0" y="1022"/>
                                      <a:pt x="73" y="780"/>
                                      <a:pt x="130" y="668"/>
                                    </a:cubicBezTo>
                                    <a:cubicBezTo>
                                      <a:pt x="134" y="660"/>
                                      <a:pt x="140" y="653"/>
                                      <a:pt x="145" y="645"/>
                                    </a:cubicBezTo>
                                    <a:cubicBezTo>
                                      <a:pt x="151" y="635"/>
                                      <a:pt x="132" y="572"/>
                                      <a:pt x="137" y="562"/>
                                    </a:cubicBezTo>
                                    <a:cubicBezTo>
                                      <a:pt x="147" y="518"/>
                                      <a:pt x="187" y="548"/>
                                      <a:pt x="205" y="503"/>
                                    </a:cubicBezTo>
                                    <a:cubicBezTo>
                                      <a:pt x="245" y="403"/>
                                      <a:pt x="258" y="344"/>
                                      <a:pt x="340" y="270"/>
                                    </a:cubicBezTo>
                                    <a:cubicBezTo>
                                      <a:pt x="361" y="251"/>
                                      <a:pt x="375" y="223"/>
                                      <a:pt x="400" y="210"/>
                                    </a:cubicBezTo>
                                    <a:cubicBezTo>
                                      <a:pt x="430" y="195"/>
                                      <a:pt x="464" y="186"/>
                                      <a:pt x="490" y="165"/>
                                    </a:cubicBezTo>
                                    <a:cubicBezTo>
                                      <a:pt x="498" y="158"/>
                                      <a:pt x="504" y="149"/>
                                      <a:pt x="512" y="143"/>
                                    </a:cubicBezTo>
                                    <a:cubicBezTo>
                                      <a:pt x="521" y="137"/>
                                      <a:pt x="533" y="135"/>
                                      <a:pt x="542" y="128"/>
                                    </a:cubicBezTo>
                                    <a:cubicBezTo>
                                      <a:pt x="586" y="92"/>
                                      <a:pt x="590" y="68"/>
                                      <a:pt x="640" y="53"/>
                                    </a:cubicBezTo>
                                    <a:cubicBezTo>
                                      <a:pt x="665" y="36"/>
                                      <a:pt x="675" y="16"/>
                                      <a:pt x="700" y="0"/>
                                    </a:cubicBezTo>
                                    <a:cubicBezTo>
                                      <a:pt x="684" y="62"/>
                                      <a:pt x="707" y="8"/>
                                      <a:pt x="670" y="38"/>
                                    </a:cubicBezTo>
                                    <a:cubicBezTo>
                                      <a:pt x="663" y="44"/>
                                      <a:pt x="663" y="57"/>
                                      <a:pt x="655" y="60"/>
                                    </a:cubicBezTo>
                                    <a:cubicBezTo>
                                      <a:pt x="631" y="81"/>
                                      <a:pt x="542" y="145"/>
                                      <a:pt x="527" y="165"/>
                                    </a:cubicBezTo>
                                    <a:cubicBezTo>
                                      <a:pt x="525" y="184"/>
                                      <a:pt x="555" y="189"/>
                                      <a:pt x="565" y="180"/>
                                    </a:cubicBezTo>
                                    <a:cubicBezTo>
                                      <a:pt x="576" y="159"/>
                                      <a:pt x="580" y="135"/>
                                      <a:pt x="587" y="113"/>
                                    </a:cubicBezTo>
                                    <a:cubicBezTo>
                                      <a:pt x="607" y="94"/>
                                      <a:pt x="669" y="75"/>
                                      <a:pt x="685" y="68"/>
                                    </a:cubicBezTo>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2" o:spid="_x0000_s1026" style="position:absolute;margin-left:206pt;margin-top:48.45pt;width:35.35pt;height:54.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0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" path="m490,188v-31,46,-38,85,-90,97c349,311,390,288,340,323v-15,10,-45,30,-45,30c291,364,257,443,257,443v-10,15,-30,-8,-30,-8c207,497,194,612,182,675v-2,30,-1,60,-7,90c171,789,160,810,152,833v-2,7,-7,22,-7,22c151,899,160,934,175,975v-8,43,-22,106,-68,120c,1022,73,780,130,668v4,-8,10,-15,15,-23c151,635,132,572,137,562v10,-44,50,-14,68,-59c245,403,258,344,340,270v21,-19,35,-47,60,-60c430,195,464,186,490,165v8,-7,14,-16,22,-22c521,137,533,135,542,128,586,92,590,68,640,53,665,36,675,16,700,v-16,62,7,8,-30,38c663,44,663,57,655,60,631,81,542,145,527,165v-2,19,28,24,38,15c576,159,580,135,587,113,607,94,669,75,685,68e" fillcolor="#7f7f7f [1612]" strokecolor="#7f7f7f [1612]">
                      <v:path arrowok="t" o:connecttype="custom" o:connectlocs="311150,119380;254000,180975;215900,205105;187325,224155;163195,281305;144145,276225;115570,428625;111125,485775;96520,528955;92075,542925;111125,619125;67945,695325;82550,424180;92075,409575;86995,356870;130175,319405;215900,171450;254000,133350;311150,104775;325120,90805;344170,81280;406400,33655;444500,0;425450,24130;415925,38100;334645,104775;358775,114300;372745,71755;434975,43180" o:connectangles="0,0,0,0,0,0,0,0,0,0,0,0,0,0,0,0,0,0,0,0,0,0,0,0,0,0,0,0,0"/>
                    </v:shape>
                  </w:pict>
                </mc:Fallback>
              </mc:AlternateContent>
            </w:r>
            <w:r>
              <w:rPr>
                <w:noProof/>
                <w:lang w:eastAsia="en-GB"/>
              </w:rPr>
              <mc:AlternateContent>
                <mc:Choice Requires="wps">
                  <w:drawing>
                    <wp:anchor distT="0" distB="0" distL="114300" distR="114300" simplePos="0" relativeHeight="251664896" behindDoc="0" locked="0" layoutInCell="1" allowOverlap="1">
                      <wp:simplePos x="0" y="0"/>
                      <wp:positionH relativeFrom="column">
                        <wp:posOffset>2701290</wp:posOffset>
                      </wp:positionH>
                      <wp:positionV relativeFrom="paragraph">
                        <wp:posOffset>821055</wp:posOffset>
                      </wp:positionV>
                      <wp:extent cx="340995" cy="483870"/>
                      <wp:effectExtent l="12700" t="10795" r="8255" b="10160"/>
                      <wp:wrapNone/>
                      <wp:docPr id="134"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483870"/>
                              </a:xfrm>
                              <a:custGeom>
                                <a:avLst/>
                                <a:gdLst>
                                  <a:gd name="T0" fmla="*/ 498 w 537"/>
                                  <a:gd name="T1" fmla="*/ 13 h 762"/>
                                  <a:gd name="T2" fmla="*/ 438 w 537"/>
                                  <a:gd name="T3" fmla="*/ 36 h 762"/>
                                  <a:gd name="T4" fmla="*/ 385 w 537"/>
                                  <a:gd name="T5" fmla="*/ 73 h 762"/>
                                  <a:gd name="T6" fmla="*/ 318 w 537"/>
                                  <a:gd name="T7" fmla="*/ 96 h 762"/>
                                  <a:gd name="T8" fmla="*/ 265 w 537"/>
                                  <a:gd name="T9" fmla="*/ 141 h 762"/>
                                  <a:gd name="T10" fmla="*/ 220 w 537"/>
                                  <a:gd name="T11" fmla="*/ 208 h 762"/>
                                  <a:gd name="T12" fmla="*/ 175 w 537"/>
                                  <a:gd name="T13" fmla="*/ 336 h 762"/>
                                  <a:gd name="T14" fmla="*/ 160 w 537"/>
                                  <a:gd name="T15" fmla="*/ 403 h 762"/>
                                  <a:gd name="T16" fmla="*/ 130 w 537"/>
                                  <a:gd name="T17" fmla="*/ 441 h 762"/>
                                  <a:gd name="T18" fmla="*/ 123 w 537"/>
                                  <a:gd name="T19" fmla="*/ 463 h 762"/>
                                  <a:gd name="T20" fmla="*/ 78 w 537"/>
                                  <a:gd name="T21" fmla="*/ 486 h 762"/>
                                  <a:gd name="T22" fmla="*/ 33 w 537"/>
                                  <a:gd name="T23" fmla="*/ 523 h 762"/>
                                  <a:gd name="T24" fmla="*/ 70 w 537"/>
                                  <a:gd name="T25" fmla="*/ 756 h 762"/>
                                  <a:gd name="T26" fmla="*/ 115 w 537"/>
                                  <a:gd name="T27" fmla="*/ 516 h 762"/>
                                  <a:gd name="T28" fmla="*/ 175 w 537"/>
                                  <a:gd name="T29" fmla="*/ 373 h 762"/>
                                  <a:gd name="T30" fmla="*/ 243 w 537"/>
                                  <a:gd name="T31" fmla="*/ 216 h 762"/>
                                  <a:gd name="T32" fmla="*/ 288 w 537"/>
                                  <a:gd name="T33" fmla="*/ 171 h 762"/>
                                  <a:gd name="T34" fmla="*/ 348 w 537"/>
                                  <a:gd name="T35" fmla="*/ 118 h 762"/>
                                  <a:gd name="T36" fmla="*/ 505 w 537"/>
                                  <a:gd name="T37" fmla="*/ 21 h 762"/>
                                  <a:gd name="T38" fmla="*/ 498 w 537"/>
                                  <a:gd name="T39" fmla="*/ 13 h 7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537" h="762">
                                    <a:moveTo>
                                      <a:pt x="498" y="13"/>
                                    </a:moveTo>
                                    <a:cubicBezTo>
                                      <a:pt x="482" y="19"/>
                                      <a:pt x="451" y="29"/>
                                      <a:pt x="438" y="36"/>
                                    </a:cubicBezTo>
                                    <a:cubicBezTo>
                                      <a:pt x="391" y="62"/>
                                      <a:pt x="425" y="52"/>
                                      <a:pt x="385" y="73"/>
                                    </a:cubicBezTo>
                                    <a:cubicBezTo>
                                      <a:pt x="365" y="83"/>
                                      <a:pt x="340" y="88"/>
                                      <a:pt x="318" y="96"/>
                                    </a:cubicBezTo>
                                    <a:cubicBezTo>
                                      <a:pt x="307" y="126"/>
                                      <a:pt x="294" y="131"/>
                                      <a:pt x="265" y="141"/>
                                    </a:cubicBezTo>
                                    <a:cubicBezTo>
                                      <a:pt x="255" y="171"/>
                                      <a:pt x="243" y="186"/>
                                      <a:pt x="220" y="208"/>
                                    </a:cubicBezTo>
                                    <a:cubicBezTo>
                                      <a:pt x="210" y="251"/>
                                      <a:pt x="199" y="299"/>
                                      <a:pt x="175" y="336"/>
                                    </a:cubicBezTo>
                                    <a:cubicBezTo>
                                      <a:pt x="158" y="388"/>
                                      <a:pt x="131" y="346"/>
                                      <a:pt x="160" y="403"/>
                                    </a:cubicBezTo>
                                    <a:cubicBezTo>
                                      <a:pt x="143" y="476"/>
                                      <a:pt x="169" y="402"/>
                                      <a:pt x="130" y="441"/>
                                    </a:cubicBezTo>
                                    <a:cubicBezTo>
                                      <a:pt x="125" y="446"/>
                                      <a:pt x="128" y="457"/>
                                      <a:pt x="123" y="463"/>
                                    </a:cubicBezTo>
                                    <a:cubicBezTo>
                                      <a:pt x="110" y="479"/>
                                      <a:pt x="95" y="478"/>
                                      <a:pt x="78" y="486"/>
                                    </a:cubicBezTo>
                                    <a:cubicBezTo>
                                      <a:pt x="55" y="498"/>
                                      <a:pt x="51" y="505"/>
                                      <a:pt x="33" y="523"/>
                                    </a:cubicBezTo>
                                    <a:cubicBezTo>
                                      <a:pt x="36" y="595"/>
                                      <a:pt x="0" y="708"/>
                                      <a:pt x="70" y="756"/>
                                    </a:cubicBezTo>
                                    <a:cubicBezTo>
                                      <a:pt x="185" y="732"/>
                                      <a:pt x="103" y="762"/>
                                      <a:pt x="115" y="516"/>
                                    </a:cubicBezTo>
                                    <a:cubicBezTo>
                                      <a:pt x="118" y="455"/>
                                      <a:pt x="134" y="416"/>
                                      <a:pt x="175" y="373"/>
                                    </a:cubicBezTo>
                                    <a:cubicBezTo>
                                      <a:pt x="191" y="325"/>
                                      <a:pt x="208" y="255"/>
                                      <a:pt x="243" y="216"/>
                                    </a:cubicBezTo>
                                    <a:cubicBezTo>
                                      <a:pt x="257" y="200"/>
                                      <a:pt x="276" y="189"/>
                                      <a:pt x="288" y="171"/>
                                    </a:cubicBezTo>
                                    <a:cubicBezTo>
                                      <a:pt x="306" y="144"/>
                                      <a:pt x="317" y="129"/>
                                      <a:pt x="348" y="118"/>
                                    </a:cubicBezTo>
                                    <a:cubicBezTo>
                                      <a:pt x="372" y="83"/>
                                      <a:pt x="461" y="35"/>
                                      <a:pt x="505" y="21"/>
                                    </a:cubicBezTo>
                                    <a:cubicBezTo>
                                      <a:pt x="537" y="0"/>
                                      <a:pt x="537" y="4"/>
                                      <a:pt x="498" y="13"/>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1" o:spid="_x0000_s1026" style="position:absolute;margin-left:212.7pt;margin-top:64.65pt;width:26.85pt;height:38.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7,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" path="m498,13v-16,6,-47,16,-60,23c391,62,425,52,385,73,365,83,340,88,318,96v-11,30,-24,35,-53,45c255,171,243,186,220,208v-10,43,-21,91,-45,128c158,388,131,346,160,403v-17,73,9,-1,-30,38c125,446,128,457,123,463v-13,16,-28,15,-45,23c55,498,51,505,33,523,36,595,,708,70,756v115,-24,33,6,45,-240c118,455,134,416,175,373v16,-48,33,-118,68,-157c257,200,276,189,288,171v18,-27,29,-42,60,-53c372,83,461,35,505,21,537,,537,4,498,13xe" fillcolor="#7f7f7f [1612]" strokecolor="#7f7f7f [1612]">
                      <v:path arrowok="t" o:connecttype="custom" o:connectlocs="316230,8255;278130,22860;244475,46355;201930,60960;168275,89535;139700,132080;111125,213360;101600,255905;82550,280035;78105,294005;49530,308610;20955,332105;44450,480060;73025,327660;111125,236855;154305,137160;182880,108585;220980,74930;320675,13335;316230,8255" o:connectangles="0,0,0,0,0,0,0,0,0,0,0,0,0,0,0,0,0,0,0,0"/>
                    </v:shape>
                  </w:pict>
                </mc:Fallback>
              </mc:AlternateContent>
            </w:r>
            <w:r>
              <w:rPr>
                <w:noProof/>
                <w:lang w:eastAsia="en-GB"/>
              </w:rPr>
              <mc:AlternateContent>
                <mc:Choice Requires="wps">
                  <w:drawing>
                    <wp:anchor distT="0" distB="0" distL="114300" distR="114300" simplePos="0" relativeHeight="251662848" behindDoc="0" locked="0" layoutInCell="1" allowOverlap="1">
                      <wp:simplePos x="0" y="0"/>
                      <wp:positionH relativeFrom="column">
                        <wp:posOffset>3477895</wp:posOffset>
                      </wp:positionH>
                      <wp:positionV relativeFrom="paragraph">
                        <wp:posOffset>409575</wp:posOffset>
                      </wp:positionV>
                      <wp:extent cx="185420" cy="276860"/>
                      <wp:effectExtent l="8255" t="8890" r="6350" b="19050"/>
                      <wp:wrapNone/>
                      <wp:docPr id="133"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5420" cy="276860"/>
                              </a:xfrm>
                              <a:custGeom>
                                <a:avLst/>
                                <a:gdLst>
                                  <a:gd name="T0" fmla="*/ 25 w 292"/>
                                  <a:gd name="T1" fmla="*/ 16 h 436"/>
                                  <a:gd name="T2" fmla="*/ 52 w 292"/>
                                  <a:gd name="T3" fmla="*/ 116 h 436"/>
                                  <a:gd name="T4" fmla="*/ 82 w 292"/>
                                  <a:gd name="T5" fmla="*/ 206 h 436"/>
                                  <a:gd name="T6" fmla="*/ 122 w 292"/>
                                  <a:gd name="T7" fmla="*/ 266 h 436"/>
                                  <a:gd name="T8" fmla="*/ 272 w 292"/>
                                  <a:gd name="T9" fmla="*/ 436 h 436"/>
                                  <a:gd name="T10" fmla="*/ 202 w 292"/>
                                  <a:gd name="T11" fmla="*/ 316 h 436"/>
                                  <a:gd name="T12" fmla="*/ 112 w 292"/>
                                  <a:gd name="T13" fmla="*/ 196 h 436"/>
                                  <a:gd name="T14" fmla="*/ 102 w 292"/>
                                  <a:gd name="T15" fmla="*/ 166 h 436"/>
                                  <a:gd name="T16" fmla="*/ 72 w 292"/>
                                  <a:gd name="T17" fmla="*/ 126 h 436"/>
                                  <a:gd name="T18" fmla="*/ 25 w 292"/>
                                  <a:gd name="T19" fmla="*/ 16 h 4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92" h="436">
                                    <a:moveTo>
                                      <a:pt x="25" y="16"/>
                                    </a:moveTo>
                                    <a:cubicBezTo>
                                      <a:pt x="61" y="125"/>
                                      <a:pt x="0" y="0"/>
                                      <a:pt x="52" y="116"/>
                                    </a:cubicBezTo>
                                    <a:cubicBezTo>
                                      <a:pt x="65" y="145"/>
                                      <a:pt x="64" y="180"/>
                                      <a:pt x="82" y="206"/>
                                    </a:cubicBezTo>
                                    <a:cubicBezTo>
                                      <a:pt x="95" y="226"/>
                                      <a:pt x="122" y="266"/>
                                      <a:pt x="122" y="266"/>
                                    </a:cubicBezTo>
                                    <a:cubicBezTo>
                                      <a:pt x="142" y="347"/>
                                      <a:pt x="191" y="409"/>
                                      <a:pt x="272" y="436"/>
                                    </a:cubicBezTo>
                                    <a:cubicBezTo>
                                      <a:pt x="292" y="377"/>
                                      <a:pt x="245" y="359"/>
                                      <a:pt x="202" y="316"/>
                                    </a:cubicBezTo>
                                    <a:cubicBezTo>
                                      <a:pt x="166" y="280"/>
                                      <a:pt x="141" y="239"/>
                                      <a:pt x="112" y="196"/>
                                    </a:cubicBezTo>
                                    <a:cubicBezTo>
                                      <a:pt x="106" y="187"/>
                                      <a:pt x="107" y="175"/>
                                      <a:pt x="102" y="166"/>
                                    </a:cubicBezTo>
                                    <a:cubicBezTo>
                                      <a:pt x="94" y="152"/>
                                      <a:pt x="83" y="139"/>
                                      <a:pt x="72" y="126"/>
                                    </a:cubicBezTo>
                                    <a:cubicBezTo>
                                      <a:pt x="55" y="106"/>
                                      <a:pt x="25" y="46"/>
                                      <a:pt x="25" y="16"/>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9" o:spid="_x0000_s1026" style="position:absolute;margin-left:273.85pt;margin-top:32.25pt;width:14.6pt;height:21.8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92,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" path="m25,16c61,125,,,52,116v13,29,12,64,30,90c95,226,122,266,122,266v20,81,69,143,150,170c292,377,245,359,202,316,166,280,141,239,112,196v-6,-9,-5,-21,-10,-30c94,152,83,139,72,126,55,106,25,46,25,16xe" fillcolor="#7f7f7f [1612]" strokecolor="#7f7f7f [1612]">
                      <v:path arrowok="t" o:connecttype="custom" o:connectlocs="15875,10160;33020,73660;52070,130810;77470,168910;172720,276860;128270,200660;71120,124460;64770,105410;45720,80010;15875,10160" o:connectangles="0,0,0,0,0,0,0,0,0,0"/>
                    </v:shape>
                  </w:pict>
                </mc:Fallback>
              </mc:AlternateContent>
            </w:r>
            <w:r>
              <w:rPr>
                <w:noProof/>
                <w:lang w:eastAsia="en-GB"/>
              </w:rPr>
              <mc:AlternateContent>
                <mc:Choice Requires="wps">
                  <w:drawing>
                    <wp:anchor distT="0" distB="0" distL="114300" distR="114300" simplePos="0" relativeHeight="251663872" behindDoc="0" locked="0" layoutInCell="1" allowOverlap="1">
                      <wp:simplePos x="0" y="0"/>
                      <wp:positionH relativeFrom="column">
                        <wp:posOffset>3396615</wp:posOffset>
                      </wp:positionH>
                      <wp:positionV relativeFrom="paragraph">
                        <wp:posOffset>575945</wp:posOffset>
                      </wp:positionV>
                      <wp:extent cx="108585" cy="142240"/>
                      <wp:effectExtent l="22225" t="13335" r="12065" b="6350"/>
                      <wp:wrapNone/>
                      <wp:docPr id="132"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8585" cy="142240"/>
                              </a:xfrm>
                              <a:custGeom>
                                <a:avLst/>
                                <a:gdLst>
                                  <a:gd name="T0" fmla="*/ 0 w 171"/>
                                  <a:gd name="T1" fmla="*/ 34 h 224"/>
                                  <a:gd name="T2" fmla="*/ 140 w 171"/>
                                  <a:gd name="T3" fmla="*/ 14 h 224"/>
                                  <a:gd name="T4" fmla="*/ 170 w 171"/>
                                  <a:gd name="T5" fmla="*/ 194 h 224"/>
                                  <a:gd name="T6" fmla="*/ 160 w 171"/>
                                  <a:gd name="T7" fmla="*/ 224 h 224"/>
                                  <a:gd name="T8" fmla="*/ 110 w 171"/>
                                  <a:gd name="T9" fmla="*/ 164 h 224"/>
                                  <a:gd name="T10" fmla="*/ 78 w 171"/>
                                  <a:gd name="T11" fmla="*/ 114 h 224"/>
                                  <a:gd name="T12" fmla="*/ 0 w 171"/>
                                  <a:gd name="T13" fmla="*/ 34 h 224"/>
                                </a:gdLst>
                                <a:ahLst/>
                                <a:cxnLst>
                                  <a:cxn ang="0">
                                    <a:pos x="T0" y="T1"/>
                                  </a:cxn>
                                  <a:cxn ang="0">
                                    <a:pos x="T2" y="T3"/>
                                  </a:cxn>
                                  <a:cxn ang="0">
                                    <a:pos x="T4" y="T5"/>
                                  </a:cxn>
                                  <a:cxn ang="0">
                                    <a:pos x="T6" y="T7"/>
                                  </a:cxn>
                                  <a:cxn ang="0">
                                    <a:pos x="T8" y="T9"/>
                                  </a:cxn>
                                  <a:cxn ang="0">
                                    <a:pos x="T10" y="T11"/>
                                  </a:cxn>
                                  <a:cxn ang="0">
                                    <a:pos x="T12" y="T13"/>
                                  </a:cxn>
                                </a:cxnLst>
                                <a:rect l="0" t="0" r="r" b="b"/>
                                <a:pathLst>
                                  <a:path w="171" h="224">
                                    <a:moveTo>
                                      <a:pt x="0" y="34"/>
                                    </a:moveTo>
                                    <a:cubicBezTo>
                                      <a:pt x="81" y="7"/>
                                      <a:pt x="30" y="0"/>
                                      <a:pt x="140" y="14"/>
                                    </a:cubicBezTo>
                                    <a:cubicBezTo>
                                      <a:pt x="160" y="73"/>
                                      <a:pt x="150" y="135"/>
                                      <a:pt x="170" y="194"/>
                                    </a:cubicBezTo>
                                    <a:cubicBezTo>
                                      <a:pt x="167" y="204"/>
                                      <a:pt x="171" y="224"/>
                                      <a:pt x="160" y="224"/>
                                    </a:cubicBezTo>
                                    <a:cubicBezTo>
                                      <a:pt x="147" y="224"/>
                                      <a:pt x="116" y="173"/>
                                      <a:pt x="110" y="164"/>
                                    </a:cubicBezTo>
                                    <a:cubicBezTo>
                                      <a:pt x="96" y="141"/>
                                      <a:pt x="96" y="136"/>
                                      <a:pt x="78" y="114"/>
                                    </a:cubicBezTo>
                                    <a:cubicBezTo>
                                      <a:pt x="60" y="92"/>
                                      <a:pt x="16" y="51"/>
                                      <a:pt x="0" y="34"/>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0" o:spid="_x0000_s1026" style="position:absolute;margin-left:267.45pt;margin-top:45.35pt;width:8.55pt;height:11.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1,2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" path="m,34c81,7,30,,140,14v20,59,10,121,30,180c167,204,171,224,160,224v-13,,-44,-51,-50,-60c96,141,96,136,78,114,60,92,16,51,,34xe" fillcolor="#7f7f7f [1612]" strokecolor="#7f7f7f [1612]">
                      <v:path arrowok="t" o:connecttype="custom" o:connectlocs="0,21590;88900,8890;107950,123190;101600,142240;69850,104140;49530,72390;0,21590" o:connectangles="0,0,0,0,0,0,0"/>
                    </v:shape>
                  </w:pict>
                </mc:Fallback>
              </mc:AlternateContent>
            </w:r>
            <w:r>
              <w:rPr>
                <w:noProof/>
                <w:lang w:eastAsia="en-GB"/>
              </w:rPr>
              <mc:AlternateContent>
                <mc:Choice Requires="wps">
                  <w:drawing>
                    <wp:anchor distT="0" distB="0" distL="114300" distR="114300" simplePos="0" relativeHeight="251661824" behindDoc="0" locked="0" layoutInCell="1" allowOverlap="1">
                      <wp:simplePos x="0" y="0"/>
                      <wp:positionH relativeFrom="column">
                        <wp:posOffset>3041015</wp:posOffset>
                      </wp:positionH>
                      <wp:positionV relativeFrom="paragraph">
                        <wp:posOffset>476885</wp:posOffset>
                      </wp:positionV>
                      <wp:extent cx="200025" cy="196215"/>
                      <wp:effectExtent l="28575" t="19050" r="9525" b="13335"/>
                      <wp:wrapNone/>
                      <wp:docPr id="131"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0025" cy="196215"/>
                              </a:xfrm>
                              <a:custGeom>
                                <a:avLst/>
                                <a:gdLst>
                                  <a:gd name="T0" fmla="*/ 0 w 315"/>
                                  <a:gd name="T1" fmla="*/ 290 h 309"/>
                                  <a:gd name="T2" fmla="*/ 150 w 315"/>
                                  <a:gd name="T3" fmla="*/ 270 h 309"/>
                                  <a:gd name="T4" fmla="*/ 200 w 315"/>
                                  <a:gd name="T5" fmla="*/ 230 h 309"/>
                                  <a:gd name="T6" fmla="*/ 220 w 315"/>
                                  <a:gd name="T7" fmla="*/ 200 h 309"/>
                                  <a:gd name="T8" fmla="*/ 230 w 315"/>
                                  <a:gd name="T9" fmla="*/ 160 h 309"/>
                                  <a:gd name="T10" fmla="*/ 280 w 315"/>
                                  <a:gd name="T11" fmla="*/ 100 h 309"/>
                                  <a:gd name="T12" fmla="*/ 300 w 315"/>
                                  <a:gd name="T13" fmla="*/ 0 h 309"/>
                                  <a:gd name="T14" fmla="*/ 260 w 315"/>
                                  <a:gd name="T15" fmla="*/ 10 h 309"/>
                                  <a:gd name="T16" fmla="*/ 250 w 315"/>
                                  <a:gd name="T17" fmla="*/ 40 h 309"/>
                                  <a:gd name="T18" fmla="*/ 220 w 315"/>
                                  <a:gd name="T19" fmla="*/ 50 h 309"/>
                                  <a:gd name="T20" fmla="*/ 100 w 315"/>
                                  <a:gd name="T21" fmla="*/ 200 h 309"/>
                                  <a:gd name="T22" fmla="*/ 40 w 315"/>
                                  <a:gd name="T23" fmla="*/ 240 h 309"/>
                                  <a:gd name="T24" fmla="*/ 0 w 315"/>
                                  <a:gd name="T25" fmla="*/ 290 h 3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315" h="309">
                                    <a:moveTo>
                                      <a:pt x="0" y="290"/>
                                    </a:moveTo>
                                    <a:cubicBezTo>
                                      <a:pt x="50" y="285"/>
                                      <a:pt x="108" y="298"/>
                                      <a:pt x="150" y="270"/>
                                    </a:cubicBezTo>
                                    <a:cubicBezTo>
                                      <a:pt x="240" y="210"/>
                                      <a:pt x="102" y="263"/>
                                      <a:pt x="200" y="230"/>
                                    </a:cubicBezTo>
                                    <a:cubicBezTo>
                                      <a:pt x="207" y="220"/>
                                      <a:pt x="215" y="211"/>
                                      <a:pt x="220" y="200"/>
                                    </a:cubicBezTo>
                                    <a:cubicBezTo>
                                      <a:pt x="225" y="187"/>
                                      <a:pt x="223" y="172"/>
                                      <a:pt x="230" y="160"/>
                                    </a:cubicBezTo>
                                    <a:cubicBezTo>
                                      <a:pt x="243" y="137"/>
                                      <a:pt x="266" y="122"/>
                                      <a:pt x="280" y="100"/>
                                    </a:cubicBezTo>
                                    <a:cubicBezTo>
                                      <a:pt x="292" y="52"/>
                                      <a:pt x="315" y="46"/>
                                      <a:pt x="300" y="0"/>
                                    </a:cubicBezTo>
                                    <a:cubicBezTo>
                                      <a:pt x="287" y="3"/>
                                      <a:pt x="271" y="1"/>
                                      <a:pt x="260" y="10"/>
                                    </a:cubicBezTo>
                                    <a:cubicBezTo>
                                      <a:pt x="252" y="17"/>
                                      <a:pt x="257" y="33"/>
                                      <a:pt x="250" y="40"/>
                                    </a:cubicBezTo>
                                    <a:cubicBezTo>
                                      <a:pt x="243" y="47"/>
                                      <a:pt x="230" y="47"/>
                                      <a:pt x="220" y="50"/>
                                    </a:cubicBezTo>
                                    <a:cubicBezTo>
                                      <a:pt x="198" y="117"/>
                                      <a:pt x="154" y="158"/>
                                      <a:pt x="100" y="200"/>
                                    </a:cubicBezTo>
                                    <a:cubicBezTo>
                                      <a:pt x="81" y="215"/>
                                      <a:pt x="40" y="240"/>
                                      <a:pt x="40" y="240"/>
                                    </a:cubicBezTo>
                                    <a:cubicBezTo>
                                      <a:pt x="18" y="307"/>
                                      <a:pt x="39" y="309"/>
                                      <a:pt x="0" y="290"/>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8" o:spid="_x0000_s1026" style="position:absolute;margin-left:239.45pt;margin-top:37.55pt;width:15.75pt;height:15.4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15,3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" path="m,290v50,-5,108,8,150,-20c240,210,102,263,200,230v7,-10,15,-19,20,-30c225,187,223,172,230,160v13,-23,36,-38,50,-60c292,52,315,46,300,,287,3,271,1,260,10v-8,7,-3,23,-10,30c243,47,230,47,220,50,198,117,154,158,100,200,81,215,40,240,40,240,18,307,39,309,,290xe" fillcolor="#7f7f7f [1612]" strokecolor="#7f7f7f [1612]">
                      <v:path arrowok="t" o:connecttype="custom" o:connectlocs="0,184150;95250,171450;127000,146050;139700,127000;146050,101600;177800,63500;190500,0;165100,6350;158750,25400;139700,31750;63500,127000;25400,152400;0,184150" o:connectangles="0,0,0,0,0,0,0,0,0,0,0,0,0"/>
                    </v:shape>
                  </w:pict>
                </mc:Fallback>
              </mc:AlternateContent>
            </w:r>
            <w:r>
              <w:rPr>
                <w:noProof/>
                <w:lang w:eastAsia="en-GB"/>
              </w:rPr>
              <mc:AlternateContent>
                <mc:Choice Requires="wps">
                  <w:drawing>
                    <wp:anchor distT="0" distB="0" distL="114300" distR="114300" simplePos="0" relativeHeight="251660800" behindDoc="0" locked="0" layoutInCell="1" allowOverlap="1">
                      <wp:simplePos x="0" y="0"/>
                      <wp:positionH relativeFrom="column">
                        <wp:posOffset>3080385</wp:posOffset>
                      </wp:positionH>
                      <wp:positionV relativeFrom="paragraph">
                        <wp:posOffset>616585</wp:posOffset>
                      </wp:positionV>
                      <wp:extent cx="252730" cy="180340"/>
                      <wp:effectExtent l="10795" t="6350" r="50800" b="13335"/>
                      <wp:wrapNone/>
                      <wp:docPr id="130"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730" cy="180340"/>
                              </a:xfrm>
                              <a:custGeom>
                                <a:avLst/>
                                <a:gdLst>
                                  <a:gd name="T0" fmla="*/ 398 w 398"/>
                                  <a:gd name="T1" fmla="*/ 0 h 284"/>
                                  <a:gd name="T2" fmla="*/ 298 w 398"/>
                                  <a:gd name="T3" fmla="*/ 20 h 284"/>
                                  <a:gd name="T4" fmla="*/ 218 w 398"/>
                                  <a:gd name="T5" fmla="*/ 30 h 284"/>
                                  <a:gd name="T6" fmla="*/ 198 w 398"/>
                                  <a:gd name="T7" fmla="*/ 90 h 284"/>
                                  <a:gd name="T8" fmla="*/ 168 w 398"/>
                                  <a:gd name="T9" fmla="*/ 110 h 284"/>
                                  <a:gd name="T10" fmla="*/ 108 w 398"/>
                                  <a:gd name="T11" fmla="*/ 210 h 284"/>
                                  <a:gd name="T12" fmla="*/ 28 w 398"/>
                                  <a:gd name="T13" fmla="*/ 230 h 284"/>
                                  <a:gd name="T14" fmla="*/ 88 w 398"/>
                                  <a:gd name="T15" fmla="*/ 250 h 284"/>
                                  <a:gd name="T16" fmla="*/ 278 w 398"/>
                                  <a:gd name="T17" fmla="*/ 110 h 284"/>
                                  <a:gd name="T18" fmla="*/ 348 w 398"/>
                                  <a:gd name="T19" fmla="*/ 60 h 284"/>
                                  <a:gd name="T20" fmla="*/ 398 w 398"/>
                                  <a:gd name="T21" fmla="*/ 0 h 2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98" h="284">
                                    <a:moveTo>
                                      <a:pt x="398" y="0"/>
                                    </a:moveTo>
                                    <a:cubicBezTo>
                                      <a:pt x="365" y="7"/>
                                      <a:pt x="332" y="14"/>
                                      <a:pt x="298" y="20"/>
                                    </a:cubicBezTo>
                                    <a:cubicBezTo>
                                      <a:pt x="271" y="24"/>
                                      <a:pt x="240" y="15"/>
                                      <a:pt x="218" y="30"/>
                                    </a:cubicBezTo>
                                    <a:cubicBezTo>
                                      <a:pt x="201" y="42"/>
                                      <a:pt x="216" y="78"/>
                                      <a:pt x="198" y="90"/>
                                    </a:cubicBezTo>
                                    <a:cubicBezTo>
                                      <a:pt x="188" y="97"/>
                                      <a:pt x="178" y="103"/>
                                      <a:pt x="168" y="110"/>
                                    </a:cubicBezTo>
                                    <a:cubicBezTo>
                                      <a:pt x="147" y="141"/>
                                      <a:pt x="146" y="193"/>
                                      <a:pt x="108" y="210"/>
                                    </a:cubicBezTo>
                                    <a:cubicBezTo>
                                      <a:pt x="83" y="221"/>
                                      <a:pt x="28" y="230"/>
                                      <a:pt x="28" y="230"/>
                                    </a:cubicBezTo>
                                    <a:cubicBezTo>
                                      <a:pt x="14" y="272"/>
                                      <a:pt x="0" y="284"/>
                                      <a:pt x="88" y="250"/>
                                    </a:cubicBezTo>
                                    <a:cubicBezTo>
                                      <a:pt x="163" y="221"/>
                                      <a:pt x="202" y="135"/>
                                      <a:pt x="278" y="110"/>
                                    </a:cubicBezTo>
                                    <a:cubicBezTo>
                                      <a:pt x="301" y="93"/>
                                      <a:pt x="330" y="82"/>
                                      <a:pt x="348" y="60"/>
                                    </a:cubicBezTo>
                                    <a:cubicBezTo>
                                      <a:pt x="369" y="34"/>
                                      <a:pt x="354" y="0"/>
                                      <a:pt x="398" y="0"/>
                                    </a:cubicBezTo>
                                    <a:close/>
                                  </a:path>
                                </a:pathLst>
                              </a:custGeom>
                              <a:solidFill>
                                <a:schemeClr val="bg1">
                                  <a:lumMod val="50000"/>
                                  <a:lumOff val="0"/>
                                </a:schemeClr>
                              </a:solidFill>
                              <a:ln w="9525">
                                <a:solidFill>
                                  <a:schemeClr val="bg1">
                                    <a:lumMod val="5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6" o:spid="_x0000_s1026" style="position:absolute;margin-left:242.55pt;margin-top:48.55pt;width:19.9pt;height:14.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98,2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" path="m398,c365,7,332,14,298,20v-27,4,-58,-5,-80,10c201,42,216,78,198,90v-10,7,-20,13,-30,20c147,141,146,193,108,210,83,221,28,230,28,230,14,272,,284,88,250,163,221,202,135,278,110,301,93,330,82,348,60,369,34,354,,398,xe" fillcolor="#7f7f7f [1612]" strokecolor="#7f7f7f [1612]">
                      <v:path arrowok="t" o:connecttype="custom" o:connectlocs="252730,0;189230,12700;138430,19050;125730,57150;106680,69850;68580,133350;17780,146050;55880,158750;176530,69850;220980,38100;252730,0" o:connectangles="0,0,0,0,0,0,0,0,0,0,0"/>
                    </v:shape>
                  </w:pict>
                </mc:Fallback>
              </mc:AlternateContent>
            </w:r>
            <w:r>
              <w:rPr>
                <w:noProof/>
                <w:lang w:eastAsia="en-GB"/>
              </w:rPr>
              <mc:AlternateContent>
                <mc:Choice Requires="wps">
                  <w:drawing>
                    <wp:anchor distT="45720" distB="45720" distL="114300" distR="114300" simplePos="0" relativeHeight="251659776" behindDoc="0" locked="1" layoutInCell="1" allowOverlap="1" wp14:anchorId="4951158A">
                      <wp:simplePos x="0" y="0"/>
                      <wp:positionH relativeFrom="page">
                        <wp:posOffset>4868545</wp:posOffset>
                      </wp:positionH>
                      <wp:positionV relativeFrom="page">
                        <wp:posOffset>953770</wp:posOffset>
                      </wp:positionV>
                      <wp:extent cx="1649095" cy="3067050"/>
                      <wp:effectExtent l="0" t="635" r="0" b="0"/>
                      <wp:wrapNone/>
                      <wp:docPr id="129"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30670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2923BD" w:rsidRPr="00DA781F" w:rsidRDefault="002923BD" w:rsidP="00FA7ABC">
                                  <w:pPr>
                                    <w:pStyle w:val="CUSTOMNormal"/>
                                    <w:tabs>
                                      <w:tab w:val="left" w:pos="392"/>
                                    </w:tabs>
                                    <w:rPr>
                                      <w:b/>
                                      <w:color w:val="000000"/>
                                      <w:sz w:val="14"/>
                                      <w:szCs w:val="14"/>
                                    </w:rPr>
                                  </w:pPr>
                                  <w:r w:rsidRPr="00DA781F">
                                    <w:rPr>
                                      <w:b/>
                                      <w:color w:val="000000"/>
                                      <w:sz w:val="14"/>
                                      <w:szCs w:val="14"/>
                                    </w:rPr>
                                    <w:t>LEFT LEG:</w:t>
                                  </w:r>
                                </w:p>
                                <w:p w:rsidR="002923BD" w:rsidRPr="00DA781F" w:rsidRDefault="002923BD" w:rsidP="002923BD">
                                  <w:pPr>
                                    <w:pStyle w:val="CUSTOMNormal"/>
                                    <w:tabs>
                                      <w:tab w:val="left" w:pos="392"/>
                                    </w:tabs>
                                    <w:rPr>
                                      <w:color w:val="000000"/>
                                      <w:sz w:val="14"/>
                                      <w:szCs w:val="14"/>
                                    </w:rPr>
                                  </w:pPr>
                                </w:p>
                                <w:p w:rsidR="000C410D" w:rsidRDefault="002923BD" w:rsidP="000C410D">
                                  <w:pPr>
                                    <w:pStyle w:val="CUSTOMNormal"/>
                                    <w:tabs>
                                      <w:tab w:val="left" w:pos="392"/>
                                    </w:tabs>
                                    <w:rPr>
                                      <w:color w:val="000000"/>
                                      <w:sz w:val="14"/>
                                      <w:szCs w:val="14"/>
                                    </w:rPr>
                                  </w:pPr>
                                  <w:r w:rsidRPr="00DA781F">
                                    <w:rPr>
                                      <w:color w:val="000000"/>
                                      <w:sz w:val="14"/>
                                      <w:szCs w:val="14"/>
                                    </w:rPr>
                                    <w:t xml:space="preserve">CIA = </w:t>
                                  </w:r>
                                  <w:r w:rsidR="000C410D">
                                    <w:rPr>
                                      <w:color w:val="000000"/>
                                      <w:sz w:val="14"/>
                                      <w:szCs w:val="14"/>
                                    </w:rPr>
                                    <w:t xml:space="preserve">Biphasic </w:t>
                                  </w:r>
                                </w:p>
                                <w:p w:rsidR="000C410D" w:rsidRDefault="000C410D" w:rsidP="000C410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EIA = </w:t>
                                  </w:r>
                                  <w:r w:rsidR="000C410D">
                                    <w:rPr>
                                      <w:color w:val="000000"/>
                                      <w:sz w:val="14"/>
                                      <w:szCs w:val="14"/>
                                    </w:rPr>
                                    <w:t xml:space="preserve">monophasic </w:t>
                                  </w:r>
                                </w:p>
                                <w:p w:rsidR="002923BD" w:rsidRPr="00DA781F" w:rsidRDefault="002923BD" w:rsidP="002923B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CFA = </w:t>
                                  </w:r>
                                  <w:r w:rsidR="000C410D">
                                    <w:rPr>
                                      <w:color w:val="000000"/>
                                      <w:sz w:val="14"/>
                                      <w:szCs w:val="14"/>
                                    </w:rPr>
                                    <w:t xml:space="preserve">Occluded ~1cm in length, reformed in SFA. </w:t>
                                  </w:r>
                                </w:p>
                                <w:p w:rsidR="002923BD" w:rsidRPr="00DA781F" w:rsidRDefault="002923BD" w:rsidP="002923B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PFA = </w:t>
                                  </w:r>
                                  <w:r w:rsidR="000C410D">
                                    <w:rPr>
                                      <w:color w:val="000000"/>
                                      <w:sz w:val="14"/>
                                      <w:szCs w:val="14"/>
                                    </w:rPr>
                                    <w:t xml:space="preserve">Monophasic and retro-grade. </w:t>
                                  </w:r>
                                </w:p>
                                <w:p w:rsidR="000C410D" w:rsidRPr="00DA781F" w:rsidRDefault="000C410D" w:rsidP="000C410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SFA = </w:t>
                                  </w:r>
                                  <w:r w:rsidR="000C410D">
                                    <w:rPr>
                                      <w:color w:val="000000"/>
                                      <w:sz w:val="14"/>
                                      <w:szCs w:val="14"/>
                                    </w:rPr>
                                    <w:t>Monophasic</w:t>
                                  </w:r>
                                </w:p>
                                <w:p w:rsidR="000C410D" w:rsidRDefault="000C410D" w:rsidP="000C410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Pop = </w:t>
                                  </w:r>
                                  <w:r w:rsidR="000C410D">
                                    <w:rPr>
                                      <w:color w:val="000000"/>
                                      <w:sz w:val="14"/>
                                      <w:szCs w:val="14"/>
                                    </w:rPr>
                                    <w:t xml:space="preserve">Monophasic, occludes mid-distal </w:t>
                                  </w:r>
                                </w:p>
                                <w:p w:rsidR="000C410D" w:rsidRPr="00DA781F" w:rsidRDefault="000C410D" w:rsidP="000C410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TPT = </w:t>
                                  </w:r>
                                  <w:r w:rsidR="000C410D">
                                    <w:rPr>
                                      <w:color w:val="000000"/>
                                      <w:sz w:val="14"/>
                                      <w:szCs w:val="14"/>
                                    </w:rPr>
                                    <w:t>Monophasic</w:t>
                                  </w:r>
                                </w:p>
                                <w:p w:rsidR="002923BD" w:rsidRPr="00DA781F" w:rsidRDefault="002923BD" w:rsidP="002923BD">
                                  <w:pPr>
                                    <w:pStyle w:val="CUSTOMNormal"/>
                                    <w:tabs>
                                      <w:tab w:val="left" w:pos="392"/>
                                    </w:tabs>
                                    <w:rPr>
                                      <w:color w:val="000000"/>
                                      <w:sz w:val="14"/>
                                      <w:szCs w:val="14"/>
                                    </w:rPr>
                                  </w:pPr>
                                </w:p>
                                <w:p w:rsidR="002923BD" w:rsidRPr="00DA781F" w:rsidRDefault="002923BD" w:rsidP="002923BD">
                                  <w:pPr>
                                    <w:pStyle w:val="CUSTOMNormal"/>
                                    <w:tabs>
                                      <w:tab w:val="left" w:pos="392"/>
                                    </w:tabs>
                                    <w:rPr>
                                      <w:b/>
                                      <w:color w:val="000000"/>
                                      <w:sz w:val="14"/>
                                      <w:szCs w:val="14"/>
                                    </w:rPr>
                                  </w:pPr>
                                  <w:r w:rsidRPr="00DA781F">
                                    <w:rPr>
                                      <w:b/>
                                      <w:color w:val="000000"/>
                                      <w:sz w:val="14"/>
                                      <w:szCs w:val="14"/>
                                    </w:rPr>
                                    <w:t>Run off:</w:t>
                                  </w:r>
                                  <w:r w:rsidR="000C410D">
                                    <w:rPr>
                                      <w:b/>
                                      <w:color w:val="000000"/>
                                      <w:sz w:val="14"/>
                                      <w:szCs w:val="14"/>
                                    </w:rPr>
                                    <w:t xml:space="preserve"> Diffuse calcific atheroma noted throughout signal loss and acoustic shadowing noted. </w:t>
                                  </w:r>
                                </w:p>
                                <w:p w:rsidR="002923BD" w:rsidRPr="00DA781F" w:rsidRDefault="002923BD" w:rsidP="002923B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ATA = </w:t>
                                  </w:r>
                                  <w:r w:rsidR="000C410D">
                                    <w:rPr>
                                      <w:color w:val="000000"/>
                                      <w:sz w:val="14"/>
                                      <w:szCs w:val="14"/>
                                    </w:rPr>
                                    <w:t xml:space="preserve">Monophasic proximally, occludes 11cm below knee crease. </w:t>
                                  </w:r>
                                </w:p>
                                <w:p w:rsidR="002923BD" w:rsidRPr="00DA781F" w:rsidRDefault="002923BD" w:rsidP="002923B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PTA = </w:t>
                                  </w:r>
                                  <w:r w:rsidR="000C410D">
                                    <w:rPr>
                                      <w:color w:val="000000"/>
                                      <w:sz w:val="14"/>
                                      <w:szCs w:val="14"/>
                                    </w:rPr>
                                    <w:t>Monophasic</w:t>
                                  </w:r>
                                  <w:r w:rsidR="004E7494">
                                    <w:rPr>
                                      <w:color w:val="000000"/>
                                      <w:sz w:val="14"/>
                                      <w:szCs w:val="14"/>
                                    </w:rPr>
                                    <w:t xml:space="preserve">, only vessel patent to the ankle. </w:t>
                                  </w:r>
                                </w:p>
                                <w:p w:rsidR="000C410D" w:rsidRPr="00DA781F" w:rsidRDefault="000C410D" w:rsidP="000C410D">
                                  <w:pPr>
                                    <w:pStyle w:val="CUSTOMNormal"/>
                                    <w:tabs>
                                      <w:tab w:val="left" w:pos="392"/>
                                    </w:tabs>
                                    <w:rPr>
                                      <w:color w:val="000000"/>
                                      <w:sz w:val="14"/>
                                      <w:szCs w:val="14"/>
                                    </w:rPr>
                                  </w:pPr>
                                </w:p>
                                <w:p w:rsidR="000C410D" w:rsidRPr="00DA781F" w:rsidRDefault="002923BD" w:rsidP="000C410D">
                                  <w:pPr>
                                    <w:pStyle w:val="CUSTOMNormal"/>
                                    <w:tabs>
                                      <w:tab w:val="left" w:pos="392"/>
                                    </w:tabs>
                                    <w:rPr>
                                      <w:color w:val="000000"/>
                                      <w:sz w:val="14"/>
                                      <w:szCs w:val="14"/>
                                    </w:rPr>
                                  </w:pPr>
                                  <w:r w:rsidRPr="00DA781F">
                                    <w:rPr>
                                      <w:color w:val="000000"/>
                                      <w:sz w:val="14"/>
                                      <w:szCs w:val="14"/>
                                    </w:rPr>
                                    <w:t xml:space="preserve">Peroneal = </w:t>
                                  </w:r>
                                  <w:r w:rsidR="000C410D">
                                    <w:rPr>
                                      <w:color w:val="000000"/>
                                      <w:sz w:val="14"/>
                                      <w:szCs w:val="14"/>
                                    </w:rPr>
                                    <w:t>No colour or Doppler signal detected, artery of small calibre, most likely occluded.</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margin-left:383.35pt;margin-top:75.1pt;width:129.85pt;height:241.5pt;z-index:2516597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" filled="f" stroked="f" strokeweight=".5pt">
                      <v:textbox style="mso-fit-shape-to-text:t" inset="0,0,0,0">
                        <w:txbxContent>
                          <w:p w:rsidR="002923BD" w:rsidRPr="00DA781F" w:rsidRDefault="002923BD" w:rsidP="00FA7ABC">
                            <w:pPr>
                              <w:pStyle w:val="CUSTOMNormal"/>
                              <w:tabs>
                                <w:tab w:val="left" w:pos="392"/>
                              </w:tabs>
                              <w:rPr>
                                <w:b/>
                                <w:color w:val="000000"/>
                                <w:sz w:val="14"/>
                                <w:szCs w:val="14"/>
                              </w:rPr>
                            </w:pPr>
                            <w:r w:rsidRPr="00DA781F">
                              <w:rPr>
                                <w:b/>
                                <w:color w:val="000000"/>
                                <w:sz w:val="14"/>
                                <w:szCs w:val="14"/>
                              </w:rPr>
                              <w:t>LEFT LEG:</w:t>
                            </w:r>
                          </w:p>
                          <w:p w:rsidR="002923BD" w:rsidRPr="00DA781F" w:rsidRDefault="002923BD" w:rsidP="002923BD">
                            <w:pPr>
                              <w:pStyle w:val="CUSTOMNormal"/>
                              <w:tabs>
                                <w:tab w:val="left" w:pos="392"/>
                              </w:tabs>
                              <w:rPr>
                                <w:color w:val="000000"/>
                                <w:sz w:val="14"/>
                                <w:szCs w:val="14"/>
                              </w:rPr>
                            </w:pPr>
                          </w:p>
                          <w:p w:rsidR="000C410D" w:rsidRDefault="002923BD" w:rsidP="000C410D">
                            <w:pPr>
                              <w:pStyle w:val="CUSTOMNormal"/>
                              <w:tabs>
                                <w:tab w:val="left" w:pos="392"/>
                              </w:tabs>
                              <w:rPr>
                                <w:color w:val="000000"/>
                                <w:sz w:val="14"/>
                                <w:szCs w:val="14"/>
                              </w:rPr>
                            </w:pPr>
                            <w:r w:rsidRPr="00DA781F">
                              <w:rPr>
                                <w:color w:val="000000"/>
                                <w:sz w:val="14"/>
                                <w:szCs w:val="14"/>
                              </w:rPr>
                              <w:t xml:space="preserve">CIA = </w:t>
                            </w:r>
                            <w:r w:rsidR="000C410D">
                              <w:rPr>
                                <w:color w:val="000000"/>
                                <w:sz w:val="14"/>
                                <w:szCs w:val="14"/>
                              </w:rPr>
                              <w:t xml:space="preserve">Biphasic </w:t>
                            </w:r>
                          </w:p>
                          <w:p w:rsidR="000C410D" w:rsidRDefault="000C410D" w:rsidP="000C410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EIA = </w:t>
                            </w:r>
                            <w:r w:rsidR="000C410D">
                              <w:rPr>
                                <w:color w:val="000000"/>
                                <w:sz w:val="14"/>
                                <w:szCs w:val="14"/>
                              </w:rPr>
                              <w:t xml:space="preserve">monophasic </w:t>
                            </w:r>
                          </w:p>
                          <w:p w:rsidR="002923BD" w:rsidRPr="00DA781F" w:rsidRDefault="002923BD" w:rsidP="002923B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CFA = </w:t>
                            </w:r>
                            <w:r w:rsidR="000C410D">
                              <w:rPr>
                                <w:color w:val="000000"/>
                                <w:sz w:val="14"/>
                                <w:szCs w:val="14"/>
                              </w:rPr>
                              <w:t xml:space="preserve">Occluded ~1cm in length, reformed in SFA. </w:t>
                            </w:r>
                          </w:p>
                          <w:p w:rsidR="002923BD" w:rsidRPr="00DA781F" w:rsidRDefault="002923BD" w:rsidP="002923B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PFA = </w:t>
                            </w:r>
                            <w:r w:rsidR="000C410D">
                              <w:rPr>
                                <w:color w:val="000000"/>
                                <w:sz w:val="14"/>
                                <w:szCs w:val="14"/>
                              </w:rPr>
                              <w:t>Monophasic</w:t>
                            </w:r>
                            <w:r w:rsidR="000C410D">
                              <w:rPr>
                                <w:color w:val="000000"/>
                                <w:sz w:val="14"/>
                                <w:szCs w:val="14"/>
                              </w:rPr>
                              <w:t xml:space="preserve"> and retro-grade. </w:t>
                            </w:r>
                          </w:p>
                          <w:p w:rsidR="000C410D" w:rsidRPr="00DA781F" w:rsidRDefault="000C410D" w:rsidP="000C410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SFA = </w:t>
                            </w:r>
                            <w:r w:rsidR="000C410D">
                              <w:rPr>
                                <w:color w:val="000000"/>
                                <w:sz w:val="14"/>
                                <w:szCs w:val="14"/>
                              </w:rPr>
                              <w:t>Monophasic</w:t>
                            </w:r>
                          </w:p>
                          <w:p w:rsidR="000C410D" w:rsidRDefault="000C410D" w:rsidP="000C410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Pop = </w:t>
                            </w:r>
                            <w:r w:rsidR="000C410D">
                              <w:rPr>
                                <w:color w:val="000000"/>
                                <w:sz w:val="14"/>
                                <w:szCs w:val="14"/>
                              </w:rPr>
                              <w:t>Monophasic</w:t>
                            </w:r>
                            <w:r w:rsidR="000C410D">
                              <w:rPr>
                                <w:color w:val="000000"/>
                                <w:sz w:val="14"/>
                                <w:szCs w:val="14"/>
                              </w:rPr>
                              <w:t xml:space="preserve">, occludes mid-distal </w:t>
                            </w:r>
                          </w:p>
                          <w:p w:rsidR="000C410D" w:rsidRPr="00DA781F" w:rsidRDefault="000C410D" w:rsidP="000C410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TPT = </w:t>
                            </w:r>
                            <w:r w:rsidR="000C410D">
                              <w:rPr>
                                <w:color w:val="000000"/>
                                <w:sz w:val="14"/>
                                <w:szCs w:val="14"/>
                              </w:rPr>
                              <w:t>Monophasic</w:t>
                            </w:r>
                          </w:p>
                          <w:p w:rsidR="002923BD" w:rsidRPr="00DA781F" w:rsidRDefault="002923BD" w:rsidP="002923BD">
                            <w:pPr>
                              <w:pStyle w:val="CUSTOMNormal"/>
                              <w:tabs>
                                <w:tab w:val="left" w:pos="392"/>
                              </w:tabs>
                              <w:rPr>
                                <w:color w:val="000000"/>
                                <w:sz w:val="14"/>
                                <w:szCs w:val="14"/>
                              </w:rPr>
                            </w:pPr>
                          </w:p>
                          <w:p w:rsidR="002923BD" w:rsidRPr="00DA781F" w:rsidRDefault="002923BD" w:rsidP="002923BD">
                            <w:pPr>
                              <w:pStyle w:val="CUSTOMNormal"/>
                              <w:tabs>
                                <w:tab w:val="left" w:pos="392"/>
                              </w:tabs>
                              <w:rPr>
                                <w:b/>
                                <w:color w:val="000000"/>
                                <w:sz w:val="14"/>
                                <w:szCs w:val="14"/>
                              </w:rPr>
                            </w:pPr>
                            <w:r w:rsidRPr="00DA781F">
                              <w:rPr>
                                <w:b/>
                                <w:color w:val="000000"/>
                                <w:sz w:val="14"/>
                                <w:szCs w:val="14"/>
                              </w:rPr>
                              <w:t>Run off:</w:t>
                            </w:r>
                            <w:r w:rsidR="000C410D">
                              <w:rPr>
                                <w:b/>
                                <w:color w:val="000000"/>
                                <w:sz w:val="14"/>
                                <w:szCs w:val="14"/>
                              </w:rPr>
                              <w:t xml:space="preserve"> Diffuse calcific atheroma noted throughout signal loss and acoustic shadowing noted. </w:t>
                            </w:r>
                          </w:p>
                          <w:p w:rsidR="002923BD" w:rsidRPr="00DA781F" w:rsidRDefault="002923BD" w:rsidP="002923B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ATA = </w:t>
                            </w:r>
                            <w:r w:rsidR="000C410D">
                              <w:rPr>
                                <w:color w:val="000000"/>
                                <w:sz w:val="14"/>
                                <w:szCs w:val="14"/>
                              </w:rPr>
                              <w:t xml:space="preserve">Monophasic proximally, occludes 11cm below knee crease. </w:t>
                            </w:r>
                          </w:p>
                          <w:p w:rsidR="002923BD" w:rsidRPr="00DA781F" w:rsidRDefault="002923BD" w:rsidP="002923B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PTA = </w:t>
                            </w:r>
                            <w:r w:rsidR="000C410D">
                              <w:rPr>
                                <w:color w:val="000000"/>
                                <w:sz w:val="14"/>
                                <w:szCs w:val="14"/>
                              </w:rPr>
                              <w:t>Monophasic</w:t>
                            </w:r>
                            <w:r w:rsidR="004E7494">
                              <w:rPr>
                                <w:color w:val="000000"/>
                                <w:sz w:val="14"/>
                                <w:szCs w:val="14"/>
                              </w:rPr>
                              <w:t xml:space="preserve">, only vessel patent to the ankle. </w:t>
                            </w:r>
                          </w:p>
                          <w:p w:rsidR="000C410D" w:rsidRPr="00DA781F" w:rsidRDefault="000C410D" w:rsidP="000C410D">
                            <w:pPr>
                              <w:pStyle w:val="CUSTOMNormal"/>
                              <w:tabs>
                                <w:tab w:val="left" w:pos="392"/>
                              </w:tabs>
                              <w:rPr>
                                <w:color w:val="000000"/>
                                <w:sz w:val="14"/>
                                <w:szCs w:val="14"/>
                              </w:rPr>
                            </w:pPr>
                          </w:p>
                          <w:p w:rsidR="000C410D" w:rsidRPr="00DA781F" w:rsidRDefault="002923BD" w:rsidP="000C410D">
                            <w:pPr>
                              <w:pStyle w:val="CUSTOMNormal"/>
                              <w:tabs>
                                <w:tab w:val="left" w:pos="392"/>
                              </w:tabs>
                              <w:rPr>
                                <w:color w:val="000000"/>
                                <w:sz w:val="14"/>
                                <w:szCs w:val="14"/>
                              </w:rPr>
                            </w:pPr>
                            <w:r w:rsidRPr="00DA781F">
                              <w:rPr>
                                <w:color w:val="000000"/>
                                <w:sz w:val="14"/>
                                <w:szCs w:val="14"/>
                              </w:rPr>
                              <w:t xml:space="preserve">Peroneal = </w:t>
                            </w:r>
                            <w:r w:rsidR="000C410D">
                              <w:rPr>
                                <w:color w:val="000000"/>
                                <w:sz w:val="14"/>
                                <w:szCs w:val="14"/>
                              </w:rPr>
                              <w:t>No colour or Doppler signal detected, artery of small calibre, most likely occluded.</w:t>
                            </w:r>
                          </w:p>
                        </w:txbxContent>
                      </v:textbox>
                      <w10:wrap anchorx="page" anchory="page"/>
                      <w10:anchorlock/>
                    </v:shape>
                  </w:pict>
                </mc:Fallback>
              </mc:AlternateContent>
            </w:r>
            <w:r>
              <w:rPr>
                <w:noProof/>
                <w:lang w:eastAsia="en-GB"/>
              </w:rPr>
              <mc:AlternateContent>
                <mc:Choice Requires="wps">
                  <w:drawing>
                    <wp:anchor distT="45720" distB="45720" distL="114300" distR="114300" simplePos="0" relativeHeight="251657728" behindDoc="0" locked="1" layoutInCell="1" allowOverlap="1" wp14:anchorId="4951158B">
                      <wp:simplePos x="0" y="0"/>
                      <wp:positionH relativeFrom="page">
                        <wp:posOffset>6985</wp:posOffset>
                      </wp:positionH>
                      <wp:positionV relativeFrom="page">
                        <wp:posOffset>219710</wp:posOffset>
                      </wp:positionV>
                      <wp:extent cx="1843405" cy="361950"/>
                      <wp:effectExtent l="4445" t="0" r="0" b="0"/>
                      <wp:wrapNone/>
                      <wp:docPr id="12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3405" cy="3619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C003DC" w:rsidRPr="00DA781F" w:rsidRDefault="00C003DC" w:rsidP="00C003DC">
                                  <w:pPr>
                                    <w:pStyle w:val="CUSTOMNormal"/>
                                    <w:tabs>
                                      <w:tab w:val="left" w:pos="392"/>
                                    </w:tabs>
                                    <w:rPr>
                                      <w:color w:val="000000"/>
                                      <w:sz w:val="14"/>
                                      <w:szCs w:val="14"/>
                                    </w:rPr>
                                  </w:pPr>
                                  <w:r w:rsidRPr="00DA781F">
                                    <w:rPr>
                                      <w:b/>
                                      <w:color w:val="000000"/>
                                      <w:sz w:val="14"/>
                                      <w:szCs w:val="14"/>
                                    </w:rPr>
                                    <w:t>Abdominal Aorta diameter</w:t>
                                  </w:r>
                                  <w:r w:rsidRPr="00DA781F">
                                    <w:rPr>
                                      <w:color w:val="000000"/>
                                      <w:sz w:val="14"/>
                                      <w:szCs w:val="14"/>
                                    </w:rPr>
                                    <w:t xml:space="preserve"> = </w:t>
                                  </w:r>
                                  <w:r w:rsidR="006735C9">
                                    <w:rPr>
                                      <w:color w:val="000000"/>
                                      <w:sz w:val="14"/>
                                      <w:szCs w:val="14"/>
                                    </w:rPr>
                                    <w:t xml:space="preserve">1.9cm where visualised. </w:t>
                                  </w:r>
                                </w:p>
                                <w:p w:rsidR="00C003DC" w:rsidRPr="00FA7ABC" w:rsidRDefault="00C003DC" w:rsidP="00C003DC">
                                  <w:pPr>
                                    <w:pStyle w:val="CUSTOMNormal"/>
                                    <w:tabs>
                                      <w:tab w:val="left" w:pos="392"/>
                                    </w:tabs>
                                    <w:rPr>
                                      <w:color w:val="7F7F7F"/>
                                      <w:sz w:val="14"/>
                                      <w:szCs w:val="14"/>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27" type="#_x0000_t202" style="position:absolute;margin-left:.55pt;margin-top:17.3pt;width:145.15pt;height:28.5pt;z-index:25165772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" filled="f" stroked="f" strokeweight=".5pt">
                      <v:textbox inset="0,0,0,0">
                        <w:txbxContent>
                          <w:p w:rsidR="00C003DC" w:rsidRPr="00DA781F" w:rsidRDefault="00C003DC" w:rsidP="00C003DC">
                            <w:pPr>
                              <w:pStyle w:val="CUSTOMNormal"/>
                              <w:tabs>
                                <w:tab w:val="left" w:pos="392"/>
                              </w:tabs>
                              <w:rPr>
                                <w:color w:val="000000"/>
                                <w:sz w:val="14"/>
                                <w:szCs w:val="14"/>
                              </w:rPr>
                            </w:pPr>
                            <w:r w:rsidRPr="00DA781F">
                              <w:rPr>
                                <w:b/>
                                <w:color w:val="000000"/>
                                <w:sz w:val="14"/>
                                <w:szCs w:val="14"/>
                              </w:rPr>
                              <w:t>Abdominal Aorta diameter</w:t>
                            </w:r>
                            <w:r w:rsidRPr="00DA781F">
                              <w:rPr>
                                <w:color w:val="000000"/>
                                <w:sz w:val="14"/>
                                <w:szCs w:val="14"/>
                              </w:rPr>
                              <w:t xml:space="preserve"> = </w:t>
                            </w:r>
                            <w:r w:rsidR="006735C9">
                              <w:rPr>
                                <w:color w:val="000000"/>
                                <w:sz w:val="14"/>
                                <w:szCs w:val="14"/>
                              </w:rPr>
                              <w:t xml:space="preserve">1.9cm where visualised. </w:t>
                            </w:r>
                          </w:p>
                          <w:p w:rsidR="00C003DC" w:rsidRPr="00FA7ABC" w:rsidRDefault="00C003DC" w:rsidP="00C003DC">
                            <w:pPr>
                              <w:pStyle w:val="CUSTOMNormal"/>
                              <w:tabs>
                                <w:tab w:val="left" w:pos="392"/>
                              </w:tabs>
                              <w:rPr>
                                <w:color w:val="7F7F7F"/>
                                <w:sz w:val="14"/>
                                <w:szCs w:val="14"/>
                              </w:rPr>
                            </w:pPr>
                          </w:p>
                        </w:txbxContent>
                      </v:textbox>
                      <w10:wrap anchorx="page" anchory="page"/>
                      <w10:anchorlock/>
                    </v:shape>
                  </w:pict>
                </mc:Fallback>
              </mc:AlternateContent>
            </w:r>
            <w:r>
              <w:rPr>
                <w:noProof/>
                <w:lang w:eastAsia="en-GB"/>
              </w:rPr>
              <mc:AlternateContent>
                <mc:Choice Requires="wps">
                  <w:drawing>
                    <wp:anchor distT="45720" distB="45720" distL="114300" distR="114300" simplePos="0" relativeHeight="251656704" behindDoc="0" locked="1" layoutInCell="1" allowOverlap="1" wp14:anchorId="4951158C">
                      <wp:simplePos x="0" y="0"/>
                      <wp:positionH relativeFrom="page">
                        <wp:posOffset>6985</wp:posOffset>
                      </wp:positionH>
                      <wp:positionV relativeFrom="page">
                        <wp:posOffset>953770</wp:posOffset>
                      </wp:positionV>
                      <wp:extent cx="1774190" cy="3179445"/>
                      <wp:effectExtent l="4445" t="635" r="2540" b="1270"/>
                      <wp:wrapNone/>
                      <wp:docPr id="3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190" cy="31794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A7ABC" w:rsidRPr="00DA781F" w:rsidRDefault="00C877D8" w:rsidP="00FA7ABC">
                                  <w:pPr>
                                    <w:pStyle w:val="CUSTOMNormal"/>
                                    <w:tabs>
                                      <w:tab w:val="left" w:pos="392"/>
                                    </w:tabs>
                                    <w:rPr>
                                      <w:b/>
                                      <w:color w:val="000000"/>
                                      <w:sz w:val="14"/>
                                      <w:szCs w:val="14"/>
                                    </w:rPr>
                                  </w:pPr>
                                  <w:r w:rsidRPr="00DA781F">
                                    <w:rPr>
                                      <w:b/>
                                      <w:color w:val="000000"/>
                                      <w:sz w:val="14"/>
                                      <w:szCs w:val="14"/>
                                    </w:rPr>
                                    <w:t>RIGHT</w:t>
                                  </w:r>
                                  <w:r w:rsidR="00FA7ABC" w:rsidRPr="00DA781F">
                                    <w:rPr>
                                      <w:b/>
                                      <w:color w:val="000000"/>
                                      <w:sz w:val="14"/>
                                      <w:szCs w:val="14"/>
                                    </w:rPr>
                                    <w:t xml:space="preserve"> LEG:</w:t>
                                  </w:r>
                                </w:p>
                                <w:p w:rsidR="002923BD" w:rsidRPr="00DA781F" w:rsidRDefault="002923BD" w:rsidP="002923B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CIA = </w:t>
                                  </w:r>
                                  <w:r w:rsidR="000C410D">
                                    <w:rPr>
                                      <w:color w:val="000000"/>
                                      <w:sz w:val="14"/>
                                      <w:szCs w:val="14"/>
                                    </w:rPr>
                                    <w:t xml:space="preserve">Biphasic </w:t>
                                  </w:r>
                                </w:p>
                                <w:p w:rsidR="006735C9" w:rsidRPr="00DA781F" w:rsidRDefault="006735C9" w:rsidP="002923B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EIA = </w:t>
                                  </w:r>
                                  <w:r w:rsidR="000C410D">
                                    <w:rPr>
                                      <w:color w:val="000000"/>
                                      <w:sz w:val="14"/>
                                      <w:szCs w:val="14"/>
                                    </w:rPr>
                                    <w:t>Monophasic occluded into proximal CFA.</w:t>
                                  </w:r>
                                </w:p>
                                <w:p w:rsidR="002923BD" w:rsidRPr="00DA781F" w:rsidRDefault="002923BD" w:rsidP="002923B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CFA = </w:t>
                                  </w:r>
                                  <w:r w:rsidR="000C410D">
                                    <w:rPr>
                                      <w:color w:val="000000"/>
                                      <w:sz w:val="14"/>
                                      <w:szCs w:val="14"/>
                                    </w:rPr>
                                    <w:t xml:space="preserve">Occluded reformed into SFA. </w:t>
                                  </w:r>
                                </w:p>
                                <w:p w:rsidR="002923BD" w:rsidRPr="00DA781F" w:rsidRDefault="002923BD" w:rsidP="002923B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PFA = </w:t>
                                  </w:r>
                                  <w:r w:rsidR="000C410D">
                                    <w:rPr>
                                      <w:color w:val="000000"/>
                                      <w:sz w:val="14"/>
                                      <w:szCs w:val="14"/>
                                    </w:rPr>
                                    <w:t>Monophasic</w:t>
                                  </w:r>
                                </w:p>
                                <w:p w:rsidR="000C410D" w:rsidRPr="00DA781F" w:rsidRDefault="000C410D" w:rsidP="000C410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SFA = </w:t>
                                  </w:r>
                                  <w:r w:rsidR="000C410D">
                                    <w:rPr>
                                      <w:color w:val="000000"/>
                                      <w:sz w:val="14"/>
                                      <w:szCs w:val="14"/>
                                    </w:rPr>
                                    <w:t>Monophasic</w:t>
                                  </w:r>
                                </w:p>
                                <w:p w:rsidR="000C410D" w:rsidRPr="00DA781F" w:rsidRDefault="000C410D" w:rsidP="000C410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Pop = </w:t>
                                  </w:r>
                                  <w:r w:rsidR="000C410D">
                                    <w:rPr>
                                      <w:color w:val="000000"/>
                                      <w:sz w:val="14"/>
                                      <w:szCs w:val="14"/>
                                    </w:rPr>
                                    <w:t>Monophasic</w:t>
                                  </w:r>
                                </w:p>
                                <w:p w:rsidR="000C410D" w:rsidRPr="00DA781F" w:rsidRDefault="000C410D" w:rsidP="000C410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TPT = </w:t>
                                  </w:r>
                                  <w:r w:rsidR="000C410D">
                                    <w:rPr>
                                      <w:color w:val="000000"/>
                                      <w:sz w:val="14"/>
                                      <w:szCs w:val="14"/>
                                    </w:rPr>
                                    <w:t>Monophasic</w:t>
                                  </w:r>
                                </w:p>
                                <w:p w:rsidR="000C410D" w:rsidRPr="00DA781F" w:rsidRDefault="000C410D" w:rsidP="000C410D">
                                  <w:pPr>
                                    <w:pStyle w:val="CUSTOMNormal"/>
                                    <w:tabs>
                                      <w:tab w:val="left" w:pos="392"/>
                                    </w:tabs>
                                    <w:rPr>
                                      <w:color w:val="000000"/>
                                      <w:sz w:val="14"/>
                                      <w:szCs w:val="14"/>
                                    </w:rPr>
                                  </w:pPr>
                                </w:p>
                                <w:p w:rsidR="002923BD" w:rsidRDefault="002923BD" w:rsidP="002923BD">
                                  <w:pPr>
                                    <w:pStyle w:val="CUSTOMNormal"/>
                                    <w:tabs>
                                      <w:tab w:val="left" w:pos="392"/>
                                    </w:tabs>
                                    <w:rPr>
                                      <w:b/>
                                      <w:color w:val="000000"/>
                                      <w:sz w:val="14"/>
                                      <w:szCs w:val="14"/>
                                    </w:rPr>
                                  </w:pPr>
                                  <w:r w:rsidRPr="00DA781F">
                                    <w:rPr>
                                      <w:b/>
                                      <w:color w:val="000000"/>
                                      <w:sz w:val="14"/>
                                      <w:szCs w:val="14"/>
                                    </w:rPr>
                                    <w:t>Run off:</w:t>
                                  </w:r>
                                </w:p>
                                <w:p w:rsidR="000C410D" w:rsidRPr="00DA781F" w:rsidRDefault="000C410D" w:rsidP="000C410D">
                                  <w:pPr>
                                    <w:pStyle w:val="CUSTOMNormal"/>
                                    <w:tabs>
                                      <w:tab w:val="left" w:pos="392"/>
                                    </w:tabs>
                                    <w:rPr>
                                      <w:b/>
                                      <w:color w:val="000000"/>
                                      <w:sz w:val="14"/>
                                      <w:szCs w:val="14"/>
                                    </w:rPr>
                                  </w:pPr>
                                  <w:r>
                                    <w:rPr>
                                      <w:b/>
                                      <w:color w:val="000000"/>
                                      <w:sz w:val="14"/>
                                      <w:szCs w:val="14"/>
                                    </w:rPr>
                                    <w:t xml:space="preserve">Diffuse calcific atheroma noted throughout signal loss and acoustic shadowing noted. </w:t>
                                  </w:r>
                                </w:p>
                                <w:p w:rsidR="000C410D" w:rsidRPr="000C410D" w:rsidRDefault="000C410D" w:rsidP="002923BD">
                                  <w:pPr>
                                    <w:pStyle w:val="CUSTOMNormal"/>
                                    <w:tabs>
                                      <w:tab w:val="left" w:pos="392"/>
                                    </w:tabs>
                                    <w:rPr>
                                      <w:b/>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ATA = </w:t>
                                  </w:r>
                                  <w:r w:rsidR="000C410D">
                                    <w:rPr>
                                      <w:color w:val="000000"/>
                                      <w:sz w:val="14"/>
                                      <w:szCs w:val="14"/>
                                    </w:rPr>
                                    <w:t>Monophasic</w:t>
                                  </w:r>
                                </w:p>
                                <w:p w:rsidR="000C410D" w:rsidRPr="00DA781F" w:rsidRDefault="000C410D" w:rsidP="000C410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PTA = </w:t>
                                  </w:r>
                                  <w:r w:rsidR="000C410D">
                                    <w:rPr>
                                      <w:color w:val="000000"/>
                                      <w:sz w:val="14"/>
                                      <w:szCs w:val="14"/>
                                    </w:rPr>
                                    <w:t>Monophasic</w:t>
                                  </w:r>
                                </w:p>
                                <w:p w:rsidR="000C410D" w:rsidRPr="00DA781F" w:rsidRDefault="000C410D" w:rsidP="000C410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Peroneal = </w:t>
                                  </w:r>
                                  <w:r w:rsidR="000C410D">
                                    <w:rPr>
                                      <w:color w:val="000000"/>
                                      <w:sz w:val="14"/>
                                      <w:szCs w:val="14"/>
                                    </w:rPr>
                                    <w:t>Monophasic</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28" type="#_x0000_t202" style="position:absolute;margin-left:.55pt;margin-top:75.1pt;width:139.7pt;height:250.35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" filled="f" stroked="f" strokeweight=".5pt">
                      <v:textbox inset="0,0,0,0">
                        <w:txbxContent>
                          <w:p w:rsidR="00FA7ABC" w:rsidRPr="00DA781F" w:rsidRDefault="00C877D8" w:rsidP="00FA7ABC">
                            <w:pPr>
                              <w:pStyle w:val="CUSTOMNormal"/>
                              <w:tabs>
                                <w:tab w:val="left" w:pos="392"/>
                              </w:tabs>
                              <w:rPr>
                                <w:b/>
                                <w:color w:val="000000"/>
                                <w:sz w:val="14"/>
                                <w:szCs w:val="14"/>
                              </w:rPr>
                            </w:pPr>
                            <w:r w:rsidRPr="00DA781F">
                              <w:rPr>
                                <w:b/>
                                <w:color w:val="000000"/>
                                <w:sz w:val="14"/>
                                <w:szCs w:val="14"/>
                              </w:rPr>
                              <w:t>RIGHT</w:t>
                            </w:r>
                            <w:r w:rsidR="00FA7ABC" w:rsidRPr="00DA781F">
                              <w:rPr>
                                <w:b/>
                                <w:color w:val="000000"/>
                                <w:sz w:val="14"/>
                                <w:szCs w:val="14"/>
                              </w:rPr>
                              <w:t xml:space="preserve"> LEG:</w:t>
                            </w:r>
                          </w:p>
                          <w:p w:rsidR="002923BD" w:rsidRPr="00DA781F" w:rsidRDefault="002923BD" w:rsidP="002923B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CIA = </w:t>
                            </w:r>
                            <w:r w:rsidR="000C410D">
                              <w:rPr>
                                <w:color w:val="000000"/>
                                <w:sz w:val="14"/>
                                <w:szCs w:val="14"/>
                              </w:rPr>
                              <w:t xml:space="preserve">Biphasic </w:t>
                            </w:r>
                          </w:p>
                          <w:p w:rsidR="006735C9" w:rsidRPr="00DA781F" w:rsidRDefault="006735C9" w:rsidP="002923B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EIA = </w:t>
                            </w:r>
                            <w:r w:rsidR="000C410D">
                              <w:rPr>
                                <w:color w:val="000000"/>
                                <w:sz w:val="14"/>
                                <w:szCs w:val="14"/>
                              </w:rPr>
                              <w:t>Monophasic occluded into proximal CFA.</w:t>
                            </w:r>
                          </w:p>
                          <w:p w:rsidR="002923BD" w:rsidRPr="00DA781F" w:rsidRDefault="002923BD" w:rsidP="002923B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CFA = </w:t>
                            </w:r>
                            <w:r w:rsidR="000C410D">
                              <w:rPr>
                                <w:color w:val="000000"/>
                                <w:sz w:val="14"/>
                                <w:szCs w:val="14"/>
                              </w:rPr>
                              <w:t xml:space="preserve">Occluded reformed into SFA. </w:t>
                            </w:r>
                          </w:p>
                          <w:p w:rsidR="002923BD" w:rsidRPr="00DA781F" w:rsidRDefault="002923BD" w:rsidP="002923B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PFA = </w:t>
                            </w:r>
                            <w:r w:rsidR="000C410D">
                              <w:rPr>
                                <w:color w:val="000000"/>
                                <w:sz w:val="14"/>
                                <w:szCs w:val="14"/>
                              </w:rPr>
                              <w:t>Monophasic</w:t>
                            </w:r>
                          </w:p>
                          <w:p w:rsidR="000C410D" w:rsidRPr="00DA781F" w:rsidRDefault="000C410D" w:rsidP="000C410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SFA = </w:t>
                            </w:r>
                            <w:r w:rsidR="000C410D">
                              <w:rPr>
                                <w:color w:val="000000"/>
                                <w:sz w:val="14"/>
                                <w:szCs w:val="14"/>
                              </w:rPr>
                              <w:t>Monophasic</w:t>
                            </w:r>
                          </w:p>
                          <w:p w:rsidR="000C410D" w:rsidRPr="00DA781F" w:rsidRDefault="000C410D" w:rsidP="000C410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Pop = </w:t>
                            </w:r>
                            <w:r w:rsidR="000C410D">
                              <w:rPr>
                                <w:color w:val="000000"/>
                                <w:sz w:val="14"/>
                                <w:szCs w:val="14"/>
                              </w:rPr>
                              <w:t>Monophasic</w:t>
                            </w:r>
                          </w:p>
                          <w:p w:rsidR="000C410D" w:rsidRPr="00DA781F" w:rsidRDefault="000C410D" w:rsidP="000C410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TPT = </w:t>
                            </w:r>
                            <w:r w:rsidR="000C410D">
                              <w:rPr>
                                <w:color w:val="000000"/>
                                <w:sz w:val="14"/>
                                <w:szCs w:val="14"/>
                              </w:rPr>
                              <w:t>Monophasic</w:t>
                            </w:r>
                          </w:p>
                          <w:p w:rsidR="000C410D" w:rsidRPr="00DA781F" w:rsidRDefault="000C410D" w:rsidP="000C410D">
                            <w:pPr>
                              <w:pStyle w:val="CUSTOMNormal"/>
                              <w:tabs>
                                <w:tab w:val="left" w:pos="392"/>
                              </w:tabs>
                              <w:rPr>
                                <w:color w:val="000000"/>
                                <w:sz w:val="14"/>
                                <w:szCs w:val="14"/>
                              </w:rPr>
                            </w:pPr>
                          </w:p>
                          <w:p w:rsidR="002923BD" w:rsidRDefault="002923BD" w:rsidP="002923BD">
                            <w:pPr>
                              <w:pStyle w:val="CUSTOMNormal"/>
                              <w:tabs>
                                <w:tab w:val="left" w:pos="392"/>
                              </w:tabs>
                              <w:rPr>
                                <w:b/>
                                <w:color w:val="000000"/>
                                <w:sz w:val="14"/>
                                <w:szCs w:val="14"/>
                              </w:rPr>
                            </w:pPr>
                            <w:r w:rsidRPr="00DA781F">
                              <w:rPr>
                                <w:b/>
                                <w:color w:val="000000"/>
                                <w:sz w:val="14"/>
                                <w:szCs w:val="14"/>
                              </w:rPr>
                              <w:t>Run off:</w:t>
                            </w:r>
                          </w:p>
                          <w:p w:rsidR="000C410D" w:rsidRPr="00DA781F" w:rsidRDefault="000C410D" w:rsidP="000C410D">
                            <w:pPr>
                              <w:pStyle w:val="CUSTOMNormal"/>
                              <w:tabs>
                                <w:tab w:val="left" w:pos="392"/>
                              </w:tabs>
                              <w:rPr>
                                <w:b/>
                                <w:color w:val="000000"/>
                                <w:sz w:val="14"/>
                                <w:szCs w:val="14"/>
                              </w:rPr>
                            </w:pPr>
                            <w:r>
                              <w:rPr>
                                <w:b/>
                                <w:color w:val="000000"/>
                                <w:sz w:val="14"/>
                                <w:szCs w:val="14"/>
                              </w:rPr>
                              <w:t xml:space="preserve">Diffuse calcific atheroma noted throughout signal loss and acoustic shadowing noted. </w:t>
                            </w:r>
                          </w:p>
                          <w:p w:rsidR="000C410D" w:rsidRPr="000C410D" w:rsidRDefault="000C410D" w:rsidP="002923BD">
                            <w:pPr>
                              <w:pStyle w:val="CUSTOMNormal"/>
                              <w:tabs>
                                <w:tab w:val="left" w:pos="392"/>
                              </w:tabs>
                              <w:rPr>
                                <w:b/>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ATA = </w:t>
                            </w:r>
                            <w:r w:rsidR="000C410D">
                              <w:rPr>
                                <w:color w:val="000000"/>
                                <w:sz w:val="14"/>
                                <w:szCs w:val="14"/>
                              </w:rPr>
                              <w:t>Monophasic</w:t>
                            </w:r>
                          </w:p>
                          <w:p w:rsidR="000C410D" w:rsidRPr="00DA781F" w:rsidRDefault="000C410D" w:rsidP="000C410D">
                            <w:pPr>
                              <w:pStyle w:val="CUSTOMNormal"/>
                              <w:tabs>
                                <w:tab w:val="left" w:pos="392"/>
                              </w:tabs>
                              <w:rPr>
                                <w:color w:val="000000"/>
                                <w:sz w:val="14"/>
                                <w:szCs w:val="14"/>
                              </w:rPr>
                            </w:pPr>
                          </w:p>
                          <w:p w:rsidR="002923BD" w:rsidRDefault="002923BD" w:rsidP="000C410D">
                            <w:pPr>
                              <w:pStyle w:val="CUSTOMNormal"/>
                              <w:tabs>
                                <w:tab w:val="left" w:pos="392"/>
                              </w:tabs>
                              <w:rPr>
                                <w:color w:val="000000"/>
                                <w:sz w:val="14"/>
                                <w:szCs w:val="14"/>
                              </w:rPr>
                            </w:pPr>
                            <w:r w:rsidRPr="00DA781F">
                              <w:rPr>
                                <w:color w:val="000000"/>
                                <w:sz w:val="14"/>
                                <w:szCs w:val="14"/>
                              </w:rPr>
                              <w:t xml:space="preserve">PTA = </w:t>
                            </w:r>
                            <w:r w:rsidR="000C410D">
                              <w:rPr>
                                <w:color w:val="000000"/>
                                <w:sz w:val="14"/>
                                <w:szCs w:val="14"/>
                              </w:rPr>
                              <w:t>Monophasic</w:t>
                            </w:r>
                          </w:p>
                          <w:p w:rsidR="000C410D" w:rsidRPr="00DA781F" w:rsidRDefault="000C410D" w:rsidP="000C410D">
                            <w:pPr>
                              <w:pStyle w:val="CUSTOMNormal"/>
                              <w:tabs>
                                <w:tab w:val="left" w:pos="392"/>
                              </w:tabs>
                              <w:rPr>
                                <w:color w:val="000000"/>
                                <w:sz w:val="14"/>
                                <w:szCs w:val="14"/>
                              </w:rPr>
                            </w:pPr>
                          </w:p>
                          <w:p w:rsidR="002923BD" w:rsidRPr="00DA781F" w:rsidRDefault="002923BD" w:rsidP="000C410D">
                            <w:pPr>
                              <w:pStyle w:val="CUSTOMNormal"/>
                              <w:tabs>
                                <w:tab w:val="left" w:pos="392"/>
                              </w:tabs>
                              <w:rPr>
                                <w:color w:val="000000"/>
                                <w:sz w:val="14"/>
                                <w:szCs w:val="14"/>
                              </w:rPr>
                            </w:pPr>
                            <w:r w:rsidRPr="00DA781F">
                              <w:rPr>
                                <w:color w:val="000000"/>
                                <w:sz w:val="14"/>
                                <w:szCs w:val="14"/>
                              </w:rPr>
                              <w:t xml:space="preserve">Peroneal = </w:t>
                            </w:r>
                            <w:r w:rsidR="000C410D">
                              <w:rPr>
                                <w:color w:val="000000"/>
                                <w:sz w:val="14"/>
                                <w:szCs w:val="14"/>
                              </w:rPr>
                              <w:t>Monophasic</w:t>
                            </w:r>
                          </w:p>
                        </w:txbxContent>
                      </v:textbox>
                      <w10:wrap anchorx="page" anchory="page"/>
                      <w10:anchorlock/>
                    </v:shape>
                  </w:pict>
                </mc:Fallback>
              </mc:AlternateContent>
            </w:r>
          </w:p>
        </w:tc>
      </w:tr>
      <w:tr w:rsidR="009E0202" w:rsidTr="004465E8">
        <w:trPr>
          <w:trHeight w:hRule="exact" w:val="11862"/>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9E0202" w:rsidRPr="00E17436" w:rsidRDefault="009E0202" w:rsidP="00DC01AB">
            <w:pPr>
              <w:pStyle w:val="CUSTOMBoldColumnHeading"/>
              <w:spacing w:after="60"/>
              <w:rPr>
                <w:sz w:val="21"/>
                <w:szCs w:val="21"/>
              </w:rPr>
            </w:pPr>
            <w:r w:rsidRPr="00E17436">
              <w:rPr>
                <w:sz w:val="21"/>
                <w:szCs w:val="21"/>
              </w:rPr>
              <w:lastRenderedPageBreak/>
              <w:t>Report:</w:t>
            </w:r>
          </w:p>
          <w:p w:rsidR="009E0202" w:rsidRDefault="006735C9" w:rsidP="00DC01AB">
            <w:pPr>
              <w:pStyle w:val="CUSTOMColumnText"/>
              <w:rPr>
                <w:sz w:val="21"/>
                <w:szCs w:val="21"/>
              </w:rPr>
            </w:pPr>
            <w:r>
              <w:rPr>
                <w:sz w:val="21"/>
                <w:szCs w:val="21"/>
              </w:rPr>
              <w:t xml:space="preserve">The abdominal aorta is segmentally visualised due to overlying bowel gas. The distal Abdominal aorta presents with calcific atheroma causing signal loss. Where imaged prior to bifurcation, biphasic waveforms are noted.  </w:t>
            </w:r>
          </w:p>
          <w:p w:rsidR="006735C9" w:rsidRDefault="006735C9" w:rsidP="00DC01AB">
            <w:pPr>
              <w:pStyle w:val="CUSTOMColumnText"/>
              <w:rPr>
                <w:sz w:val="21"/>
                <w:szCs w:val="21"/>
              </w:rPr>
            </w:pPr>
          </w:p>
          <w:p w:rsidR="006735C9" w:rsidRDefault="006735C9" w:rsidP="00DC01AB">
            <w:pPr>
              <w:pStyle w:val="CUSTOMColumnText"/>
              <w:rPr>
                <w:sz w:val="21"/>
                <w:szCs w:val="21"/>
              </w:rPr>
            </w:pPr>
            <w:r>
              <w:rPr>
                <w:sz w:val="21"/>
                <w:szCs w:val="21"/>
              </w:rPr>
              <w:t xml:space="preserve">The CIA’s are diffusely calcified with irregular calcific atheroma with biphasic waveforms bilaterally and of normal calibre. </w:t>
            </w:r>
          </w:p>
          <w:p w:rsidR="006735C9" w:rsidRDefault="006735C9" w:rsidP="00DC01AB">
            <w:pPr>
              <w:pStyle w:val="CUSTOMColumnText"/>
              <w:rPr>
                <w:sz w:val="21"/>
                <w:szCs w:val="21"/>
              </w:rPr>
            </w:pPr>
          </w:p>
          <w:p w:rsidR="006735C9" w:rsidRDefault="006735C9" w:rsidP="00DC01AB">
            <w:pPr>
              <w:pStyle w:val="CUSTOMColumnText"/>
              <w:rPr>
                <w:sz w:val="21"/>
                <w:szCs w:val="21"/>
              </w:rPr>
            </w:pPr>
            <w:r>
              <w:rPr>
                <w:sz w:val="21"/>
                <w:szCs w:val="21"/>
              </w:rPr>
              <w:t xml:space="preserve">The right EIA is patent with biphasic waveforms becoming more monophasic to the distal/proximal CFA where no colour or Doppler signal is detected, suggestive of occlusion for a 2-3cm segment. </w:t>
            </w:r>
          </w:p>
          <w:p w:rsidR="006735C9" w:rsidRDefault="006735C9" w:rsidP="00DC01AB">
            <w:pPr>
              <w:pStyle w:val="CUSTOMColumnText"/>
              <w:rPr>
                <w:sz w:val="21"/>
                <w:szCs w:val="21"/>
              </w:rPr>
            </w:pPr>
          </w:p>
          <w:p w:rsidR="006735C9" w:rsidRDefault="006735C9" w:rsidP="00DC01AB">
            <w:pPr>
              <w:pStyle w:val="CUSTOMColumnText"/>
              <w:rPr>
                <w:sz w:val="21"/>
                <w:szCs w:val="21"/>
              </w:rPr>
            </w:pPr>
            <w:r>
              <w:rPr>
                <w:sz w:val="21"/>
                <w:szCs w:val="21"/>
              </w:rPr>
              <w:t>The left EIA is patent with</w:t>
            </w:r>
            <w:r w:rsidR="004465E8">
              <w:rPr>
                <w:sz w:val="21"/>
                <w:szCs w:val="21"/>
              </w:rPr>
              <w:t xml:space="preserve"> biphasic waveforms in the CFA becoming monophasic at the distal EIA into the CFA. </w:t>
            </w:r>
          </w:p>
          <w:p w:rsidR="006735C9" w:rsidRDefault="006735C9" w:rsidP="00DC01AB">
            <w:pPr>
              <w:pStyle w:val="CUSTOMColumnText"/>
              <w:rPr>
                <w:sz w:val="21"/>
                <w:szCs w:val="21"/>
              </w:rPr>
            </w:pPr>
          </w:p>
          <w:p w:rsidR="006735C9" w:rsidRPr="006735C9" w:rsidRDefault="006735C9" w:rsidP="00DC01AB">
            <w:pPr>
              <w:pStyle w:val="CUSTOMColumnText"/>
              <w:rPr>
                <w:b/>
                <w:sz w:val="21"/>
                <w:szCs w:val="21"/>
                <w:u w:val="single"/>
              </w:rPr>
            </w:pPr>
            <w:r w:rsidRPr="006735C9">
              <w:rPr>
                <w:b/>
                <w:sz w:val="21"/>
                <w:szCs w:val="21"/>
                <w:u w:val="single"/>
              </w:rPr>
              <w:t>Right lower extremity:</w:t>
            </w:r>
          </w:p>
          <w:p w:rsidR="004465E8" w:rsidRDefault="004465E8" w:rsidP="006735C9">
            <w:pPr>
              <w:pStyle w:val="CUSTOMColumnText"/>
              <w:rPr>
                <w:sz w:val="21"/>
                <w:szCs w:val="21"/>
              </w:rPr>
            </w:pPr>
            <w:r>
              <w:rPr>
                <w:sz w:val="21"/>
                <w:szCs w:val="21"/>
              </w:rPr>
              <w:t xml:space="preserve">The CFA is occluded. The profunda femoris is patent with monophasic waveforms 31cm/s. </w:t>
            </w:r>
          </w:p>
          <w:p w:rsidR="004465E8" w:rsidRDefault="004465E8" w:rsidP="006735C9">
            <w:pPr>
              <w:pStyle w:val="CUSTOMColumnText"/>
              <w:rPr>
                <w:sz w:val="21"/>
                <w:szCs w:val="21"/>
              </w:rPr>
            </w:pPr>
          </w:p>
          <w:p w:rsidR="004465E8" w:rsidRDefault="004465E8" w:rsidP="006735C9">
            <w:pPr>
              <w:pStyle w:val="CUSTOMColumnText"/>
              <w:rPr>
                <w:sz w:val="21"/>
                <w:szCs w:val="21"/>
              </w:rPr>
            </w:pPr>
            <w:r>
              <w:rPr>
                <w:sz w:val="21"/>
                <w:szCs w:val="21"/>
              </w:rPr>
              <w:t xml:space="preserve">The SFA is reformed with monophasic waveforms 35cm/s proximally, 32cm/s mid SFA, and 29cm/s at the distal thigh. Diffuse irregular calcific is noted throughout the SFA. </w:t>
            </w:r>
          </w:p>
          <w:p w:rsidR="004465E8" w:rsidRDefault="004465E8" w:rsidP="006735C9">
            <w:pPr>
              <w:pStyle w:val="CUSTOMColumnText"/>
              <w:rPr>
                <w:sz w:val="21"/>
                <w:szCs w:val="21"/>
              </w:rPr>
            </w:pPr>
          </w:p>
          <w:p w:rsidR="004465E8" w:rsidRDefault="004465E8" w:rsidP="006735C9">
            <w:pPr>
              <w:pStyle w:val="CUSTOMColumnText"/>
              <w:rPr>
                <w:sz w:val="21"/>
                <w:szCs w:val="21"/>
              </w:rPr>
            </w:pPr>
            <w:r>
              <w:rPr>
                <w:sz w:val="21"/>
                <w:szCs w:val="21"/>
              </w:rPr>
              <w:t xml:space="preserve">The Popliteal is patent with monophasic waveforms 32cm/s. </w:t>
            </w:r>
          </w:p>
          <w:p w:rsidR="004465E8" w:rsidRDefault="004465E8" w:rsidP="006735C9">
            <w:pPr>
              <w:pStyle w:val="CUSTOMColumnText"/>
              <w:rPr>
                <w:sz w:val="21"/>
                <w:szCs w:val="21"/>
              </w:rPr>
            </w:pPr>
          </w:p>
          <w:p w:rsidR="004465E8" w:rsidRDefault="004465E8" w:rsidP="006735C9">
            <w:pPr>
              <w:pStyle w:val="CUSTOMColumnText"/>
              <w:rPr>
                <w:sz w:val="21"/>
                <w:szCs w:val="21"/>
              </w:rPr>
            </w:pPr>
            <w:r>
              <w:rPr>
                <w:sz w:val="21"/>
                <w:szCs w:val="21"/>
              </w:rPr>
              <w:t xml:space="preserve">The TPT is patent with monophasic waveforms 43cm/s. </w:t>
            </w:r>
          </w:p>
          <w:p w:rsidR="004465E8" w:rsidRDefault="004465E8" w:rsidP="006735C9">
            <w:pPr>
              <w:pStyle w:val="CUSTOMColumnText"/>
              <w:rPr>
                <w:sz w:val="21"/>
                <w:szCs w:val="21"/>
              </w:rPr>
            </w:pPr>
          </w:p>
          <w:p w:rsidR="004465E8" w:rsidRDefault="004465E8" w:rsidP="006735C9">
            <w:pPr>
              <w:pStyle w:val="CUSTOMColumnText"/>
              <w:rPr>
                <w:sz w:val="21"/>
                <w:szCs w:val="21"/>
              </w:rPr>
            </w:pPr>
            <w:r>
              <w:rPr>
                <w:sz w:val="21"/>
                <w:szCs w:val="21"/>
              </w:rPr>
              <w:t xml:space="preserve">The PTA is patent with monophasic waveforms 51cm/s at the ankle. Diffuse calcific atheroma is noted with signal loss acoustic shadowing. </w:t>
            </w:r>
          </w:p>
          <w:p w:rsidR="004465E8" w:rsidRDefault="004465E8" w:rsidP="006735C9">
            <w:pPr>
              <w:pStyle w:val="CUSTOMColumnText"/>
              <w:rPr>
                <w:sz w:val="21"/>
                <w:szCs w:val="21"/>
              </w:rPr>
            </w:pPr>
          </w:p>
          <w:p w:rsidR="004465E8" w:rsidRDefault="004465E8" w:rsidP="006735C9">
            <w:pPr>
              <w:pStyle w:val="CUSTOMColumnText"/>
              <w:rPr>
                <w:sz w:val="21"/>
                <w:szCs w:val="21"/>
              </w:rPr>
            </w:pPr>
            <w:r>
              <w:rPr>
                <w:sz w:val="21"/>
                <w:szCs w:val="21"/>
              </w:rPr>
              <w:t>The Peroneal is patent with monophasic waveforms although dampened 11cm/s at the ankle. Diffuse calcific atheroma is noted with signal loss acoustic shadowing.</w:t>
            </w:r>
          </w:p>
          <w:p w:rsidR="004465E8" w:rsidRDefault="004465E8" w:rsidP="006735C9">
            <w:pPr>
              <w:pStyle w:val="CUSTOMColumnText"/>
              <w:rPr>
                <w:sz w:val="21"/>
                <w:szCs w:val="21"/>
              </w:rPr>
            </w:pPr>
          </w:p>
          <w:p w:rsidR="004465E8" w:rsidRDefault="004465E8" w:rsidP="004465E8">
            <w:pPr>
              <w:pStyle w:val="CUSTOMColumnText"/>
              <w:rPr>
                <w:sz w:val="21"/>
                <w:szCs w:val="21"/>
              </w:rPr>
            </w:pPr>
            <w:r>
              <w:rPr>
                <w:sz w:val="21"/>
                <w:szCs w:val="21"/>
              </w:rPr>
              <w:t>The ATA is patent with diffuse calcific atheroma noted and acoustic shadowing. However where imaged, monophasic waveforms are observed 48 cm/s at the ankle, 37cm/s at the DPA.</w:t>
            </w:r>
          </w:p>
          <w:p w:rsidR="004465E8" w:rsidRDefault="004465E8" w:rsidP="004465E8">
            <w:pPr>
              <w:pStyle w:val="CUSTOMColumnText"/>
              <w:rPr>
                <w:sz w:val="21"/>
                <w:szCs w:val="21"/>
              </w:rPr>
            </w:pPr>
          </w:p>
          <w:p w:rsidR="004465E8" w:rsidRPr="004465E8" w:rsidRDefault="004465E8" w:rsidP="004465E8">
            <w:pPr>
              <w:pStyle w:val="CUSTOMColumnText"/>
              <w:rPr>
                <w:b/>
                <w:sz w:val="21"/>
                <w:szCs w:val="21"/>
                <w:u w:val="single"/>
              </w:rPr>
            </w:pPr>
            <w:r w:rsidRPr="004465E8">
              <w:rPr>
                <w:b/>
                <w:sz w:val="21"/>
                <w:szCs w:val="21"/>
                <w:u w:val="single"/>
              </w:rPr>
              <w:t xml:space="preserve">Left Lower Extremity: </w:t>
            </w:r>
          </w:p>
          <w:p w:rsidR="004465E8" w:rsidRDefault="004465E8" w:rsidP="004465E8">
            <w:pPr>
              <w:pStyle w:val="CUSTOMColumnText"/>
              <w:rPr>
                <w:sz w:val="21"/>
                <w:szCs w:val="21"/>
              </w:rPr>
            </w:pPr>
            <w:r>
              <w:rPr>
                <w:sz w:val="21"/>
                <w:szCs w:val="21"/>
              </w:rPr>
              <w:t xml:space="preserve">The CFA is heavily and diffusely calcified with acoustic shadowing and signal loss. A 1cm segment of no colour or Doppler signal is noted, suggestive of occlusion; a pre-occlusive thump is also noted. </w:t>
            </w:r>
          </w:p>
          <w:p w:rsidR="000C410D" w:rsidRDefault="000C410D" w:rsidP="004465E8">
            <w:pPr>
              <w:pStyle w:val="CUSTOMColumnText"/>
              <w:rPr>
                <w:sz w:val="21"/>
                <w:szCs w:val="21"/>
              </w:rPr>
            </w:pPr>
          </w:p>
          <w:p w:rsidR="000C410D" w:rsidRDefault="000C410D" w:rsidP="004465E8">
            <w:pPr>
              <w:pStyle w:val="CUSTOMColumnText"/>
              <w:rPr>
                <w:sz w:val="21"/>
                <w:szCs w:val="21"/>
              </w:rPr>
            </w:pPr>
            <w:r>
              <w:rPr>
                <w:sz w:val="21"/>
                <w:szCs w:val="21"/>
              </w:rPr>
              <w:t xml:space="preserve">The Pofunda femoris is patent with retro-grade monophasic flow </w:t>
            </w:r>
          </w:p>
          <w:p w:rsidR="004465E8" w:rsidRDefault="004465E8" w:rsidP="004465E8">
            <w:pPr>
              <w:pStyle w:val="CUSTOMColumnText"/>
              <w:rPr>
                <w:sz w:val="21"/>
                <w:szCs w:val="21"/>
              </w:rPr>
            </w:pPr>
          </w:p>
          <w:p w:rsidR="004465E8" w:rsidRDefault="004465E8" w:rsidP="004465E8">
            <w:pPr>
              <w:pStyle w:val="CUSTOMColumnText"/>
              <w:rPr>
                <w:sz w:val="21"/>
                <w:szCs w:val="21"/>
              </w:rPr>
            </w:pPr>
            <w:r>
              <w:rPr>
                <w:sz w:val="21"/>
                <w:szCs w:val="21"/>
              </w:rPr>
              <w:t>The SFA is reformed proximally with dampened monophasic waveforms, 23cm/s proximally, 28cm/s mid-thigh, and 28cm/s distal thigh. The SFA is diffusely calcific throughout.</w:t>
            </w:r>
          </w:p>
          <w:p w:rsidR="004465E8" w:rsidRDefault="004465E8" w:rsidP="004465E8">
            <w:pPr>
              <w:pStyle w:val="CUSTOMColumnText"/>
              <w:rPr>
                <w:sz w:val="21"/>
                <w:szCs w:val="21"/>
              </w:rPr>
            </w:pPr>
          </w:p>
          <w:p w:rsidR="004465E8" w:rsidRDefault="004465E8" w:rsidP="004465E8">
            <w:pPr>
              <w:pStyle w:val="CUSTOMColumnText"/>
              <w:rPr>
                <w:sz w:val="21"/>
                <w:szCs w:val="21"/>
              </w:rPr>
            </w:pPr>
            <w:r>
              <w:rPr>
                <w:sz w:val="21"/>
                <w:szCs w:val="21"/>
              </w:rPr>
              <w:t xml:space="preserve">The popliteal is noted to have </w:t>
            </w:r>
            <w:r w:rsidR="000C410D">
              <w:rPr>
                <w:sz w:val="21"/>
                <w:szCs w:val="21"/>
              </w:rPr>
              <w:t xml:space="preserve">severely dampened monophasic waveforms 15cm/s with collateral at the observed originating at the mid-level. The remaining popliteal is observed to have no colour or Doppler flow, suggesting total occlusion. </w:t>
            </w:r>
          </w:p>
          <w:p w:rsidR="000C410D" w:rsidRDefault="000C410D" w:rsidP="004465E8">
            <w:pPr>
              <w:pStyle w:val="CUSTOMColumnText"/>
              <w:rPr>
                <w:sz w:val="21"/>
                <w:szCs w:val="21"/>
              </w:rPr>
            </w:pPr>
          </w:p>
          <w:p w:rsidR="000C410D" w:rsidRPr="004465E8" w:rsidRDefault="000C410D" w:rsidP="004465E8">
            <w:pPr>
              <w:pStyle w:val="CUSTOMColumnText"/>
              <w:rPr>
                <w:sz w:val="21"/>
                <w:szCs w:val="21"/>
              </w:rPr>
            </w:pPr>
            <w:r>
              <w:rPr>
                <w:sz w:val="21"/>
                <w:szCs w:val="21"/>
              </w:rPr>
              <w:t xml:space="preserve">The TPT is patent with monophasic waveforms 27cm/s. </w:t>
            </w:r>
          </w:p>
        </w:tc>
      </w:tr>
      <w:tr w:rsidR="009D4370" w:rsidRPr="000C410D" w:rsidTr="000C410D">
        <w:trPr>
          <w:trHeight w:hRule="exact" w:val="2648"/>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9D4370" w:rsidRDefault="000C410D" w:rsidP="009D4370">
            <w:pPr>
              <w:pStyle w:val="CUSTOMColumnText"/>
              <w:rPr>
                <w:sz w:val="21"/>
                <w:szCs w:val="21"/>
              </w:rPr>
            </w:pPr>
            <w:r>
              <w:rPr>
                <w:sz w:val="21"/>
                <w:szCs w:val="21"/>
              </w:rPr>
              <w:lastRenderedPageBreak/>
              <w:t xml:space="preserve"> The ATA is patent with monophasic waveforms proximally 27cm/s with diffuse calcific atheroma. Approximately 11cm the ATA occludes with no colour or Doppler signal to the ankle with no reformation noted. The DPA is noted to have no colour or Doppler signal. </w:t>
            </w:r>
          </w:p>
          <w:p w:rsidR="000C410D" w:rsidRDefault="000C410D" w:rsidP="009D4370">
            <w:pPr>
              <w:pStyle w:val="CUSTOMColumnText"/>
              <w:rPr>
                <w:sz w:val="21"/>
                <w:szCs w:val="21"/>
              </w:rPr>
            </w:pPr>
          </w:p>
          <w:p w:rsidR="000C410D" w:rsidRPr="000C410D" w:rsidRDefault="000C410D" w:rsidP="009D4370">
            <w:pPr>
              <w:pStyle w:val="CUSTOMColumnText"/>
              <w:rPr>
                <w:sz w:val="21"/>
                <w:szCs w:val="21"/>
              </w:rPr>
            </w:pPr>
            <w:r w:rsidRPr="000C410D">
              <w:rPr>
                <w:sz w:val="21"/>
                <w:szCs w:val="21"/>
              </w:rPr>
              <w:t xml:space="preserve">The PTA is diffusely calcified with signal loss however where imaged, severely dampened monophasic waveform s are noted to the ankle, 9cm/s. </w:t>
            </w:r>
          </w:p>
          <w:p w:rsidR="000C410D" w:rsidRPr="000C410D" w:rsidRDefault="000C410D" w:rsidP="009D4370">
            <w:pPr>
              <w:pStyle w:val="CUSTOMColumnText"/>
              <w:rPr>
                <w:sz w:val="21"/>
                <w:szCs w:val="21"/>
              </w:rPr>
            </w:pPr>
          </w:p>
          <w:p w:rsidR="000C410D" w:rsidRPr="000C410D" w:rsidRDefault="000C410D" w:rsidP="009D4370">
            <w:pPr>
              <w:pStyle w:val="CUSTOMColumnText"/>
              <w:rPr>
                <w:sz w:val="21"/>
                <w:szCs w:val="21"/>
              </w:rPr>
            </w:pPr>
            <w:r w:rsidRPr="000C410D">
              <w:rPr>
                <w:sz w:val="21"/>
                <w:szCs w:val="21"/>
              </w:rPr>
              <w:t xml:space="preserve">The Peroneal artery is note visualised to have any colour or Doppler signal throughout to the ankle, most likely occluded. </w:t>
            </w:r>
          </w:p>
        </w:tc>
      </w:tr>
    </w:tbl>
    <w:p w:rsidR="00F97841" w:rsidRDefault="00F97841" w:rsidP="008C4F7F">
      <w:pPr>
        <w:pStyle w:val="CUSTOMNormal"/>
      </w:pPr>
    </w:p>
    <w:sectPr w:rsidR="00F97841" w:rsidSect="00E17436">
      <w:headerReference w:type="default" r:id="rId8"/>
      <w:headerReference w:type="first" r:id="rId9"/>
      <w:footerReference w:type="first" r:id="rId10"/>
      <w:pgSz w:w="11906" w:h="16838" w:code="9"/>
      <w:pgMar w:top="2892" w:right="851" w:bottom="1134" w:left="851" w:header="1276" w:footer="284" w:gutter="0"/>
      <w:pgBorders w:offsetFrom="page">
        <w:top w:val="double" w:sz="4" w:space="20" w:color="000000"/>
        <w:left w:val="double" w:sz="4" w:space="20" w:color="000000"/>
        <w:bottom w:val="double" w:sz="4" w:space="20" w:color="000000"/>
        <w:right w:val="double" w:sz="4" w:space="20" w:color="00000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5C9" w:rsidRDefault="006735C9" w:rsidP="005748E3">
      <w:pPr>
        <w:spacing w:after="0" w:line="240" w:lineRule="auto"/>
      </w:pPr>
      <w:r>
        <w:separator/>
      </w:r>
    </w:p>
  </w:endnote>
  <w:endnote w:type="continuationSeparator" w:id="0">
    <w:p w:rsidR="006735C9" w:rsidRDefault="006735C9" w:rsidP="00574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E3" w:rsidRDefault="009452F2">
    <w:pPr>
      <w:pStyle w:val="Footer"/>
    </w:pPr>
    <w:r>
      <w:rPr>
        <w:noProof/>
        <w:lang w:eastAsia="en-GB"/>
      </w:rPr>
      <mc:AlternateContent>
        <mc:Choice Requires="wpg">
          <w:drawing>
            <wp:anchor distT="0" distB="0" distL="114300" distR="114300" simplePos="0" relativeHeight="251658240" behindDoc="1" locked="0" layoutInCell="1" allowOverlap="1" wp14:anchorId="4951159A">
              <wp:simplePos x="0" y="0"/>
              <wp:positionH relativeFrom="column">
                <wp:posOffset>269875</wp:posOffset>
              </wp:positionH>
              <wp:positionV relativeFrom="paragraph">
                <wp:posOffset>-1192530</wp:posOffset>
              </wp:positionV>
              <wp:extent cx="6003925" cy="419100"/>
              <wp:effectExtent l="10160" t="13335" r="0" b="15240"/>
              <wp:wrapNone/>
              <wp:docPr id="1"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3925" cy="419100"/>
                        <a:chOff x="1276" y="14226"/>
                        <a:chExt cx="9455" cy="660"/>
                      </a:xfrm>
                    </wpg:grpSpPr>
                    <wpg:grpSp>
                      <wpg:cNvPr id="154" name="Group 97"/>
                      <wpg:cNvGrpSpPr>
                        <a:grpSpLocks/>
                      </wpg:cNvGrpSpPr>
                      <wpg:grpSpPr bwMode="auto">
                        <a:xfrm>
                          <a:off x="1276" y="14394"/>
                          <a:ext cx="3977" cy="433"/>
                          <a:chOff x="1276" y="14394"/>
                          <a:chExt cx="3977" cy="433"/>
                        </a:xfrm>
                      </wpg:grpSpPr>
                      <wpg:grpSp>
                        <wpg:cNvPr id="155" name="Group 98"/>
                        <wpg:cNvGrpSpPr>
                          <a:grpSpLocks/>
                        </wpg:cNvGrpSpPr>
                        <wpg:grpSpPr bwMode="auto">
                          <a:xfrm>
                            <a:off x="1276" y="14394"/>
                            <a:ext cx="1918" cy="433"/>
                            <a:chOff x="1276" y="14394"/>
                            <a:chExt cx="1918" cy="433"/>
                          </a:xfrm>
                        </wpg:grpSpPr>
                        <wps:wsp>
                          <wps:cNvPr id="156" name="Rectangle 99"/>
                          <wps:cNvSpPr>
                            <a:spLocks noChangeArrowheads="1"/>
                          </wps:cNvSpPr>
                          <wps:spPr bwMode="auto">
                            <a:xfrm>
                              <a:off x="1276" y="14394"/>
                              <a:ext cx="369" cy="369"/>
                            </a:xfrm>
                            <a:prstGeom prst="rect">
                              <a:avLst/>
                            </a:prstGeom>
                            <a:solidFill>
                              <a:srgbClr val="000000"/>
                            </a:solidFill>
                            <a:ln w="6350">
                              <a:solidFill>
                                <a:srgbClr val="000000"/>
                              </a:solidFill>
                              <a:miter lim="800000"/>
                              <a:headEnd/>
                              <a:tailEnd/>
                            </a:ln>
                          </wps:spPr>
                          <wps:bodyPr rot="0" vert="horz" wrap="square" lIns="91440" tIns="45720" rIns="91440" bIns="45720" anchor="t" anchorCtr="0" upright="1">
                            <a:noAutofit/>
                          </wps:bodyPr>
                        </wps:wsp>
                        <wps:wsp>
                          <wps:cNvPr id="157" name="Text Box 100"/>
                          <wps:cNvSpPr txBox="1">
                            <a:spLocks noChangeArrowheads="1"/>
                          </wps:cNvSpPr>
                          <wps:spPr bwMode="auto">
                            <a:xfrm>
                              <a:off x="1769" y="14458"/>
                              <a:ext cx="1425"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83824" w:rsidRPr="00734451" w:rsidRDefault="00D83824" w:rsidP="00D83824">
                                <w:pPr>
                                  <w:pStyle w:val="CUSTOMNormal"/>
                                  <w:tabs>
                                    <w:tab w:val="left" w:pos="392"/>
                                  </w:tabs>
                                  <w:rPr>
                                    <w:sz w:val="12"/>
                                    <w:szCs w:val="12"/>
                                  </w:rPr>
                                </w:pPr>
                                <w:r w:rsidRPr="00734451">
                                  <w:rPr>
                                    <w:sz w:val="12"/>
                                    <w:szCs w:val="12"/>
                                  </w:rPr>
                                  <w:t>Black colour fill indicates stenosis or occlusion</w:t>
                                </w:r>
                              </w:p>
                            </w:txbxContent>
                          </wps:txbx>
                          <wps:bodyPr rot="0" vert="horz" wrap="square" lIns="0" tIns="0" rIns="0" bIns="0" anchor="t" anchorCtr="0" upright="1">
                            <a:noAutofit/>
                          </wps:bodyPr>
                        </wps:wsp>
                      </wpg:grpSp>
                      <wpg:grpSp>
                        <wpg:cNvPr id="158" name="Group 101"/>
                        <wpg:cNvGrpSpPr>
                          <a:grpSpLocks/>
                        </wpg:cNvGrpSpPr>
                        <wpg:grpSpPr bwMode="auto">
                          <a:xfrm>
                            <a:off x="3304" y="14394"/>
                            <a:ext cx="1949" cy="433"/>
                            <a:chOff x="3304" y="14394"/>
                            <a:chExt cx="1949" cy="433"/>
                          </a:xfrm>
                        </wpg:grpSpPr>
                        <wps:wsp>
                          <wps:cNvPr id="159" name="Rectangle 102"/>
                          <wps:cNvSpPr>
                            <a:spLocks noChangeArrowheads="1"/>
                          </wps:cNvSpPr>
                          <wps:spPr bwMode="auto">
                            <a:xfrm>
                              <a:off x="3304" y="14394"/>
                              <a:ext cx="369" cy="369"/>
                            </a:xfrm>
                            <a:prstGeom prst="rect">
                              <a:avLst/>
                            </a:prstGeom>
                            <a:blipFill dpi="0" rotWithShape="1">
                              <a:blip r:embed="rId1"/>
                              <a:srcRect/>
                              <a:tile tx="0" ty="0" sx="100000" sy="100000" flip="none" algn="tl"/>
                            </a:blipFill>
                            <a:ln w="6350">
                              <a:solidFill>
                                <a:srgbClr val="000000"/>
                              </a:solidFill>
                              <a:miter lim="800000"/>
                              <a:headEnd/>
                              <a:tailEnd/>
                            </a:ln>
                          </wps:spPr>
                          <wps:bodyPr rot="0" vert="horz" wrap="square" lIns="91440" tIns="45720" rIns="91440" bIns="45720" anchor="t" anchorCtr="0" upright="1">
                            <a:noAutofit/>
                          </wps:bodyPr>
                        </wps:wsp>
                        <wps:wsp>
                          <wps:cNvPr id="160" name="Text Box 103"/>
                          <wps:cNvSpPr txBox="1">
                            <a:spLocks noChangeArrowheads="1"/>
                          </wps:cNvSpPr>
                          <wps:spPr bwMode="auto">
                            <a:xfrm>
                              <a:off x="3797" y="14458"/>
                              <a:ext cx="1456"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83824" w:rsidRPr="00734451" w:rsidRDefault="00D83824" w:rsidP="00D83824">
                                <w:pPr>
                                  <w:pStyle w:val="CUSTOMNormal"/>
                                  <w:tabs>
                                    <w:tab w:val="left" w:pos="392"/>
                                  </w:tabs>
                                  <w:rPr>
                                    <w:sz w:val="12"/>
                                    <w:szCs w:val="12"/>
                                  </w:rPr>
                                </w:pPr>
                                <w:r w:rsidRPr="00734451">
                                  <w:rPr>
                                    <w:sz w:val="12"/>
                                    <w:szCs w:val="12"/>
                                  </w:rPr>
                                  <w:t>Grey and white texture indicates calcified plaque</w:t>
                                </w:r>
                              </w:p>
                            </w:txbxContent>
                          </wps:txbx>
                          <wps:bodyPr rot="0" vert="horz" wrap="square" lIns="0" tIns="0" rIns="0" bIns="0" anchor="t" anchorCtr="0" upright="1">
                            <a:noAutofit/>
                          </wps:bodyPr>
                        </wps:wsp>
                      </wpg:grpSp>
                    </wpg:grpSp>
                    <wpg:grpSp>
                      <wpg:cNvPr id="161" name="Group 104"/>
                      <wpg:cNvGrpSpPr>
                        <a:grpSpLocks/>
                      </wpg:cNvGrpSpPr>
                      <wpg:grpSpPr bwMode="auto">
                        <a:xfrm>
                          <a:off x="5382" y="14226"/>
                          <a:ext cx="5349" cy="660"/>
                          <a:chOff x="5382" y="14226"/>
                          <a:chExt cx="5349" cy="660"/>
                        </a:xfrm>
                      </wpg:grpSpPr>
                      <wpg:grpSp>
                        <wpg:cNvPr id="162" name="Group 105"/>
                        <wpg:cNvGrpSpPr>
                          <a:grpSpLocks/>
                        </wpg:cNvGrpSpPr>
                        <wpg:grpSpPr bwMode="auto">
                          <a:xfrm>
                            <a:off x="9328" y="14226"/>
                            <a:ext cx="1403" cy="660"/>
                            <a:chOff x="9265" y="14228"/>
                            <a:chExt cx="1403" cy="660"/>
                          </a:xfrm>
                        </wpg:grpSpPr>
                        <wps:wsp>
                          <wps:cNvPr id="163" name="AutoShape 106"/>
                          <wps:cNvCnPr>
                            <a:cxnSpLocks noChangeShapeType="1"/>
                          </wps:cNvCnPr>
                          <wps:spPr bwMode="auto">
                            <a:xfrm>
                              <a:off x="9265" y="14228"/>
                              <a:ext cx="1" cy="660"/>
                            </a:xfrm>
                            <a:prstGeom prst="straightConnector1">
                              <a:avLst/>
                            </a:prstGeom>
                            <a:noFill/>
                            <a:ln w="12700">
                              <a:solidFill>
                                <a:srgbClr val="00B050"/>
                              </a:solidFill>
                              <a:prstDash val="dash"/>
                              <a:round/>
                              <a:headEnd/>
                              <a:tailEnd/>
                            </a:ln>
                            <a:extLst>
                              <a:ext uri="{909E8E84-426E-40DD-AFC4-6F175D3DCCD1}">
                                <a14:hiddenFill xmlns:a14="http://schemas.microsoft.com/office/drawing/2010/main">
                                  <a:noFill/>
                                </a14:hiddenFill>
                              </a:ext>
                            </a:extLst>
                          </wps:spPr>
                          <wps:bodyPr/>
                        </wps:wsp>
                        <wps:wsp>
                          <wps:cNvPr id="164" name="AutoShape 107"/>
                          <wps:cNvCnPr>
                            <a:cxnSpLocks noChangeShapeType="1"/>
                          </wps:cNvCnPr>
                          <wps:spPr bwMode="auto">
                            <a:xfrm>
                              <a:off x="9361" y="14228"/>
                              <a:ext cx="1" cy="660"/>
                            </a:xfrm>
                            <a:prstGeom prst="straightConnector1">
                              <a:avLst/>
                            </a:prstGeom>
                            <a:noFill/>
                            <a:ln w="12700">
                              <a:solidFill>
                                <a:srgbClr val="00B050"/>
                              </a:solidFill>
                              <a:prstDash val="dash"/>
                              <a:round/>
                              <a:headEnd/>
                              <a:tailEnd/>
                            </a:ln>
                            <a:extLst>
                              <a:ext uri="{909E8E84-426E-40DD-AFC4-6F175D3DCCD1}">
                                <a14:hiddenFill xmlns:a14="http://schemas.microsoft.com/office/drawing/2010/main">
                                  <a:noFill/>
                                </a14:hiddenFill>
                              </a:ext>
                            </a:extLst>
                          </wps:spPr>
                          <wps:bodyPr/>
                        </wps:wsp>
                        <wps:wsp>
                          <wps:cNvPr id="165" name="Text Box 108"/>
                          <wps:cNvSpPr txBox="1">
                            <a:spLocks noChangeArrowheads="1"/>
                          </wps:cNvSpPr>
                          <wps:spPr bwMode="auto">
                            <a:xfrm>
                              <a:off x="9465" y="14481"/>
                              <a:ext cx="1203"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83824" w:rsidRPr="00734451" w:rsidRDefault="00D83824" w:rsidP="00D83824">
                                <w:pPr>
                                  <w:pStyle w:val="CUSTOMNormal"/>
                                  <w:tabs>
                                    <w:tab w:val="left" w:pos="392"/>
                                  </w:tabs>
                                  <w:rPr>
                                    <w:sz w:val="12"/>
                                    <w:szCs w:val="12"/>
                                  </w:rPr>
                                </w:pPr>
                                <w:r w:rsidRPr="00734451">
                                  <w:rPr>
                                    <w:sz w:val="12"/>
                                    <w:szCs w:val="12"/>
                                  </w:rPr>
                                  <w:t>Dashed green line indicates stent in situ</w:t>
                                </w:r>
                              </w:p>
                            </w:txbxContent>
                          </wps:txbx>
                          <wps:bodyPr rot="0" vert="horz" wrap="square" lIns="0" tIns="0" rIns="0" bIns="0" anchor="t" anchorCtr="0" upright="1">
                            <a:noAutofit/>
                          </wps:bodyPr>
                        </wps:wsp>
                      </wpg:grpSp>
                      <wpg:grpSp>
                        <wpg:cNvPr id="166" name="Group 109"/>
                        <wpg:cNvGrpSpPr>
                          <a:grpSpLocks/>
                        </wpg:cNvGrpSpPr>
                        <wpg:grpSpPr bwMode="auto">
                          <a:xfrm>
                            <a:off x="5382" y="14226"/>
                            <a:ext cx="3859" cy="660"/>
                            <a:chOff x="5382" y="14226"/>
                            <a:chExt cx="3859" cy="660"/>
                          </a:xfrm>
                        </wpg:grpSpPr>
                        <wpg:grpSp>
                          <wpg:cNvPr id="167" name="Group 110"/>
                          <wpg:cNvGrpSpPr>
                            <a:grpSpLocks/>
                          </wpg:cNvGrpSpPr>
                          <wpg:grpSpPr bwMode="auto">
                            <a:xfrm>
                              <a:off x="7099" y="14394"/>
                              <a:ext cx="2142" cy="425"/>
                              <a:chOff x="7066" y="14396"/>
                              <a:chExt cx="2142" cy="425"/>
                            </a:xfrm>
                          </wpg:grpSpPr>
                          <wps:wsp>
                            <wps:cNvPr id="168" name="Rectangle 111"/>
                            <wps:cNvSpPr>
                              <a:spLocks noChangeArrowheads="1"/>
                            </wps:cNvSpPr>
                            <wps:spPr bwMode="auto">
                              <a:xfrm>
                                <a:off x="7066" y="14396"/>
                                <a:ext cx="369" cy="369"/>
                              </a:xfrm>
                              <a:prstGeom prst="rect">
                                <a:avLst/>
                              </a:prstGeom>
                              <a:solidFill>
                                <a:srgbClr val="B2B2B2"/>
                              </a:solidFill>
                              <a:ln w="6350">
                                <a:solidFill>
                                  <a:srgbClr val="000000"/>
                                </a:solidFill>
                                <a:miter lim="800000"/>
                                <a:headEnd/>
                                <a:tailEnd/>
                              </a:ln>
                            </wps:spPr>
                            <wps:bodyPr rot="0" vert="horz" wrap="square" lIns="91440" tIns="45720" rIns="91440" bIns="45720" anchor="t" anchorCtr="0" upright="1">
                              <a:noAutofit/>
                            </wps:bodyPr>
                          </wps:wsp>
                          <wps:wsp>
                            <wps:cNvPr id="169" name="Text Box 112"/>
                            <wps:cNvSpPr txBox="1">
                              <a:spLocks noChangeArrowheads="1"/>
                            </wps:cNvSpPr>
                            <wps:spPr bwMode="auto">
                              <a:xfrm>
                                <a:off x="7559" y="14452"/>
                                <a:ext cx="1649"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83824" w:rsidRPr="00734451" w:rsidRDefault="00D83824" w:rsidP="00D83824">
                                  <w:pPr>
                                    <w:pStyle w:val="CUSTOMNormal"/>
                                    <w:tabs>
                                      <w:tab w:val="left" w:pos="392"/>
                                    </w:tabs>
                                    <w:rPr>
                                      <w:sz w:val="12"/>
                                      <w:szCs w:val="12"/>
                                    </w:rPr>
                                  </w:pPr>
                                  <w:r w:rsidRPr="00734451">
                                    <w:rPr>
                                      <w:sz w:val="12"/>
                                      <w:szCs w:val="12"/>
                                    </w:rPr>
                                    <w:t>Grey box indicates acoustic shadowing from calcification</w:t>
                                  </w:r>
                                </w:p>
                              </w:txbxContent>
                            </wps:txbx>
                            <wps:bodyPr rot="0" vert="horz" wrap="square" lIns="0" tIns="0" rIns="0" bIns="0" anchor="t" anchorCtr="0" upright="1">
                              <a:noAutofit/>
                            </wps:bodyPr>
                          </wps:wsp>
                        </wpg:grpSp>
                        <wpg:grpSp>
                          <wpg:cNvPr id="170" name="Group 113"/>
                          <wpg:cNvGrpSpPr>
                            <a:grpSpLocks/>
                          </wpg:cNvGrpSpPr>
                          <wpg:grpSpPr bwMode="auto">
                            <a:xfrm>
                              <a:off x="5382" y="14226"/>
                              <a:ext cx="1576" cy="660"/>
                              <a:chOff x="5382" y="14226"/>
                              <a:chExt cx="1576" cy="660"/>
                            </a:xfrm>
                          </wpg:grpSpPr>
                          <wps:wsp>
                            <wps:cNvPr id="171" name="AutoShape 114"/>
                            <wps:cNvCnPr>
                              <a:cxnSpLocks noChangeShapeType="1"/>
                            </wps:cNvCnPr>
                            <wps:spPr bwMode="auto">
                              <a:xfrm>
                                <a:off x="5382" y="14226"/>
                                <a:ext cx="1" cy="660"/>
                              </a:xfrm>
                              <a:prstGeom prst="straightConnector1">
                                <a:avLst/>
                              </a:prstGeom>
                              <a:noFill/>
                              <a:ln w="12700">
                                <a:solidFill>
                                  <a:srgbClr val="5F5F5F"/>
                                </a:solidFill>
                                <a:prstDash val="sysDot"/>
                                <a:round/>
                                <a:headEnd/>
                                <a:tailEnd/>
                              </a:ln>
                              <a:extLst>
                                <a:ext uri="{909E8E84-426E-40DD-AFC4-6F175D3DCCD1}">
                                  <a14:hiddenFill xmlns:a14="http://schemas.microsoft.com/office/drawing/2010/main">
                                    <a:noFill/>
                                  </a14:hiddenFill>
                                </a:ext>
                              </a:extLst>
                            </wps:spPr>
                            <wps:bodyPr/>
                          </wps:wsp>
                          <wps:wsp>
                            <wps:cNvPr id="172" name="Text Box 115"/>
                            <wps:cNvSpPr txBox="1">
                              <a:spLocks noChangeArrowheads="1"/>
                            </wps:cNvSpPr>
                            <wps:spPr bwMode="auto">
                              <a:xfrm>
                                <a:off x="5511" y="14458"/>
                                <a:ext cx="1447"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D83824" w:rsidRPr="00734451" w:rsidRDefault="00D83824" w:rsidP="00D83824">
                                  <w:pPr>
                                    <w:pStyle w:val="CUSTOMNormal"/>
                                    <w:tabs>
                                      <w:tab w:val="left" w:pos="392"/>
                                    </w:tabs>
                                    <w:rPr>
                                      <w:sz w:val="12"/>
                                      <w:szCs w:val="12"/>
                                    </w:rPr>
                                  </w:pPr>
                                  <w:r w:rsidRPr="00734451">
                                    <w:rPr>
                                      <w:sz w:val="12"/>
                                      <w:szCs w:val="12"/>
                                    </w:rPr>
                                    <w:t>Grey dotted line indicates medial wall calcification</w:t>
                                  </w:r>
                                </w:p>
                              </w:txbxContent>
                            </wps:txbx>
                            <wps:bodyPr rot="0" vert="horz" wrap="square" lIns="0" tIns="0" rIns="0" bIns="0" anchor="t" anchorCtr="0" upright="1">
                              <a:noAutofit/>
                            </wps:bodyPr>
                          </wps:wsp>
                        </wpg:grpSp>
                      </wpg:grpSp>
                    </wpg:grpSp>
                  </wpg:wgp>
                </a:graphicData>
              </a:graphic>
              <wp14:sizeRelH relativeFrom="page">
                <wp14:pctWidth>0</wp14:pctWidth>
              </wp14:sizeRelH>
              <wp14:sizeRelV relativeFrom="page">
                <wp14:pctHeight>0</wp14:pctHeight>
              </wp14:sizeRelV>
            </wp:anchor>
          </w:drawing>
        </mc:Choice>
        <mc:Fallback>
          <w:pict>
            <v:group id="Group 96" o:spid="_x0000_s1031" style="position:absolute;margin-left:21.25pt;margin-top:-93.9pt;width:472.75pt;height:33pt;z-index:-251658240" coordorigin="1276,14226" coordsize="9455,6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">
              <v:group id="Group 97" o:spid="_x0000_s1032" style="position:absolute;left:1276;top:14394;width:3977;height:433" coordorigin="1276,14394" coordsize="3977,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98" o:spid="_x0000_s1033" style="position:absolute;left:1276;top:14394;width:1918;height:433" coordorigin="1276,14394" coordsize="1918,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99" o:spid="_x0000_s1034" style="position:absolute;left:1276;top:14394;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Cc68IA&#10;AADaAAAADwAAAGRycy9kb3ducmV2LnhtbESPS2/CMBCE70j8B2uRuBGnqOkjYFDVJz0WuPS2ipc4&#10;aryO4gXSf19XQuI4mplvNMv14Ft1oj42gQ3cZDko4irYhmsD+93b7AFUFGSLbWAy8EsR1qvxaIml&#10;DWf+otNWapUgHEs04ES6UutYOfIYs9ARJ+8Qeo+SZF9r2+M5wX2r53l+pz02nBYcdvTsqPrZHr2B&#10;F/koHqXw76/NvXwPrijivPo0ZjoZnhaghAa5hi/tjTVwC/9X0g3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kJzrwgAAANoAAAAPAAAAAAAAAAAAAAAAAJgCAABkcnMvZG93&#10;bnJldi54bWxQSwUGAAAAAAQABAD1AAAAhwMAAAAA&#10;" fillcolor="black" strokeweight=".5pt"/>
                  <v:shapetype id="_x0000_t202" coordsize="21600,21600" o:spt="202" path="m,l,21600r21600,l21600,xe">
                    <v:stroke joinstyle="miter"/>
                    <v:path gradientshapeok="t" o:connecttype="rect"/>
                  </v:shapetype>
                  <v:shape id="Text Box 100" o:spid="_x0000_s1035" type="#_x0000_t202" style="position:absolute;left:1769;top:14458;width:1425;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bBz8UA&#10;AADaAAAADwAAAGRycy9kb3ducmV2LnhtbESPT0vDQBTE70K/w/IK3uymPRRJuy3SP+BBra0Kentm&#10;n0lo9m3YfU3Tb+8KQo/DzPyGmS9716iOQqw9GxiPMlDEhbc1lwbe37Z396CiIFtsPJOBC0VYLgY3&#10;c8ytP/OeuoOUKkE45migEmlzrWNRkcM48i1x8n58cChJhlLbgOcEd42eZNlUO6w5LVTY0qqi4ng4&#10;OQPNZwxP35l8devyWV53+vSxGb8YczvsH2aghHq5hv/bj9bAFP6upBu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NsHPxQAAANoAAAAPAAAAAAAAAAAAAAAAAJgCAABkcnMv&#10;ZG93bnJldi54bWxQSwUGAAAAAAQABAD1AAAAigMAAAAA&#10;" filled="f" stroked="f" strokeweight=".5pt">
                    <v:textbox inset="0,0,0,0">
                      <w:txbxContent>
                        <w:p w:rsidR="00D83824" w:rsidRPr="00734451" w:rsidRDefault="00D83824" w:rsidP="00D83824">
                          <w:pPr>
                            <w:pStyle w:val="CUSTOMNormal"/>
                            <w:tabs>
                              <w:tab w:val="left" w:pos="392"/>
                            </w:tabs>
                            <w:rPr>
                              <w:sz w:val="12"/>
                              <w:szCs w:val="12"/>
                            </w:rPr>
                          </w:pPr>
                          <w:r w:rsidRPr="00734451">
                            <w:rPr>
                              <w:sz w:val="12"/>
                              <w:szCs w:val="12"/>
                            </w:rPr>
                            <w:t>Black colour fill indicates stenosis or occlusion</w:t>
                          </w:r>
                        </w:p>
                      </w:txbxContent>
                    </v:textbox>
                  </v:shape>
                </v:group>
                <v:group id="Group 101" o:spid="_x0000_s1036" style="position:absolute;left:3304;top:14394;width:1949;height:433" coordorigin="3304,14394" coordsize="1949,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102" o:spid="_x0000_s1037" style="position:absolute;left:3304;top:14394;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3LsIA&#10;AADaAAAADwAAAGRycy9kb3ducmV2LnhtbERPz2vCMBS+C/4P4Qm7yEwdMrauqYggmyDTqZfdHs2z&#10;KTYvpYm2+tcvh4HHj+93Nu9tLa7U+sqxgukkAUFcOF1xqeB4WD2/gfABWWPtmBTcyMM8Hw4yTLXr&#10;+Ieu+1CKGMI+RQUmhCaV0heGLPqJa4gjd3KtxRBhW0rdYhfDbS1fkuRVWqw4NhhsaGmoOO8vVsF2&#10;dVkvul++v993u2QzG4878/mt1NOoX3yACNSHh/jf/aUVxK3xSrwB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vcuwgAAANoAAAAPAAAAAAAAAAAAAAAAAJgCAABkcnMvZG93&#10;bnJldi54bWxQSwUGAAAAAAQABAD1AAAAhwMAAAAA&#10;" strokeweight=".5pt">
                    <v:fill r:id="rId2" o:title="" recolor="t" rotate="t" type="tile"/>
                  </v:rect>
                  <v:shape id="Text Box 103" o:spid="_x0000_s1038" type="#_x0000_t202" style="position:absolute;left:3797;top:14458;width:1456;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lVvcUA&#10;AADaAAAADwAAAGRycy9kb3ducmV2LnhtbESPT2vCQBTE74V+h+UVeqsbPZSauopYBQ/9o7aF9vaa&#10;fU1Cs2/D7jPGb+8WBI/DzPyGmcx616iOQqw9GxgOMlDEhbc1lwY+3ld3D6CiIFtsPJOBI0WYTa+v&#10;Jphbf+AtdTspVYJwzNFAJdLmWseiIodx4Fvi5P364FCSDKW2AQ8J7ho9yrJ77bDmtFBhS4uKir/d&#10;3hlovmJ4/snku3sqX2Tzpvefy+GrMbc3/fwRlFAvl/C5vbYGxvB/Jd0APT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qVW9xQAAANoAAAAPAAAAAAAAAAAAAAAAAJgCAABkcnMv&#10;ZG93bnJldi54bWxQSwUGAAAAAAQABAD1AAAAigMAAAAA&#10;" filled="f" stroked="f" strokeweight=".5pt">
                    <v:textbox inset="0,0,0,0">
                      <w:txbxContent>
                        <w:p w:rsidR="00D83824" w:rsidRPr="00734451" w:rsidRDefault="00D83824" w:rsidP="00D83824">
                          <w:pPr>
                            <w:pStyle w:val="CUSTOMNormal"/>
                            <w:tabs>
                              <w:tab w:val="left" w:pos="392"/>
                            </w:tabs>
                            <w:rPr>
                              <w:sz w:val="12"/>
                              <w:szCs w:val="12"/>
                            </w:rPr>
                          </w:pPr>
                          <w:r w:rsidRPr="00734451">
                            <w:rPr>
                              <w:sz w:val="12"/>
                              <w:szCs w:val="12"/>
                            </w:rPr>
                            <w:t>Grey and white texture indicates calcified plaque</w:t>
                          </w:r>
                        </w:p>
                      </w:txbxContent>
                    </v:textbox>
                  </v:shape>
                </v:group>
              </v:group>
              <v:group id="Group 104" o:spid="_x0000_s1039" style="position:absolute;left:5382;top:14226;width:5349;height:660" coordorigin="5382,14226" coordsize="5349,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105" o:spid="_x0000_s1040" style="position:absolute;left:9328;top:14226;width:1403;height:660" coordorigin="9265,14228" coordsize="1403,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type id="_x0000_t32" coordsize="21600,21600" o:spt="32" o:oned="t" path="m,l21600,21600e" filled="f">
                    <v:path arrowok="t" fillok="f" o:connecttype="none"/>
                    <o:lock v:ext="edit" shapetype="t"/>
                  </v:shapetype>
                  <v:shape id="AutoShape 106" o:spid="_x0000_s1041" type="#_x0000_t32" style="position:absolute;left:9265;top:14228;width:1;height:6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0sq8AAAADbAAAADwAAAGRycy9kb3ducmV2LnhtbERPS2rDMBDdF3oHMYXuajkphOBaCU1o&#10;Skw2+R1gsKaSqTUylhq7t48Cgezm8b5TLkfXigv1ofGsYJLlIIhrrxs2Cs6nzdscRIjIGlvPpOCf&#10;AiwXz08lFtoPfKDLMRqRQjgUqMDG2BVShtqSw5D5jjhxP753GBPsjdQ9DinctXKa5zPpsOHUYLGj&#10;taX69/jnFKz8vq6+Teh2m/e1r76Mlbt8VOr1Zfz8ABFpjA/x3b3Vaf4Ubr+kA+TiC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ldLKvAAAAA2wAAAA8AAAAAAAAAAAAAAAAA&#10;oQIAAGRycy9kb3ducmV2LnhtbFBLBQYAAAAABAAEAPkAAACOAwAAAAA=&#10;" strokecolor="#00b050" strokeweight="1pt">
                    <v:stroke dashstyle="dash"/>
                  </v:shape>
                  <v:shape id="AutoShape 107" o:spid="_x0000_s1042" type="#_x0000_t32" style="position:absolute;left:9361;top:14228;width:1;height:6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GJMMEAAADbAAAADwAAAGRycy9kb3ducmV2LnhtbERP3WrCMBS+F/YO4Qx2p6kTRDqjzLLK&#10;xBvt9gCH5iwpa05KE9vu7RdhsLvz8f2e7X5yrRioD41nBctFBoK49rpho+Dzo5xvQISIrLH1TAp+&#10;KMB+9zDbYq79yFcaqmhECuGQowIbY5dLGWpLDsPCd8SJ+/K9w5hgb6TucUzhrpXPWbaWDhtODRY7&#10;KizV39XNKTj4S306mtCdy1XhT2/GynM2KfX0OL2+gIg0xX/xn/tdp/kruP+SDpC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EYkwwQAAANsAAAAPAAAAAAAAAAAAAAAA&#10;AKECAABkcnMvZG93bnJldi54bWxQSwUGAAAAAAQABAD5AAAAjwMAAAAA&#10;" strokecolor="#00b050" strokeweight="1pt">
                    <v:stroke dashstyle="dash"/>
                  </v:shape>
                  <v:shape id="Text Box 108" o:spid="_x0000_s1043" type="#_x0000_t202" style="position:absolute;left:9465;top:14481;width:1203;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tRScMA&#10;AADbAAAADwAAAGRycy9kb3ducmV2LnhtbERPS2vCQBC+F/oflin0VjdKKZK6ilgFD32obaG9TbPT&#10;JDQ7G3bHGP+9WxC8zcf3nMmsd43qKMTas4HhIANFXHhbc2ng4311NwYVBdli45kMHCnCbHp9NcHc&#10;+gNvqdtJqVIIxxwNVCJtrnUsKnIYB74lTtyvDw4lwVBqG/CQwl2jR1n2oB3WnBoqbGlRUfG32zsD&#10;zVcMzz+ZfHdP5Yts3vT+czl8Neb2pp8/ghLq5SI+u9c2zb+H/1/SAXp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6tRScMAAADbAAAADwAAAAAAAAAAAAAAAACYAgAAZHJzL2Rv&#10;d25yZXYueG1sUEsFBgAAAAAEAAQA9QAAAIgDAAAAAA==&#10;" filled="f" stroked="f" strokeweight=".5pt">
                    <v:textbox inset="0,0,0,0">
                      <w:txbxContent>
                        <w:p w:rsidR="00D83824" w:rsidRPr="00734451" w:rsidRDefault="00D83824" w:rsidP="00D83824">
                          <w:pPr>
                            <w:pStyle w:val="CUSTOMNormal"/>
                            <w:tabs>
                              <w:tab w:val="left" w:pos="392"/>
                            </w:tabs>
                            <w:rPr>
                              <w:sz w:val="12"/>
                              <w:szCs w:val="12"/>
                            </w:rPr>
                          </w:pPr>
                          <w:r w:rsidRPr="00734451">
                            <w:rPr>
                              <w:sz w:val="12"/>
                              <w:szCs w:val="12"/>
                            </w:rPr>
                            <w:t>Dashed green line indicates stent in situ</w:t>
                          </w:r>
                        </w:p>
                      </w:txbxContent>
                    </v:textbox>
                  </v:shape>
                </v:group>
                <v:group id="Group 109" o:spid="_x0000_s1044" style="position:absolute;left:5382;top:14226;width:3859;height:660" coordorigin="5382,14226" coordsize="3859,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Group 110" o:spid="_x0000_s1045" style="position:absolute;left:7099;top:14394;width:2142;height:425" coordorigin="7066,14396" coordsize="2142,4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rect id="Rectangle 111" o:spid="_x0000_s1046" style="position:absolute;left:7066;top:14396;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5WiMMA&#10;AADbAAAADwAAAGRycy9kb3ducmV2LnhtbERP22rCQBB9L/gPywh9qxtbsBLdhCIKFixewdcxOyah&#10;2dl0d6tpv74rFHybw7nONO9MIy7kfG1ZwXCQgCAurK65VHDYL57GIHxA1thYJgU/5CHPeg9TTLW9&#10;8pYuu1CKGMI+RQVVCG0qpS8qMugHtiWO3Nk6gyFCV0rt8BrDTSOfk2QkDdYcGypsaVZR8bn7Ngrc&#10;/HCcj+r1y2b1FVa/4649ffC7Uo/97m0CIlAX7uJ/91LH+a9w+yUe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5WiMMAAADbAAAADwAAAAAAAAAAAAAAAACYAgAAZHJzL2Rv&#10;d25yZXYueG1sUEsFBgAAAAAEAAQA9QAAAIgDAAAAAA==&#10;" fillcolor="#b2b2b2" strokeweight=".5pt"/>
                    <v:shape id="Text Box 112" o:spid="_x0000_s1047" type="#_x0000_t202" style="position:absolute;left:7559;top:14452;width:16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ZbTMUA&#10;AADbAAAADwAAAGRycy9kb3ducmV2LnhtbESPzU7DQAyE70i8w8pI3OimHCoUuq0QPxKHAm0Bqb2Z&#10;rEkist5o103D29cHJG62Zjzzeb4cQ2cGSrmN7GA6KcAQV9G3XDv4eH+6ugGTBdljF5kc/FKG5eL8&#10;bI6lj0fe0LCV2mgI5xIdNCJ9aW2uGgqYJ7EnVu07poCia6qtT3jU8NDZ66KY2YAta0ODPd03VP1s&#10;D8FBt8tp9VXIfnioX2T9Zg+fj9NX5y4vxrtbMEKj/Jv/rp+94ius/qID2MU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5ltMxQAAANsAAAAPAAAAAAAAAAAAAAAAAJgCAABkcnMv&#10;ZG93bnJldi54bWxQSwUGAAAAAAQABAD1AAAAigMAAAAA&#10;" filled="f" stroked="f" strokeweight=".5pt">
                      <v:textbox inset="0,0,0,0">
                        <w:txbxContent>
                          <w:p w:rsidR="00D83824" w:rsidRPr="00734451" w:rsidRDefault="00D83824" w:rsidP="00D83824">
                            <w:pPr>
                              <w:pStyle w:val="CUSTOMNormal"/>
                              <w:tabs>
                                <w:tab w:val="left" w:pos="392"/>
                              </w:tabs>
                              <w:rPr>
                                <w:sz w:val="12"/>
                                <w:szCs w:val="12"/>
                              </w:rPr>
                            </w:pPr>
                            <w:r w:rsidRPr="00734451">
                              <w:rPr>
                                <w:sz w:val="12"/>
                                <w:szCs w:val="12"/>
                              </w:rPr>
                              <w:t>Grey box indicates acoustic shadowing from calcification</w:t>
                            </w:r>
                          </w:p>
                        </w:txbxContent>
                      </v:textbox>
                    </v:shape>
                  </v:group>
                  <v:group id="Group 113" o:spid="_x0000_s1048" style="position:absolute;left:5382;top:14226;width:1576;height:660" coordorigin="5382,14226" coordsize="1576,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AutoShape 114" o:spid="_x0000_s1049" type="#_x0000_t32" style="position:absolute;left:5382;top:14226;width:1;height:6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epd8AAAADbAAAADwAAAGRycy9kb3ducmV2LnhtbERPu27CMBTdK/EP1kViKw4ZKKQYBCio&#10;XctD6ngV3yYp8XVkm2D+vh4qMR6d92oTTScGcr61rGA2zUAQV1a3XCs4nw6vCxA+IGvsLJOCB3nY&#10;rEcvKyy0vfMXDcdQixTCvkAFTQh9IaWvGjLop7YnTtyPdQZDgq6W2uE9hZtO5lk2lwZbTg0N9rRv&#10;qLoeb0bBKc/KiNeL3r0tf7/Lh4372UdUajKO23cQgWJ4iv/dn1pBntanL+kHyPU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UnqXfAAAAA2wAAAA8AAAAAAAAAAAAAAAAA&#10;oQIAAGRycy9kb3ducmV2LnhtbFBLBQYAAAAABAAEAPkAAACOAwAAAAA=&#10;" strokecolor="#5f5f5f" strokeweight="1pt">
                      <v:stroke dashstyle="1 1"/>
                    </v:shape>
                    <v:shape id="Text Box 115" o:spid="_x0000_s1050" type="#_x0000_t202" style="position:absolute;left:5511;top:14458;width:1447;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A4bMUA&#10;AADbAAAADwAAAGRycy9kb3ducmV2LnhtbESPT2vCQBTE7wW/w/KE3uomHkpJXUXUQg/9p61gb6/Z&#10;ZxLMvg27z5h++26h0OMwM79hZovBtaqnEBvPBvJJBoq49LbhysDH+8PNHagoyBZbz2TgmyIs5qOr&#10;GRbWX3hL/U4qlSAcCzRQi3SF1rGsyWGc+I44eUcfHEqSodI24CXBXaunWXarHTacFmrsaFVTedqd&#10;nYH2EMPTVyaf/bp6lrdXfd5v8hdjrsfD8h6U0CD/4b/2ozUwzeH3S/oBe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sDhsxQAAANsAAAAPAAAAAAAAAAAAAAAAAJgCAABkcnMv&#10;ZG93bnJldi54bWxQSwUGAAAAAAQABAD1AAAAigMAAAAA&#10;" filled="f" stroked="f" strokeweight=".5pt">
                      <v:textbox inset="0,0,0,0">
                        <w:txbxContent>
                          <w:p w:rsidR="00D83824" w:rsidRPr="00734451" w:rsidRDefault="00D83824" w:rsidP="00D83824">
                            <w:pPr>
                              <w:pStyle w:val="CUSTOMNormal"/>
                              <w:tabs>
                                <w:tab w:val="left" w:pos="392"/>
                              </w:tabs>
                              <w:rPr>
                                <w:sz w:val="12"/>
                                <w:szCs w:val="12"/>
                              </w:rPr>
                            </w:pPr>
                            <w:r w:rsidRPr="00734451">
                              <w:rPr>
                                <w:sz w:val="12"/>
                                <w:szCs w:val="12"/>
                              </w:rPr>
                              <w:t>Grey dotted line indicates medial wall calcification</w:t>
                            </w:r>
                          </w:p>
                        </w:txbxContent>
                      </v:textbox>
                    </v:shape>
                  </v:group>
                </v:group>
              </v:group>
            </v:group>
          </w:pict>
        </mc:Fallback>
      </mc:AlternateContent>
    </w:r>
    <w:r>
      <w:rPr>
        <w:noProof/>
        <w:lang w:eastAsia="en-GB"/>
      </w:rPr>
      <w:drawing>
        <wp:anchor distT="0" distB="0" distL="114300" distR="114300" simplePos="0" relativeHeight="251654144" behindDoc="1" locked="1" layoutInCell="1" allowOverlap="1" wp14:anchorId="4951159B">
          <wp:simplePos x="0" y="0"/>
          <wp:positionH relativeFrom="page">
            <wp:posOffset>2881630</wp:posOffset>
          </wp:positionH>
          <wp:positionV relativeFrom="page">
            <wp:posOffset>9822180</wp:posOffset>
          </wp:positionV>
          <wp:extent cx="1764030" cy="50228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5C9" w:rsidRDefault="006735C9" w:rsidP="005748E3">
      <w:pPr>
        <w:spacing w:after="0" w:line="240" w:lineRule="auto"/>
      </w:pPr>
      <w:r>
        <w:separator/>
      </w:r>
    </w:p>
  </w:footnote>
  <w:footnote w:type="continuationSeparator" w:id="0">
    <w:p w:rsidR="006735C9" w:rsidRDefault="006735C9" w:rsidP="005748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19EF" w:rsidRDefault="009452F2" w:rsidP="00F97841">
    <w:pPr>
      <w:pStyle w:val="CUSTOMHeaderSpacer"/>
    </w:pPr>
    <w:r>
      <w:rPr>
        <w:noProof/>
        <w:lang w:eastAsia="en-GB"/>
      </w:rPr>
      <mc:AlternateContent>
        <mc:Choice Requires="wpg">
          <w:drawing>
            <wp:anchor distT="0" distB="0" distL="114300" distR="114300" simplePos="0" relativeHeight="251660288" behindDoc="1" locked="1" layoutInCell="0" allowOverlap="1" wp14:anchorId="49511594">
              <wp:simplePos x="0" y="0"/>
              <wp:positionH relativeFrom="page">
                <wp:posOffset>540385</wp:posOffset>
              </wp:positionH>
              <wp:positionV relativeFrom="page">
                <wp:posOffset>583565</wp:posOffset>
              </wp:positionV>
              <wp:extent cx="6484620" cy="1017270"/>
              <wp:effectExtent l="0" t="2540" r="4445" b="0"/>
              <wp:wrapNone/>
              <wp:docPr id="28"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9" name="Picture 1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0" name="Picture 1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22" o:spid="_x0000_s1026" style="position:absolute;margin-left:42.55pt;margin-top:45.95pt;width:510.6pt;height:80.1pt;z-index:-251656192;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3"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znLjCAAAA2wAAAA8AAABkcnMvZG93bnJldi54bWxEj82KwjAUhfcDvkO4gptBU7sYajWKioKr&#10;gVFxfU2ubWlzU5pYO28/GRiY5eH8fJzVZrCN6KnzlWMF81kCglg7U3Gh4Ho5TjMQPiAbbByTgm/y&#10;sFmP3laYG/fiL+rPoRBxhH2OCsoQ2lxKr0uy6GeuJY7ew3UWQ5RdIU2HrzhuG5kmyYe0WHEklNjS&#10;viRdn582Qh78zJr39J7V18Pu85bpU19rpSbjYbsEEWgI/+G/9skoSBfw+yX+ALn+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P85y4wgAAANsAAAAPAAAAAAAAAAAAAAAAAJ8C&#10;AABkcnMvZG93bnJldi54bWxQSwUGAAAAAAQABAD3AAAAjgMAAAAA&#10;">
                <v:imagedata r:id="rId3" o:title=""/>
              </v:shape>
              <v:shape id="Picture 124"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K+zLvBAAAA2wAAAA8AAABkcnMvZG93bnJldi54bWxET8tqwkAU3Qv9h+EK7szEKiLRUWxpinQh&#10;Jm33l8zNAzN30sw0xr/vLIQuD+e9O4ymFQP1rrGsYBHFIIgLqxuuFHx9pvMNCOeRNbaWScGdHBz2&#10;T5MdJtreOKMh95UIIewSVFB73yVSuqImgy6yHXHgStsb9AH2ldQ93kK4aeVzHK+lwYZDQ40dvdZU&#10;XPNfo6D8ScuPS+bx5X11zVffb+cLbc5KzabjcQvC0+j/xQ/3SStYhvXhS/gBcv8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K+zLvBAAAA2wAAAA8AAAAAAAAAAAAAAAAAnwIA&#10;AGRycy9kb3ducmV2LnhtbFBLBQYAAAAABAAEAPcAAACNAwAAAAA=&#10;">
                <v:imagedata r:id="rId4" o:title=""/>
              </v:shape>
              <w10:wrap anchorx="page" anchory="page"/>
              <w10:anchorlock/>
            </v:group>
          </w:pict>
        </mc:Fallback>
      </mc:AlternateContent>
    </w:r>
    <w:r>
      <w:rPr>
        <w:noProof/>
        <w:lang w:eastAsia="en-GB"/>
      </w:rPr>
      <w:drawing>
        <wp:anchor distT="0" distB="0" distL="114300" distR="114300" simplePos="0" relativeHeight="251657216" behindDoc="1" locked="1" layoutInCell="1" allowOverlap="1" wp14:anchorId="49511595">
          <wp:simplePos x="0" y="0"/>
          <wp:positionH relativeFrom="page">
            <wp:posOffset>2880360</wp:posOffset>
          </wp:positionH>
          <wp:positionV relativeFrom="page">
            <wp:posOffset>9822180</wp:posOffset>
          </wp:positionV>
          <wp:extent cx="1764030" cy="502285"/>
          <wp:effectExtent l="0" t="0" r="7620" b="0"/>
          <wp:wrapNone/>
          <wp:docPr id="2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6192" behindDoc="1" locked="1" layoutInCell="1" allowOverlap="1" wp14:anchorId="49511596">
              <wp:simplePos x="0" y="0"/>
              <wp:positionH relativeFrom="page">
                <wp:posOffset>540385</wp:posOffset>
              </wp:positionH>
              <wp:positionV relativeFrom="page">
                <wp:posOffset>10031095</wp:posOffset>
              </wp:positionV>
              <wp:extent cx="6480175" cy="288290"/>
              <wp:effectExtent l="0" t="1270" r="0" b="0"/>
              <wp:wrapNone/>
              <wp:docPr id="2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19EF" w:rsidRDefault="009F19EF" w:rsidP="009F19EF">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29" type="#_x0000_t202" style="position:absolute;margin-left:42.55pt;margin-top:789.85pt;width:510.25pt;height:22.7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" filled="f" stroked="f">
              <v:textbox inset="0,0,0,0">
                <w:txbxContent>
                  <w:p w:rsidR="009F19EF" w:rsidRDefault="009F19EF" w:rsidP="009F19EF">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8E3" w:rsidRDefault="009452F2">
    <w:pPr>
      <w:pStyle w:val="Header"/>
    </w:pPr>
    <w:r>
      <w:rPr>
        <w:noProof/>
        <w:lang w:eastAsia="en-GB"/>
      </w:rPr>
      <w:drawing>
        <wp:anchor distT="0" distB="0" distL="114300" distR="114300" simplePos="0" relativeHeight="251661312" behindDoc="0" locked="1" layoutInCell="0" allowOverlap="1" wp14:anchorId="2D30C038">
          <wp:simplePos x="0" y="0"/>
          <wp:positionH relativeFrom="page">
            <wp:posOffset>2571115</wp:posOffset>
          </wp:positionH>
          <wp:positionV relativeFrom="page">
            <wp:posOffset>3386455</wp:posOffset>
          </wp:positionV>
          <wp:extent cx="2430145" cy="5349875"/>
          <wp:effectExtent l="0" t="0" r="8255" b="3175"/>
          <wp:wrapNone/>
          <wp:docPr id="137" name="Picture 137" descr="Bot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7" descr="Both"/>
                  <pic:cNvPicPr preferRelativeResize="0">
                    <a:picLocks noChangeArrowheads="1"/>
                  </pic:cNvPicPr>
                </pic:nvPicPr>
                <pic:blipFill>
                  <a:blip r:embed="rId1">
                    <a:extLst>
                      <a:ext uri="{28A0092B-C50C-407E-A947-70E740481C1C}">
                        <a14:useLocalDpi xmlns:a14="http://schemas.microsoft.com/office/drawing/2010/main" val="0"/>
                      </a:ext>
                    </a:extLst>
                  </a:blip>
                  <a:srcRect t="4979"/>
                  <a:stretch>
                    <a:fillRect/>
                  </a:stretch>
                </pic:blipFill>
                <pic:spPr bwMode="auto">
                  <a:xfrm>
                    <a:off x="0" y="0"/>
                    <a:ext cx="2430145" cy="53498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g">
          <w:drawing>
            <wp:anchor distT="0" distB="0" distL="114300" distR="114300" simplePos="0" relativeHeight="251659264" behindDoc="1" locked="1" layoutInCell="0" allowOverlap="1" wp14:anchorId="49511598">
              <wp:simplePos x="0" y="0"/>
              <wp:positionH relativeFrom="page">
                <wp:posOffset>540385</wp:posOffset>
              </wp:positionH>
              <wp:positionV relativeFrom="page">
                <wp:posOffset>583565</wp:posOffset>
              </wp:positionV>
              <wp:extent cx="6484620" cy="1017270"/>
              <wp:effectExtent l="0" t="2540" r="4445" b="0"/>
              <wp:wrapNone/>
              <wp:docPr id="23"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24" name="Picture 1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25" name="Picture 12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19" o:spid="_x0000_s1026" style="position:absolute;margin-left:42.55pt;margin-top:45.95pt;width:510.6pt;height:80.1pt;z-index:-251657216;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0"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yMybCAAAA2wAAAA8AAABkcnMvZG93bnJldi54bWxEj19rwjAUxd8Fv0O4A19kppYhpRplygY+&#10;DaZlz9fk2pY2N6WJtX77ZTDw8XD+/Dib3WhbMVDva8cKlosEBLF2puZSQXH+fM1A+IBssHVMCh7k&#10;YbedTjaYG3fnbxpOoRRxhH2OCqoQulxKryuy6BeuI47e1fUWQ5R9KU2P9zhuW5kmyUparDkSKuzo&#10;UJFuTjcbIVe+Ze08vWRN8bH/+sn0cWi0UrOX8X0NItAYnuH/9tEoSN/g70v8AXL7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8jMmwgAAANsAAAAPAAAAAAAAAAAAAAAAAJ8C&#10;AABkcnMvZG93bnJldi54bWxQSwUGAAAAAAQABAD3AAAAjgMAAAAA&#10;">
                <v:imagedata r:id="rId4" o:title=""/>
              </v:shape>
              <v:shape id="Picture 121"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Q+f7DAAAA2wAAAA8AAABkcnMvZG93bnJldi54bWxEj0+LwjAUxO8LfofwBG9rqugi1Sgqq4gH&#10;0ar3R/P6B5uXbhO1fnuzsLDHYWZ+w8wWranEgxpXWlYw6EcgiFOrS84VXM6bzwkI55E1VpZJwYsc&#10;LOadjxnG2j75RI/E5yJA2MWooPC+jqV0aUEGXd/WxMHLbGPQB9nkUjf4DHBTyWEUfUmDJYeFAmta&#10;F5TekrtRkP1ssv3x5HG1Hd2S0fX7cKTJQalet11OQXhq/X/4r73TCoZj+P0SfoCcv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xD5/sMAAADbAAAADwAAAAAAAAAAAAAAAACf&#10;AgAAZHJzL2Rvd25yZXYueG1sUEsFBgAAAAAEAAQA9wAAAI8DAAAAAA==&#10;">
                <v:imagedata r:id="rId5" o:title=""/>
              </v:shape>
              <w10:wrap anchorx="page" anchory="page"/>
              <w10:anchorlock/>
            </v:group>
          </w:pict>
        </mc:Fallback>
      </mc:AlternateContent>
    </w:r>
    <w:r>
      <w:rPr>
        <w:noProof/>
        <w:lang w:eastAsia="en-GB"/>
      </w:rPr>
      <mc:AlternateContent>
        <mc:Choice Requires="wps">
          <w:drawing>
            <wp:anchor distT="45720" distB="45720" distL="114300" distR="114300" simplePos="0" relativeHeight="251655168" behindDoc="1" locked="1" layoutInCell="1" allowOverlap="1" wp14:anchorId="49511599">
              <wp:simplePos x="0" y="0"/>
              <wp:positionH relativeFrom="page">
                <wp:posOffset>539750</wp:posOffset>
              </wp:positionH>
              <wp:positionV relativeFrom="page">
                <wp:posOffset>10029825</wp:posOffset>
              </wp:positionV>
              <wp:extent cx="6480175" cy="288290"/>
              <wp:effectExtent l="0" t="0" r="0" b="0"/>
              <wp:wrapNone/>
              <wp:docPr id="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D4909" w:rsidRDefault="005D4909" w:rsidP="002E04BC">
                          <w:pPr>
                            <w:pStyle w:val="CUSTOMFooterAddress"/>
                          </w:pPr>
                          <w:r>
                            <w:t>Vascular Lab | Main Outpatients</w:t>
                          </w:r>
                          <w:r w:rsidR="00226007">
                            <w:t xml:space="preserve">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42.5pt;margin-top:789.75pt;width:510.25pt;height:22.7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" filled="f" stroked="f">
              <v:textbox inset="0,0,0,0">
                <w:txbxContent>
                  <w:p w:rsidR="005D4909" w:rsidRDefault="005D4909" w:rsidP="002E04BC">
                    <w:pPr>
                      <w:pStyle w:val="CUSTOMFooterAddress"/>
                    </w:pPr>
                    <w:r>
                      <w:t>Vascular Lab | Main Outpatients</w:t>
                    </w:r>
                    <w:r w:rsidR="00226007">
                      <w:t xml:space="preserve"> Building | Level 1 | Lewisham Hospital | SE13 6LH | Ext: 3425</w:t>
                    </w:r>
                  </w:p>
                </w:txbxContent>
              </v:textbox>
              <w10:wrap anchorx="page"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o:colormru v:ext="edit" colors="#ddd,silver"/>
      <o:colormenu v:ext="edit" fillcolor="none [1612]" strokecolor="none [1612]"/>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5C9"/>
    <w:rsid w:val="00000CAF"/>
    <w:rsid w:val="00002C57"/>
    <w:rsid w:val="0002322E"/>
    <w:rsid w:val="00030ECC"/>
    <w:rsid w:val="00033B0B"/>
    <w:rsid w:val="00044A92"/>
    <w:rsid w:val="00047E48"/>
    <w:rsid w:val="0006170F"/>
    <w:rsid w:val="00075B57"/>
    <w:rsid w:val="00095E0A"/>
    <w:rsid w:val="000B1F8C"/>
    <w:rsid w:val="000C302A"/>
    <w:rsid w:val="000C410D"/>
    <w:rsid w:val="000D03AD"/>
    <w:rsid w:val="000D12F2"/>
    <w:rsid w:val="000E220B"/>
    <w:rsid w:val="001346C4"/>
    <w:rsid w:val="0014708E"/>
    <w:rsid w:val="00156E8E"/>
    <w:rsid w:val="00186F8F"/>
    <w:rsid w:val="00191142"/>
    <w:rsid w:val="00196CF5"/>
    <w:rsid w:val="001A0461"/>
    <w:rsid w:val="001A7AF4"/>
    <w:rsid w:val="001C0F37"/>
    <w:rsid w:val="001C2A3A"/>
    <w:rsid w:val="001C3912"/>
    <w:rsid w:val="001F44A2"/>
    <w:rsid w:val="00210977"/>
    <w:rsid w:val="00226007"/>
    <w:rsid w:val="0023354F"/>
    <w:rsid w:val="002739C8"/>
    <w:rsid w:val="002867C0"/>
    <w:rsid w:val="002923BD"/>
    <w:rsid w:val="002932DD"/>
    <w:rsid w:val="00293ED4"/>
    <w:rsid w:val="002A016B"/>
    <w:rsid w:val="002A430F"/>
    <w:rsid w:val="002C6A41"/>
    <w:rsid w:val="002D4419"/>
    <w:rsid w:val="002D613D"/>
    <w:rsid w:val="002D7122"/>
    <w:rsid w:val="002E04BC"/>
    <w:rsid w:val="00304C4D"/>
    <w:rsid w:val="003234AA"/>
    <w:rsid w:val="00324212"/>
    <w:rsid w:val="00352F64"/>
    <w:rsid w:val="003747AD"/>
    <w:rsid w:val="00380B46"/>
    <w:rsid w:val="00382C7D"/>
    <w:rsid w:val="00384449"/>
    <w:rsid w:val="003909B4"/>
    <w:rsid w:val="00394CF1"/>
    <w:rsid w:val="003A6622"/>
    <w:rsid w:val="003C0B62"/>
    <w:rsid w:val="003E131B"/>
    <w:rsid w:val="003E1E07"/>
    <w:rsid w:val="003F7EB7"/>
    <w:rsid w:val="0040168D"/>
    <w:rsid w:val="004071DB"/>
    <w:rsid w:val="00411FD4"/>
    <w:rsid w:val="00425ED0"/>
    <w:rsid w:val="004353A0"/>
    <w:rsid w:val="004465E8"/>
    <w:rsid w:val="004520A0"/>
    <w:rsid w:val="004767D0"/>
    <w:rsid w:val="00477D62"/>
    <w:rsid w:val="004A3BCC"/>
    <w:rsid w:val="004C122B"/>
    <w:rsid w:val="004E0025"/>
    <w:rsid w:val="004E1746"/>
    <w:rsid w:val="004E3E95"/>
    <w:rsid w:val="004E7494"/>
    <w:rsid w:val="004F4E3F"/>
    <w:rsid w:val="005042CB"/>
    <w:rsid w:val="005060EC"/>
    <w:rsid w:val="00525F48"/>
    <w:rsid w:val="00543410"/>
    <w:rsid w:val="00543DEF"/>
    <w:rsid w:val="00552A95"/>
    <w:rsid w:val="005534C2"/>
    <w:rsid w:val="005606F1"/>
    <w:rsid w:val="005748E3"/>
    <w:rsid w:val="00575A29"/>
    <w:rsid w:val="00580AB2"/>
    <w:rsid w:val="005947E5"/>
    <w:rsid w:val="00596D0F"/>
    <w:rsid w:val="005B2430"/>
    <w:rsid w:val="005C197D"/>
    <w:rsid w:val="005D4909"/>
    <w:rsid w:val="005E594C"/>
    <w:rsid w:val="005E5F50"/>
    <w:rsid w:val="00601B30"/>
    <w:rsid w:val="00615B7D"/>
    <w:rsid w:val="00624106"/>
    <w:rsid w:val="00632733"/>
    <w:rsid w:val="00644C5F"/>
    <w:rsid w:val="00656DF2"/>
    <w:rsid w:val="006735C9"/>
    <w:rsid w:val="0067732A"/>
    <w:rsid w:val="006D3CE8"/>
    <w:rsid w:val="006D59BA"/>
    <w:rsid w:val="00701D82"/>
    <w:rsid w:val="007102C1"/>
    <w:rsid w:val="007112FB"/>
    <w:rsid w:val="00721A7D"/>
    <w:rsid w:val="0078169E"/>
    <w:rsid w:val="007E5FF2"/>
    <w:rsid w:val="007E7F55"/>
    <w:rsid w:val="00803E28"/>
    <w:rsid w:val="00804042"/>
    <w:rsid w:val="00811182"/>
    <w:rsid w:val="00813362"/>
    <w:rsid w:val="00826BA1"/>
    <w:rsid w:val="00854725"/>
    <w:rsid w:val="00880184"/>
    <w:rsid w:val="00893153"/>
    <w:rsid w:val="008A7D65"/>
    <w:rsid w:val="008B3BF4"/>
    <w:rsid w:val="008B3C2A"/>
    <w:rsid w:val="008C4F7F"/>
    <w:rsid w:val="008E68D9"/>
    <w:rsid w:val="008E77CD"/>
    <w:rsid w:val="00900F8E"/>
    <w:rsid w:val="00907CF4"/>
    <w:rsid w:val="00923531"/>
    <w:rsid w:val="00924EB0"/>
    <w:rsid w:val="009350DF"/>
    <w:rsid w:val="00942505"/>
    <w:rsid w:val="00943CA7"/>
    <w:rsid w:val="009452F2"/>
    <w:rsid w:val="00961297"/>
    <w:rsid w:val="00970BAF"/>
    <w:rsid w:val="009A0ECB"/>
    <w:rsid w:val="009A3EEC"/>
    <w:rsid w:val="009C12E1"/>
    <w:rsid w:val="009C7062"/>
    <w:rsid w:val="009D4370"/>
    <w:rsid w:val="009E0202"/>
    <w:rsid w:val="009F19EF"/>
    <w:rsid w:val="009F70D4"/>
    <w:rsid w:val="00A04256"/>
    <w:rsid w:val="00A078E6"/>
    <w:rsid w:val="00A43026"/>
    <w:rsid w:val="00A46516"/>
    <w:rsid w:val="00A525C2"/>
    <w:rsid w:val="00A62728"/>
    <w:rsid w:val="00A756CF"/>
    <w:rsid w:val="00A90B05"/>
    <w:rsid w:val="00A90F95"/>
    <w:rsid w:val="00AA2AD4"/>
    <w:rsid w:val="00AA35BB"/>
    <w:rsid w:val="00AB09A7"/>
    <w:rsid w:val="00AB7058"/>
    <w:rsid w:val="00AC0210"/>
    <w:rsid w:val="00B010A0"/>
    <w:rsid w:val="00B03018"/>
    <w:rsid w:val="00B108A5"/>
    <w:rsid w:val="00B14AFB"/>
    <w:rsid w:val="00B35F22"/>
    <w:rsid w:val="00B415C1"/>
    <w:rsid w:val="00B433C6"/>
    <w:rsid w:val="00B43DCC"/>
    <w:rsid w:val="00B44D5F"/>
    <w:rsid w:val="00B734E8"/>
    <w:rsid w:val="00B73F68"/>
    <w:rsid w:val="00B87660"/>
    <w:rsid w:val="00BC5836"/>
    <w:rsid w:val="00BE046B"/>
    <w:rsid w:val="00C003DC"/>
    <w:rsid w:val="00C061C7"/>
    <w:rsid w:val="00C14503"/>
    <w:rsid w:val="00C24FD1"/>
    <w:rsid w:val="00C36AA5"/>
    <w:rsid w:val="00C44E9D"/>
    <w:rsid w:val="00C64AE2"/>
    <w:rsid w:val="00C71224"/>
    <w:rsid w:val="00C877D8"/>
    <w:rsid w:val="00C90BFA"/>
    <w:rsid w:val="00C943BB"/>
    <w:rsid w:val="00CA5B58"/>
    <w:rsid w:val="00CB3119"/>
    <w:rsid w:val="00D065FF"/>
    <w:rsid w:val="00D35CC3"/>
    <w:rsid w:val="00D83824"/>
    <w:rsid w:val="00D86277"/>
    <w:rsid w:val="00D94904"/>
    <w:rsid w:val="00DA781F"/>
    <w:rsid w:val="00DC01AB"/>
    <w:rsid w:val="00DC47D6"/>
    <w:rsid w:val="00DC5770"/>
    <w:rsid w:val="00DD0B20"/>
    <w:rsid w:val="00DF1634"/>
    <w:rsid w:val="00DF1DE9"/>
    <w:rsid w:val="00E05B4C"/>
    <w:rsid w:val="00E17436"/>
    <w:rsid w:val="00E32912"/>
    <w:rsid w:val="00E339E8"/>
    <w:rsid w:val="00E4100D"/>
    <w:rsid w:val="00E463E3"/>
    <w:rsid w:val="00E6169F"/>
    <w:rsid w:val="00E711E6"/>
    <w:rsid w:val="00E73447"/>
    <w:rsid w:val="00EA5C7C"/>
    <w:rsid w:val="00ED45C7"/>
    <w:rsid w:val="00F028B5"/>
    <w:rsid w:val="00F02F77"/>
    <w:rsid w:val="00F071E8"/>
    <w:rsid w:val="00F118E7"/>
    <w:rsid w:val="00F16C76"/>
    <w:rsid w:val="00F3457B"/>
    <w:rsid w:val="00F3756B"/>
    <w:rsid w:val="00F77AC7"/>
    <w:rsid w:val="00F959B6"/>
    <w:rsid w:val="00F97841"/>
    <w:rsid w:val="00FA67A6"/>
    <w:rsid w:val="00FA7ABC"/>
    <w:rsid w:val="00FD5490"/>
    <w:rsid w:val="00FE1407"/>
    <w:rsid w:val="00FF0E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ddd,silver"/>
      <o:colormenu v:ext="edit" fillcolor="none [1612]" strokecolor="none [161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B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p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p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4E1746"/>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04BC"/>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p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p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4E1746"/>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8.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1.emf"/><Relationship Id="rId1" Type="http://schemas.openxmlformats.org/officeDocument/2006/relationships/image" Target="media/image6.png"/><Relationship Id="rId5" Type="http://schemas.openxmlformats.org/officeDocument/2006/relationships/image" Target="media/image4.emf"/><Relationship Id="rId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UHLCFS4.uhl.nhs.uk\Shared\VSL\VSL%20Docs\Templates\Templates%202019%20Final\Bilat%20Arterial\Lower%20Limb%20-%20Arterial%20Duplex%20-%20Both%20-%20Diseas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F78A5-62DC-4A0B-8253-8F8A543AA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Lower Limb - Arterial Duplex - Both - Diseased</Template>
  <TotalTime>44</TotalTime>
  <Pages>3</Pages>
  <Words>428</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Lewisham Hospital</Company>
  <LinksUpToDate>false</LinksUpToDate>
  <CharactersWithSpaces>2863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 Sims</dc:creator>
  <cp:lastModifiedBy>Daniel Sims</cp:lastModifiedBy>
  <cp:revision>3</cp:revision>
  <cp:lastPrinted>2019-08-22T14:39:00Z</cp:lastPrinted>
  <dcterms:created xsi:type="dcterms:W3CDTF">2019-08-22T13:54:00Z</dcterms:created>
  <dcterms:modified xsi:type="dcterms:W3CDTF">2019-10-15T09:46:00Z</dcterms:modified>
</cp:coreProperties>
</file>